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833" w:rsidRPr="00A328B8" w:rsidRDefault="005C2833" w:rsidP="00CE4F23">
      <w:pPr>
        <w:spacing w:line="240" w:lineRule="auto"/>
      </w:pPr>
    </w:p>
    <w:p w:rsidR="005C2833" w:rsidRPr="00765FD8" w:rsidRDefault="005C2833" w:rsidP="00CE4F23">
      <w:pPr>
        <w:pStyle w:val="Heading1"/>
        <w:spacing w:before="0" w:line="240" w:lineRule="auto"/>
        <w:ind w:firstLine="0"/>
        <w:jc w:val="center"/>
        <w:rPr>
          <w:rFonts w:ascii="Times New Roman" w:hAnsi="Times New Roman"/>
          <w:color w:val="auto"/>
          <w:sz w:val="32"/>
        </w:rPr>
      </w:pPr>
      <w:bookmarkStart w:id="0" w:name="_Toc435098467"/>
      <w:r>
        <w:rPr>
          <w:rFonts w:ascii="Times New Roman" w:hAnsi="Times New Roman"/>
          <w:color w:val="auto"/>
          <w:sz w:val="32"/>
        </w:rPr>
        <w:t>1 МНОГОФАКТОРНАЯ МЕТОДИКА ИССЛЕДОВАНИЯ ЛИЧНОСТИ (</w:t>
      </w:r>
      <w:r>
        <w:rPr>
          <w:rFonts w:ascii="Times New Roman" w:hAnsi="Times New Roman"/>
          <w:color w:val="auto"/>
          <w:sz w:val="32"/>
          <w:lang w:val="en-US"/>
        </w:rPr>
        <w:t>MMPI</w:t>
      </w:r>
      <w:r>
        <w:rPr>
          <w:rFonts w:ascii="Times New Roman" w:hAnsi="Times New Roman"/>
          <w:color w:val="auto"/>
          <w:sz w:val="32"/>
        </w:rPr>
        <w:t>-2)</w:t>
      </w:r>
      <w:bookmarkEnd w:id="0"/>
    </w:p>
    <w:p w:rsidR="005C2833" w:rsidRDefault="005C2833" w:rsidP="00CE4F23">
      <w:pPr>
        <w:spacing w:line="240" w:lineRule="auto"/>
        <w:rPr>
          <w:sz w:val="28"/>
          <w:szCs w:val="28"/>
        </w:rPr>
      </w:pPr>
    </w:p>
    <w:p w:rsidR="005C2833" w:rsidRDefault="005C2833" w:rsidP="00CE4F23">
      <w:pPr>
        <w:spacing w:line="240" w:lineRule="auto"/>
        <w:rPr>
          <w:sz w:val="32"/>
          <w:szCs w:val="32"/>
        </w:rPr>
      </w:pPr>
      <w:r w:rsidRPr="00F9352F">
        <w:rPr>
          <w:sz w:val="32"/>
          <w:szCs w:val="32"/>
        </w:rPr>
        <w:t>Опросник включает 56</w:t>
      </w:r>
      <w:r>
        <w:rPr>
          <w:sz w:val="32"/>
          <w:szCs w:val="32"/>
        </w:rPr>
        <w:t>6</w:t>
      </w:r>
      <w:r w:rsidRPr="00F9352F">
        <w:rPr>
          <w:sz w:val="32"/>
          <w:szCs w:val="32"/>
        </w:rPr>
        <w:t xml:space="preserve"> </w:t>
      </w:r>
      <w:r>
        <w:rPr>
          <w:sz w:val="32"/>
          <w:szCs w:val="32"/>
        </w:rPr>
        <w:t>вопросов-</w:t>
      </w:r>
      <w:r w:rsidRPr="00F9352F">
        <w:rPr>
          <w:sz w:val="32"/>
          <w:szCs w:val="32"/>
        </w:rPr>
        <w:t xml:space="preserve">утверждений, </w:t>
      </w:r>
      <w:r>
        <w:rPr>
          <w:sz w:val="32"/>
          <w:szCs w:val="32"/>
        </w:rPr>
        <w:t>на которые</w:t>
      </w:r>
      <w:r w:rsidRPr="00F9352F">
        <w:rPr>
          <w:sz w:val="32"/>
          <w:szCs w:val="32"/>
        </w:rPr>
        <w:t xml:space="preserve"> исп</w:t>
      </w:r>
      <w:r w:rsidRPr="00F9352F">
        <w:rPr>
          <w:sz w:val="32"/>
          <w:szCs w:val="32"/>
        </w:rPr>
        <w:t>ы</w:t>
      </w:r>
      <w:r w:rsidRPr="00F9352F">
        <w:rPr>
          <w:sz w:val="32"/>
          <w:szCs w:val="32"/>
        </w:rPr>
        <w:t xml:space="preserve">туемому предлагается дать ответ «да» или «нет». </w:t>
      </w:r>
      <w:r>
        <w:rPr>
          <w:sz w:val="32"/>
          <w:szCs w:val="32"/>
        </w:rPr>
        <w:t>Формализованная процедура обсчета ответов выявляет степень совпадения или  откл</w:t>
      </w:r>
      <w:r>
        <w:rPr>
          <w:sz w:val="32"/>
          <w:szCs w:val="32"/>
        </w:rPr>
        <w:t>о</w:t>
      </w:r>
      <w:r>
        <w:rPr>
          <w:sz w:val="32"/>
          <w:szCs w:val="32"/>
        </w:rPr>
        <w:t>нения ответов от статически вычисленной конкретной нормы (кл</w:t>
      </w:r>
      <w:r>
        <w:rPr>
          <w:sz w:val="32"/>
          <w:szCs w:val="32"/>
        </w:rPr>
        <w:t>ю</w:t>
      </w:r>
      <w:r>
        <w:rPr>
          <w:sz w:val="32"/>
          <w:szCs w:val="32"/>
        </w:rPr>
        <w:t>ча). В результате выявляется профиль, который дает при интерпрет</w:t>
      </w:r>
      <w:r>
        <w:rPr>
          <w:sz w:val="32"/>
          <w:szCs w:val="32"/>
        </w:rPr>
        <w:t>а</w:t>
      </w:r>
      <w:r>
        <w:rPr>
          <w:sz w:val="32"/>
          <w:szCs w:val="32"/>
        </w:rPr>
        <w:t>ции портрет личности по базисным и дополнительным шкалам. В м</w:t>
      </w:r>
      <w:r>
        <w:rPr>
          <w:sz w:val="32"/>
          <w:szCs w:val="32"/>
        </w:rPr>
        <w:t>о</w:t>
      </w:r>
      <w:r>
        <w:rPr>
          <w:sz w:val="32"/>
          <w:szCs w:val="32"/>
        </w:rPr>
        <w:t>дифицированном виде опросники делятся на мужской, женский и подростковый варианты, которые отличаются в основном формой и</w:t>
      </w:r>
      <w:r>
        <w:rPr>
          <w:sz w:val="32"/>
          <w:szCs w:val="32"/>
        </w:rPr>
        <w:t>з</w:t>
      </w:r>
      <w:r>
        <w:rPr>
          <w:sz w:val="32"/>
          <w:szCs w:val="32"/>
        </w:rPr>
        <w:t>ложения некоторых вопросов.</w:t>
      </w:r>
    </w:p>
    <w:p w:rsidR="005C2833" w:rsidRDefault="005C2833" w:rsidP="00CE4F23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В общем случае т</w:t>
      </w:r>
      <w:r w:rsidRPr="00F9352F">
        <w:rPr>
          <w:sz w:val="32"/>
          <w:szCs w:val="32"/>
        </w:rPr>
        <w:t xml:space="preserve">ест </w:t>
      </w:r>
      <w:r>
        <w:rPr>
          <w:sz w:val="32"/>
          <w:szCs w:val="32"/>
        </w:rPr>
        <w:t xml:space="preserve"> </w:t>
      </w:r>
      <w:r w:rsidRPr="00F9352F">
        <w:rPr>
          <w:sz w:val="32"/>
          <w:szCs w:val="32"/>
        </w:rPr>
        <w:t xml:space="preserve">включает </w:t>
      </w:r>
      <w:r>
        <w:rPr>
          <w:sz w:val="32"/>
          <w:szCs w:val="32"/>
        </w:rPr>
        <w:t xml:space="preserve">следующие </w:t>
      </w:r>
      <w:r w:rsidRPr="007F315D">
        <w:rPr>
          <w:sz w:val="32"/>
          <w:szCs w:val="32"/>
        </w:rPr>
        <w:t xml:space="preserve">4 </w:t>
      </w:r>
      <w:r>
        <w:rPr>
          <w:sz w:val="32"/>
          <w:szCs w:val="32"/>
        </w:rPr>
        <w:t>типа шкал:</w:t>
      </w:r>
    </w:p>
    <w:p w:rsidR="005C2833" w:rsidRPr="00F9352F" w:rsidRDefault="005C2833" w:rsidP="00CE4F23">
      <w:pPr>
        <w:spacing w:line="240" w:lineRule="auto"/>
        <w:jc w:val="both"/>
        <w:rPr>
          <w:sz w:val="32"/>
          <w:szCs w:val="32"/>
        </w:rPr>
      </w:pPr>
      <w:r w:rsidRPr="00F9352F">
        <w:rPr>
          <w:sz w:val="32"/>
          <w:szCs w:val="32"/>
        </w:rPr>
        <w:t xml:space="preserve">- </w:t>
      </w:r>
      <w:r w:rsidRPr="00C07699">
        <w:rPr>
          <w:i/>
          <w:sz w:val="32"/>
          <w:szCs w:val="32"/>
        </w:rPr>
        <w:t>6 контрольных шкал</w:t>
      </w:r>
      <w:r w:rsidRPr="00F9352F">
        <w:rPr>
          <w:sz w:val="32"/>
          <w:szCs w:val="32"/>
        </w:rPr>
        <w:t xml:space="preserve"> - определяют</w:t>
      </w:r>
      <w:r w:rsidRPr="00F9352F">
        <w:rPr>
          <w:rStyle w:val="apple-converted-space"/>
          <w:sz w:val="32"/>
          <w:szCs w:val="32"/>
        </w:rPr>
        <w:t> </w:t>
      </w:r>
      <w:hyperlink r:id="rId7" w:history="1">
        <w:r w:rsidRPr="00F9352F">
          <w:rPr>
            <w:rStyle w:val="Hyperlink"/>
            <w:color w:val="auto"/>
            <w:sz w:val="32"/>
            <w:szCs w:val="32"/>
            <w:u w:val="none"/>
          </w:rPr>
          <w:t>тестовую устано</w:t>
        </w:r>
        <w:r w:rsidRPr="00F9352F">
          <w:rPr>
            <w:rStyle w:val="Hyperlink"/>
            <w:color w:val="auto"/>
            <w:sz w:val="32"/>
            <w:szCs w:val="32"/>
            <w:u w:val="none"/>
          </w:rPr>
          <w:t>в</w:t>
        </w:r>
        <w:r w:rsidRPr="00F9352F">
          <w:rPr>
            <w:rStyle w:val="Hyperlink"/>
            <w:color w:val="auto"/>
            <w:sz w:val="32"/>
            <w:szCs w:val="32"/>
            <w:u w:val="none"/>
          </w:rPr>
          <w:t>ку</w:t>
        </w:r>
      </w:hyperlink>
      <w:r w:rsidRPr="00F9352F">
        <w:rPr>
          <w:rStyle w:val="apple-converted-space"/>
          <w:sz w:val="32"/>
          <w:szCs w:val="32"/>
        </w:rPr>
        <w:t> </w:t>
      </w:r>
      <w:r w:rsidRPr="00F9352F">
        <w:rPr>
          <w:sz w:val="32"/>
          <w:szCs w:val="32"/>
        </w:rPr>
        <w:t>испытуемого;</w:t>
      </w:r>
    </w:p>
    <w:p w:rsidR="005C2833" w:rsidRPr="00F9352F" w:rsidRDefault="005C2833" w:rsidP="00CE4F23">
      <w:pPr>
        <w:spacing w:line="240" w:lineRule="auto"/>
        <w:jc w:val="both"/>
        <w:rPr>
          <w:sz w:val="32"/>
          <w:szCs w:val="32"/>
        </w:rPr>
      </w:pPr>
      <w:r w:rsidRPr="00F9352F">
        <w:rPr>
          <w:sz w:val="32"/>
          <w:szCs w:val="32"/>
        </w:rPr>
        <w:t xml:space="preserve">-  </w:t>
      </w:r>
      <w:r w:rsidRPr="00C07699">
        <w:rPr>
          <w:i/>
          <w:sz w:val="32"/>
          <w:szCs w:val="32"/>
        </w:rPr>
        <w:t>10 основных шкал</w:t>
      </w:r>
      <w:r w:rsidRPr="00F9352F">
        <w:rPr>
          <w:sz w:val="32"/>
          <w:szCs w:val="32"/>
        </w:rPr>
        <w:t xml:space="preserve"> – выявляют наиболее значимы</w:t>
      </w:r>
      <w:r>
        <w:rPr>
          <w:sz w:val="32"/>
          <w:szCs w:val="32"/>
        </w:rPr>
        <w:t>е</w:t>
      </w:r>
      <w:r w:rsidRPr="00F9352F">
        <w:rPr>
          <w:sz w:val="32"/>
          <w:szCs w:val="32"/>
        </w:rPr>
        <w:t xml:space="preserve"> различия личности;</w:t>
      </w:r>
    </w:p>
    <w:p w:rsidR="005C2833" w:rsidRPr="00F9352F" w:rsidRDefault="005C2833" w:rsidP="00CE4F23">
      <w:pPr>
        <w:spacing w:line="240" w:lineRule="auto"/>
        <w:jc w:val="both"/>
        <w:rPr>
          <w:sz w:val="32"/>
          <w:szCs w:val="32"/>
        </w:rPr>
      </w:pPr>
      <w:r w:rsidRPr="00F9352F">
        <w:rPr>
          <w:sz w:val="32"/>
          <w:szCs w:val="32"/>
        </w:rPr>
        <w:t xml:space="preserve">-  </w:t>
      </w:r>
      <w:r w:rsidRPr="00C07699">
        <w:rPr>
          <w:i/>
          <w:sz w:val="32"/>
          <w:szCs w:val="32"/>
        </w:rPr>
        <w:t>15 дополнительных шкал</w:t>
      </w:r>
      <w:r w:rsidRPr="00F9352F">
        <w:rPr>
          <w:sz w:val="32"/>
          <w:szCs w:val="32"/>
        </w:rPr>
        <w:t xml:space="preserve"> - для углубленного изучения и дифф</w:t>
      </w:r>
      <w:r w:rsidRPr="00F9352F">
        <w:rPr>
          <w:sz w:val="32"/>
          <w:szCs w:val="32"/>
        </w:rPr>
        <w:t>е</w:t>
      </w:r>
      <w:r w:rsidRPr="00F9352F">
        <w:rPr>
          <w:sz w:val="32"/>
          <w:szCs w:val="32"/>
        </w:rPr>
        <w:t>ренцирования различных клинических проблем и нарушений;</w:t>
      </w:r>
    </w:p>
    <w:p w:rsidR="005C2833" w:rsidRPr="00F9352F" w:rsidRDefault="005C2833" w:rsidP="00CE4F23">
      <w:pPr>
        <w:spacing w:line="240" w:lineRule="auto"/>
        <w:jc w:val="both"/>
        <w:rPr>
          <w:sz w:val="32"/>
          <w:szCs w:val="32"/>
        </w:rPr>
      </w:pPr>
      <w:r w:rsidRPr="00F9352F">
        <w:rPr>
          <w:sz w:val="32"/>
          <w:szCs w:val="32"/>
        </w:rPr>
        <w:t xml:space="preserve">-  </w:t>
      </w:r>
      <w:r w:rsidRPr="00C07699">
        <w:rPr>
          <w:i/>
          <w:sz w:val="32"/>
          <w:szCs w:val="32"/>
        </w:rPr>
        <w:t>15 содержательных шкал</w:t>
      </w:r>
      <w:r w:rsidRPr="00F9352F">
        <w:rPr>
          <w:sz w:val="32"/>
          <w:szCs w:val="32"/>
        </w:rPr>
        <w:t xml:space="preserve"> - диагностируют особые состояния личности. </w:t>
      </w:r>
    </w:p>
    <w:p w:rsidR="005C2833" w:rsidRPr="00F9352F" w:rsidRDefault="005C2833" w:rsidP="00CE4F23">
      <w:pPr>
        <w:spacing w:line="240" w:lineRule="auto"/>
        <w:jc w:val="both"/>
        <w:rPr>
          <w:sz w:val="32"/>
          <w:szCs w:val="32"/>
        </w:rPr>
      </w:pPr>
      <w:r w:rsidRPr="00F9352F">
        <w:rPr>
          <w:sz w:val="32"/>
          <w:szCs w:val="32"/>
        </w:rPr>
        <w:t>Ниже приведены названия и краткие характеристики шкал теста.</w:t>
      </w:r>
    </w:p>
    <w:p w:rsidR="005C2833" w:rsidRDefault="005C2833" w:rsidP="00CE4F23">
      <w:pPr>
        <w:spacing w:line="240" w:lineRule="auto"/>
        <w:rPr>
          <w:sz w:val="32"/>
          <w:szCs w:val="32"/>
        </w:rPr>
      </w:pPr>
    </w:p>
    <w:p w:rsidR="005C2833" w:rsidRPr="00C9751D" w:rsidRDefault="005C2833" w:rsidP="00CE4F23">
      <w:pPr>
        <w:spacing w:line="240" w:lineRule="auto"/>
        <w:jc w:val="center"/>
        <w:rPr>
          <w:b/>
          <w:sz w:val="32"/>
          <w:szCs w:val="32"/>
        </w:rPr>
      </w:pPr>
      <w:r w:rsidRPr="00C9751D">
        <w:rPr>
          <w:b/>
          <w:sz w:val="32"/>
          <w:szCs w:val="32"/>
        </w:rPr>
        <w:t>Характеристика контрольных шкал</w:t>
      </w:r>
      <w:r w:rsidRPr="00C9751D">
        <w:rPr>
          <w:b/>
          <w:bCs/>
          <w:caps/>
          <w:sz w:val="32"/>
          <w:szCs w:val="32"/>
        </w:rPr>
        <w:t xml:space="preserve"> MMPI-2</w:t>
      </w:r>
    </w:p>
    <w:p w:rsidR="005C2833" w:rsidRPr="00C07699" w:rsidRDefault="005C2833" w:rsidP="0060214D">
      <w:pPr>
        <w:widowControl/>
        <w:numPr>
          <w:ilvl w:val="0"/>
          <w:numId w:val="31"/>
        </w:numPr>
        <w:autoSpaceDE/>
        <w:autoSpaceDN/>
        <w:adjustRightInd/>
        <w:spacing w:before="100" w:beforeAutospacing="1" w:after="100" w:afterAutospacing="1" w:line="240" w:lineRule="auto"/>
        <w:ind w:left="0" w:firstLine="567"/>
        <w:rPr>
          <w:sz w:val="32"/>
          <w:szCs w:val="32"/>
        </w:rPr>
      </w:pPr>
      <w:r w:rsidRPr="00C07699">
        <w:rPr>
          <w:sz w:val="32"/>
          <w:szCs w:val="32"/>
        </w:rPr>
        <w:t xml:space="preserve">Шкала лжи </w:t>
      </w:r>
      <w:r>
        <w:rPr>
          <w:sz w:val="32"/>
          <w:szCs w:val="32"/>
        </w:rPr>
        <w:t>(</w:t>
      </w:r>
      <w:r w:rsidRPr="00C07699">
        <w:rPr>
          <w:sz w:val="32"/>
          <w:szCs w:val="32"/>
        </w:rPr>
        <w:t>L</w:t>
      </w:r>
      <w:r>
        <w:rPr>
          <w:sz w:val="32"/>
          <w:szCs w:val="32"/>
        </w:rPr>
        <w:t>)</w:t>
      </w:r>
      <w:r w:rsidRPr="00C07699">
        <w:rPr>
          <w:sz w:val="32"/>
          <w:szCs w:val="32"/>
        </w:rPr>
        <w:t xml:space="preserve"> - измеряет тенденцию демонстрировать себя в социально приемлемом свете;</w:t>
      </w:r>
    </w:p>
    <w:p w:rsidR="005C2833" w:rsidRPr="00C07699" w:rsidRDefault="005C2833" w:rsidP="0060214D">
      <w:pPr>
        <w:widowControl/>
        <w:numPr>
          <w:ilvl w:val="0"/>
          <w:numId w:val="31"/>
        </w:numPr>
        <w:autoSpaceDE/>
        <w:autoSpaceDN/>
        <w:adjustRightInd/>
        <w:spacing w:before="100" w:beforeAutospacing="1" w:after="100" w:afterAutospacing="1" w:line="240" w:lineRule="auto"/>
        <w:ind w:left="0" w:firstLine="567"/>
        <w:rPr>
          <w:sz w:val="32"/>
          <w:szCs w:val="32"/>
        </w:rPr>
      </w:pPr>
      <w:r w:rsidRPr="00C07699">
        <w:rPr>
          <w:sz w:val="32"/>
          <w:szCs w:val="32"/>
        </w:rPr>
        <w:t xml:space="preserve">Шкала </w:t>
      </w:r>
      <w:r>
        <w:rPr>
          <w:sz w:val="32"/>
          <w:szCs w:val="32"/>
        </w:rPr>
        <w:t>(</w:t>
      </w:r>
      <w:r w:rsidRPr="00C07699">
        <w:rPr>
          <w:sz w:val="32"/>
          <w:szCs w:val="32"/>
        </w:rPr>
        <w:t>F</w:t>
      </w:r>
      <w:r>
        <w:rPr>
          <w:sz w:val="32"/>
          <w:szCs w:val="32"/>
        </w:rPr>
        <w:t>)</w:t>
      </w:r>
      <w:r w:rsidRPr="00C07699">
        <w:rPr>
          <w:sz w:val="32"/>
          <w:szCs w:val="32"/>
        </w:rPr>
        <w:t xml:space="preserve"> - показатель достоверности результатов теста;</w:t>
      </w:r>
    </w:p>
    <w:p w:rsidR="005C2833" w:rsidRPr="00C07699" w:rsidRDefault="005C2833" w:rsidP="0060214D">
      <w:pPr>
        <w:widowControl/>
        <w:numPr>
          <w:ilvl w:val="0"/>
          <w:numId w:val="31"/>
        </w:numPr>
        <w:autoSpaceDE/>
        <w:autoSpaceDN/>
        <w:adjustRightInd/>
        <w:spacing w:before="100" w:beforeAutospacing="1" w:after="100" w:afterAutospacing="1" w:line="240" w:lineRule="auto"/>
        <w:ind w:left="0" w:firstLine="567"/>
        <w:rPr>
          <w:sz w:val="32"/>
          <w:szCs w:val="32"/>
        </w:rPr>
      </w:pPr>
      <w:r w:rsidRPr="00C07699">
        <w:rPr>
          <w:sz w:val="32"/>
          <w:szCs w:val="32"/>
        </w:rPr>
        <w:t xml:space="preserve">Шкала </w:t>
      </w:r>
      <w:r>
        <w:rPr>
          <w:sz w:val="32"/>
          <w:szCs w:val="32"/>
        </w:rPr>
        <w:t>(</w:t>
      </w:r>
      <w:r w:rsidRPr="00C07699">
        <w:rPr>
          <w:sz w:val="32"/>
          <w:szCs w:val="32"/>
        </w:rPr>
        <w:t>K</w:t>
      </w:r>
      <w:r>
        <w:rPr>
          <w:sz w:val="32"/>
          <w:szCs w:val="32"/>
        </w:rPr>
        <w:t>)</w:t>
      </w:r>
      <w:r w:rsidRPr="00C07699">
        <w:rPr>
          <w:sz w:val="32"/>
          <w:szCs w:val="32"/>
        </w:rPr>
        <w:t xml:space="preserve"> - выявляет защитную реакцию на тестовое испыт</w:t>
      </w:r>
      <w:r w:rsidRPr="00C07699">
        <w:rPr>
          <w:sz w:val="32"/>
          <w:szCs w:val="32"/>
        </w:rPr>
        <w:t>а</w:t>
      </w:r>
      <w:r w:rsidRPr="00C07699">
        <w:rPr>
          <w:sz w:val="32"/>
          <w:szCs w:val="32"/>
        </w:rPr>
        <w:t>ние;</w:t>
      </w:r>
    </w:p>
    <w:p w:rsidR="005C2833" w:rsidRPr="00C07699" w:rsidRDefault="005C2833" w:rsidP="0060214D">
      <w:pPr>
        <w:widowControl/>
        <w:numPr>
          <w:ilvl w:val="0"/>
          <w:numId w:val="31"/>
        </w:numPr>
        <w:autoSpaceDE/>
        <w:autoSpaceDN/>
        <w:adjustRightInd/>
        <w:spacing w:before="100" w:beforeAutospacing="1" w:after="100" w:afterAutospacing="1" w:line="240" w:lineRule="auto"/>
        <w:ind w:left="0" w:firstLine="567"/>
        <w:rPr>
          <w:sz w:val="32"/>
          <w:szCs w:val="32"/>
        </w:rPr>
      </w:pPr>
      <w:r w:rsidRPr="00C07699">
        <w:rPr>
          <w:sz w:val="32"/>
          <w:szCs w:val="32"/>
        </w:rPr>
        <w:t xml:space="preserve">Шкала </w:t>
      </w:r>
      <w:r>
        <w:rPr>
          <w:sz w:val="32"/>
          <w:szCs w:val="32"/>
        </w:rPr>
        <w:t>(</w:t>
      </w:r>
      <w:r w:rsidRPr="00C07699">
        <w:rPr>
          <w:sz w:val="32"/>
          <w:szCs w:val="32"/>
        </w:rPr>
        <w:t>Fb</w:t>
      </w:r>
      <w:r>
        <w:rPr>
          <w:sz w:val="32"/>
          <w:szCs w:val="32"/>
        </w:rPr>
        <w:t>)</w:t>
      </w:r>
      <w:r w:rsidRPr="00C07699">
        <w:rPr>
          <w:sz w:val="32"/>
          <w:szCs w:val="32"/>
        </w:rPr>
        <w:t xml:space="preserve"> - позволяет оценить уровень внимательности исп</w:t>
      </w:r>
      <w:r w:rsidRPr="00C07699">
        <w:rPr>
          <w:sz w:val="32"/>
          <w:szCs w:val="32"/>
        </w:rPr>
        <w:t>ы</w:t>
      </w:r>
      <w:r w:rsidRPr="00C07699">
        <w:rPr>
          <w:sz w:val="32"/>
          <w:szCs w:val="32"/>
        </w:rPr>
        <w:t>туемого в процессе тестирования;</w:t>
      </w:r>
    </w:p>
    <w:p w:rsidR="005C2833" w:rsidRPr="00C07699" w:rsidRDefault="005C2833" w:rsidP="0060214D">
      <w:pPr>
        <w:widowControl/>
        <w:numPr>
          <w:ilvl w:val="0"/>
          <w:numId w:val="31"/>
        </w:numPr>
        <w:autoSpaceDE/>
        <w:autoSpaceDN/>
        <w:adjustRightInd/>
        <w:spacing w:before="100" w:beforeAutospacing="1" w:after="100" w:afterAutospacing="1" w:line="240" w:lineRule="auto"/>
        <w:ind w:left="0" w:firstLine="567"/>
        <w:rPr>
          <w:sz w:val="32"/>
          <w:szCs w:val="32"/>
        </w:rPr>
      </w:pPr>
      <w:r w:rsidRPr="00C07699">
        <w:rPr>
          <w:sz w:val="32"/>
          <w:szCs w:val="32"/>
        </w:rPr>
        <w:t xml:space="preserve">Шкалы </w:t>
      </w:r>
      <w:r>
        <w:rPr>
          <w:sz w:val="32"/>
          <w:szCs w:val="32"/>
        </w:rPr>
        <w:t>(</w:t>
      </w:r>
      <w:r w:rsidRPr="00C07699">
        <w:rPr>
          <w:sz w:val="32"/>
          <w:szCs w:val="32"/>
        </w:rPr>
        <w:t>Vrin</w:t>
      </w:r>
      <w:r>
        <w:rPr>
          <w:sz w:val="32"/>
          <w:szCs w:val="32"/>
        </w:rPr>
        <w:t>)</w:t>
      </w:r>
      <w:r w:rsidRPr="00C07699">
        <w:rPr>
          <w:sz w:val="32"/>
          <w:szCs w:val="32"/>
        </w:rPr>
        <w:t xml:space="preserve"> и </w:t>
      </w:r>
      <w:r>
        <w:rPr>
          <w:sz w:val="32"/>
          <w:szCs w:val="32"/>
        </w:rPr>
        <w:t>(</w:t>
      </w:r>
      <w:r w:rsidRPr="00C07699">
        <w:rPr>
          <w:sz w:val="32"/>
          <w:szCs w:val="32"/>
        </w:rPr>
        <w:t>TRIN</w:t>
      </w:r>
      <w:r>
        <w:rPr>
          <w:sz w:val="32"/>
          <w:szCs w:val="32"/>
        </w:rPr>
        <w:t>)</w:t>
      </w:r>
      <w:r w:rsidRPr="00C07699">
        <w:rPr>
          <w:sz w:val="32"/>
          <w:szCs w:val="32"/>
        </w:rPr>
        <w:t xml:space="preserve"> - шкалы несовместимости ответов, оц</w:t>
      </w:r>
      <w:r w:rsidRPr="00C07699">
        <w:rPr>
          <w:sz w:val="32"/>
          <w:szCs w:val="32"/>
        </w:rPr>
        <w:t>е</w:t>
      </w:r>
      <w:r w:rsidRPr="00C07699">
        <w:rPr>
          <w:sz w:val="32"/>
          <w:szCs w:val="32"/>
        </w:rPr>
        <w:t>нивают степень выра</w:t>
      </w:r>
      <w:r w:rsidRPr="00C07699">
        <w:rPr>
          <w:sz w:val="32"/>
          <w:szCs w:val="32"/>
        </w:rPr>
        <w:softHyphen/>
        <w:t>женности тенденции противоречить в ответах.</w:t>
      </w:r>
    </w:p>
    <w:p w:rsidR="005C2833" w:rsidRPr="00C9751D" w:rsidRDefault="005C2833" w:rsidP="00CE4F23">
      <w:pPr>
        <w:pStyle w:val="NormalWeb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bCs/>
          <w:sz w:val="32"/>
        </w:rPr>
      </w:pPr>
      <w:r w:rsidRPr="00C9751D">
        <w:rPr>
          <w:b/>
          <w:bCs/>
          <w:sz w:val="32"/>
        </w:rPr>
        <w:t>Основные клинические шкалы MMPI</w:t>
      </w:r>
      <w:r>
        <w:rPr>
          <w:b/>
          <w:bCs/>
          <w:sz w:val="32"/>
        </w:rPr>
        <w:t>-</w:t>
      </w:r>
      <w:r w:rsidRPr="00C9751D">
        <w:rPr>
          <w:b/>
          <w:bCs/>
          <w:sz w:val="32"/>
        </w:rPr>
        <w:t>2</w:t>
      </w:r>
    </w:p>
    <w:p w:rsidR="005C2833" w:rsidRPr="00EF3991" w:rsidRDefault="005C2833" w:rsidP="00CE4F23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sz w:val="32"/>
        </w:rPr>
      </w:pPr>
      <w:r w:rsidRPr="00EF3991">
        <w:rPr>
          <w:bCs/>
          <w:sz w:val="32"/>
        </w:rPr>
        <w:t>Шкала ипохондрии (HS) — определяет «близость» обследуемого к астено-невротическому типу личности;</w:t>
      </w:r>
    </w:p>
    <w:p w:rsidR="005C2833" w:rsidRPr="00EF3991" w:rsidRDefault="005C2833" w:rsidP="00CE4F23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sz w:val="32"/>
        </w:rPr>
      </w:pPr>
      <w:r w:rsidRPr="00EF3991">
        <w:rPr>
          <w:bCs/>
          <w:sz w:val="32"/>
        </w:rPr>
        <w:t>Шкала депрессии (D) — предназначена для диагностики степени субъективной депрессии, морального дискомфорта (гипотимический тип личности);</w:t>
      </w:r>
    </w:p>
    <w:p w:rsidR="005C2833" w:rsidRPr="00EF3991" w:rsidRDefault="005C2833" w:rsidP="00CE4F23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sz w:val="32"/>
        </w:rPr>
      </w:pPr>
      <w:r w:rsidRPr="00EF3991">
        <w:rPr>
          <w:bCs/>
          <w:sz w:val="32"/>
        </w:rPr>
        <w:t>Шкала истерии (Hy) — введена для выявления лиц, склонных к невротическим реакциям конверсионного типа (использование си</w:t>
      </w:r>
      <w:r w:rsidRPr="00EF3991">
        <w:rPr>
          <w:bCs/>
          <w:sz w:val="32"/>
        </w:rPr>
        <w:t>м</w:t>
      </w:r>
      <w:r w:rsidRPr="00EF3991">
        <w:rPr>
          <w:bCs/>
          <w:sz w:val="32"/>
        </w:rPr>
        <w:t>птомов физического заболевания в качестве средства разрешения сложных ситуаций);</w:t>
      </w:r>
    </w:p>
    <w:p w:rsidR="005C2833" w:rsidRPr="00EF3991" w:rsidRDefault="005C2833" w:rsidP="00CE4F23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sz w:val="32"/>
        </w:rPr>
      </w:pPr>
      <w:r w:rsidRPr="00EF3991">
        <w:rPr>
          <w:bCs/>
          <w:sz w:val="32"/>
        </w:rPr>
        <w:t>Шкала психопатии (Pd) — направлена на выявление социопат</w:t>
      </w:r>
      <w:r w:rsidRPr="00EF3991">
        <w:rPr>
          <w:bCs/>
          <w:sz w:val="32"/>
        </w:rPr>
        <w:t>и</w:t>
      </w:r>
      <w:r w:rsidRPr="00EF3991">
        <w:rPr>
          <w:bCs/>
          <w:sz w:val="32"/>
        </w:rPr>
        <w:t>ческого типа личности;</w:t>
      </w:r>
    </w:p>
    <w:p w:rsidR="005C2833" w:rsidRPr="00EF3991" w:rsidRDefault="005C2833" w:rsidP="00CE4F23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sz w:val="32"/>
        </w:rPr>
      </w:pPr>
      <w:r w:rsidRPr="00EF3991">
        <w:rPr>
          <w:bCs/>
          <w:sz w:val="32"/>
        </w:rPr>
        <w:t>Шкала маскулинности — феминности (Mf) — создана для оценки степени идентификации обследуемого с гендером мужчины или женщины;</w:t>
      </w:r>
    </w:p>
    <w:p w:rsidR="005C2833" w:rsidRPr="00EF3991" w:rsidRDefault="005C2833" w:rsidP="00CE4F23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sz w:val="32"/>
        </w:rPr>
      </w:pPr>
      <w:r w:rsidRPr="00EF3991">
        <w:rPr>
          <w:bCs/>
          <w:sz w:val="32"/>
        </w:rPr>
        <w:t>Шкала паранойи (Pa) — позволяет судить о наличии «сверхце</w:t>
      </w:r>
      <w:r w:rsidRPr="00EF3991">
        <w:rPr>
          <w:bCs/>
          <w:sz w:val="32"/>
        </w:rPr>
        <w:t>н</w:t>
      </w:r>
      <w:r w:rsidRPr="00EF3991">
        <w:rPr>
          <w:bCs/>
          <w:sz w:val="32"/>
        </w:rPr>
        <w:t>ных» идей, подозрительности (паранойяльный тип личности);</w:t>
      </w:r>
    </w:p>
    <w:p w:rsidR="005C2833" w:rsidRPr="00EF3991" w:rsidRDefault="005C2833" w:rsidP="00CE4F23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sz w:val="32"/>
        </w:rPr>
      </w:pPr>
      <w:r w:rsidRPr="00EF3991">
        <w:rPr>
          <w:bCs/>
          <w:sz w:val="32"/>
        </w:rPr>
        <w:t>Шкала психастении (Pt) — устанавливается склонность обсл</w:t>
      </w:r>
      <w:r w:rsidRPr="00EF3991">
        <w:rPr>
          <w:bCs/>
          <w:sz w:val="32"/>
        </w:rPr>
        <w:t>е</w:t>
      </w:r>
      <w:r w:rsidRPr="00EF3991">
        <w:rPr>
          <w:bCs/>
          <w:sz w:val="32"/>
        </w:rPr>
        <w:t>дуемого к развитию фобий, навязчивым действиям и мыслям (тр</w:t>
      </w:r>
      <w:r w:rsidRPr="00EF3991">
        <w:rPr>
          <w:bCs/>
          <w:sz w:val="32"/>
        </w:rPr>
        <w:t>е</w:t>
      </w:r>
      <w:r w:rsidRPr="00EF3991">
        <w:rPr>
          <w:bCs/>
          <w:sz w:val="32"/>
        </w:rPr>
        <w:t>вожно-мнительный тип личности);</w:t>
      </w:r>
    </w:p>
    <w:p w:rsidR="005C2833" w:rsidRPr="00EF3991" w:rsidRDefault="005C2833" w:rsidP="00CE4F23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sz w:val="32"/>
        </w:rPr>
      </w:pPr>
      <w:r w:rsidRPr="00EF3991">
        <w:rPr>
          <w:bCs/>
          <w:sz w:val="32"/>
        </w:rPr>
        <w:t>Шкала шизофрении (Sc) — направлена на диагностику шизои</w:t>
      </w:r>
      <w:r w:rsidRPr="00EF3991">
        <w:rPr>
          <w:bCs/>
          <w:sz w:val="32"/>
        </w:rPr>
        <w:t>д</w:t>
      </w:r>
      <w:r w:rsidRPr="00EF3991">
        <w:rPr>
          <w:bCs/>
          <w:sz w:val="32"/>
        </w:rPr>
        <w:t>ного (аутического) типа личности;</w:t>
      </w:r>
    </w:p>
    <w:p w:rsidR="005C2833" w:rsidRPr="00EF3991" w:rsidRDefault="005C2833" w:rsidP="00CE4F23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sz w:val="32"/>
        </w:rPr>
      </w:pPr>
      <w:r w:rsidRPr="00EF3991">
        <w:rPr>
          <w:bCs/>
          <w:sz w:val="32"/>
        </w:rPr>
        <w:t>Шкала гипомании (Ma) — определяется степень соответствия о</w:t>
      </w:r>
      <w:r w:rsidRPr="00EF3991">
        <w:rPr>
          <w:bCs/>
          <w:sz w:val="32"/>
        </w:rPr>
        <w:t>б</w:t>
      </w:r>
      <w:r w:rsidRPr="00EF3991">
        <w:rPr>
          <w:bCs/>
          <w:sz w:val="32"/>
        </w:rPr>
        <w:t>следуемого гипертимному типу личности;</w:t>
      </w:r>
    </w:p>
    <w:p w:rsidR="005C2833" w:rsidRDefault="005C2833" w:rsidP="00CE4F23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sz w:val="32"/>
        </w:rPr>
      </w:pPr>
      <w:r w:rsidRPr="00EF3991">
        <w:rPr>
          <w:bCs/>
          <w:sz w:val="32"/>
        </w:rPr>
        <w:t>Шкала социальной интроверсии (Si) — диагностика уровня «бл</w:t>
      </w:r>
      <w:r w:rsidRPr="00EF3991">
        <w:rPr>
          <w:bCs/>
          <w:sz w:val="32"/>
        </w:rPr>
        <w:t>и</w:t>
      </w:r>
      <w:r w:rsidRPr="00EF3991">
        <w:rPr>
          <w:bCs/>
          <w:sz w:val="32"/>
        </w:rPr>
        <w:t>зости» интровертированному типу личности. Клинической шкалой не является, включена в опросник в ходе его дальнейшей разработки.</w:t>
      </w:r>
    </w:p>
    <w:p w:rsidR="005C2833" w:rsidRDefault="005C2833" w:rsidP="00DC487B">
      <w:pPr>
        <w:pStyle w:val="Heading3"/>
        <w:spacing w:before="0" w:line="240" w:lineRule="auto"/>
        <w:jc w:val="both"/>
        <w:rPr>
          <w:rFonts w:ascii="Times New Roman" w:hAnsi="Times New Roman"/>
          <w:bCs w:val="0"/>
          <w:caps/>
          <w:color w:val="auto"/>
          <w:sz w:val="32"/>
          <w:szCs w:val="32"/>
        </w:rPr>
      </w:pPr>
    </w:p>
    <w:p w:rsidR="005C2833" w:rsidRDefault="005C2833" w:rsidP="00DC487B">
      <w:pPr>
        <w:pStyle w:val="Heading3"/>
        <w:spacing w:before="0" w:line="240" w:lineRule="auto"/>
        <w:jc w:val="both"/>
        <w:rPr>
          <w:rFonts w:ascii="Times New Roman" w:hAnsi="Times New Roman"/>
          <w:b w:val="0"/>
          <w:bCs w:val="0"/>
          <w:caps/>
          <w:color w:val="auto"/>
          <w:sz w:val="32"/>
          <w:szCs w:val="32"/>
        </w:rPr>
      </w:pPr>
      <w:r w:rsidRPr="0052141E">
        <w:rPr>
          <w:rFonts w:ascii="Times New Roman" w:hAnsi="Times New Roman"/>
          <w:bCs w:val="0"/>
          <w:caps/>
          <w:color w:val="auto"/>
          <w:sz w:val="32"/>
          <w:szCs w:val="32"/>
        </w:rPr>
        <w:t>ХАРАКТЕРИСТИКА ДОПОЛНИТЕЛЬНЫХ ШКАЛ MMPI-2</w:t>
      </w:r>
      <w:r w:rsidRPr="0052141E">
        <w:rPr>
          <w:rFonts w:ascii="Times New Roman" w:hAnsi="Times New Roman"/>
          <w:b w:val="0"/>
          <w:bCs w:val="0"/>
          <w:caps/>
          <w:color w:val="auto"/>
          <w:sz w:val="32"/>
          <w:szCs w:val="32"/>
        </w:rPr>
        <w:t xml:space="preserve"> </w:t>
      </w:r>
    </w:p>
    <w:p w:rsidR="005C2833" w:rsidRPr="00FD49EA" w:rsidRDefault="005C2833" w:rsidP="00DC487B"/>
    <w:p w:rsidR="005C2833" w:rsidRPr="0052141E" w:rsidRDefault="005C2833" w:rsidP="00DC487B">
      <w:pPr>
        <w:pStyle w:val="NormalWeb"/>
        <w:spacing w:before="0" w:beforeAutospacing="0" w:after="0" w:afterAutospacing="0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Шкалы, предназначенные для углубленного изучения и дифференц</w:t>
      </w:r>
      <w:r w:rsidRPr="0052141E">
        <w:rPr>
          <w:sz w:val="32"/>
          <w:szCs w:val="32"/>
        </w:rPr>
        <w:t>и</w:t>
      </w:r>
      <w:r w:rsidRPr="0052141E">
        <w:rPr>
          <w:sz w:val="32"/>
          <w:szCs w:val="32"/>
        </w:rPr>
        <w:t>рования различных клинических проблем и нарушений.</w:t>
      </w:r>
    </w:p>
    <w:p w:rsidR="005C2833" w:rsidRPr="0052141E" w:rsidRDefault="005C2833" w:rsidP="00DC487B">
      <w:pPr>
        <w:widowControl/>
        <w:numPr>
          <w:ilvl w:val="0"/>
          <w:numId w:val="32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Фактор A - оценивает</w:t>
      </w:r>
      <w:r w:rsidRPr="0052141E">
        <w:rPr>
          <w:rStyle w:val="apple-converted-space"/>
          <w:sz w:val="32"/>
          <w:szCs w:val="32"/>
        </w:rPr>
        <w:t> </w:t>
      </w:r>
      <w:hyperlink r:id="rId8" w:history="1">
        <w:r w:rsidRPr="002D4B29">
          <w:rPr>
            <w:rStyle w:val="Hyperlink"/>
            <w:color w:val="auto"/>
            <w:sz w:val="32"/>
            <w:szCs w:val="32"/>
            <w:u w:val="none"/>
          </w:rPr>
          <w:t>уровень стресса</w:t>
        </w:r>
      </w:hyperlink>
      <w:r w:rsidRPr="0052141E">
        <w:rPr>
          <w:sz w:val="32"/>
          <w:szCs w:val="32"/>
        </w:rPr>
        <w:t>, эмоционального ди</w:t>
      </w:r>
      <w:r w:rsidRPr="0052141E">
        <w:rPr>
          <w:sz w:val="32"/>
          <w:szCs w:val="32"/>
        </w:rPr>
        <w:t>с</w:t>
      </w:r>
      <w:r w:rsidRPr="0052141E">
        <w:rPr>
          <w:sz w:val="32"/>
          <w:szCs w:val="32"/>
        </w:rPr>
        <w:t>комфорта;</w:t>
      </w:r>
    </w:p>
    <w:p w:rsidR="005C2833" w:rsidRPr="0052141E" w:rsidRDefault="005C2833" w:rsidP="00DC487B">
      <w:pPr>
        <w:widowControl/>
        <w:numPr>
          <w:ilvl w:val="0"/>
          <w:numId w:val="32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Фактор R - выявляет стремление избегания неприятной ситу</w:t>
      </w:r>
      <w:r w:rsidRPr="0052141E">
        <w:rPr>
          <w:sz w:val="32"/>
          <w:szCs w:val="32"/>
        </w:rPr>
        <w:t>а</w:t>
      </w:r>
      <w:r w:rsidRPr="0052141E">
        <w:rPr>
          <w:sz w:val="32"/>
          <w:szCs w:val="32"/>
        </w:rPr>
        <w:t>ции;</w:t>
      </w:r>
    </w:p>
    <w:p w:rsidR="005C2833" w:rsidRPr="0052141E" w:rsidRDefault="005C2833" w:rsidP="00DC487B">
      <w:pPr>
        <w:widowControl/>
        <w:numPr>
          <w:ilvl w:val="0"/>
          <w:numId w:val="32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Es - определяет тенденцию поддаваться психотерапевтическому воздействию;</w:t>
      </w:r>
    </w:p>
    <w:p w:rsidR="005C2833" w:rsidRPr="0052141E" w:rsidRDefault="005C2833" w:rsidP="00DC487B">
      <w:pPr>
        <w:widowControl/>
        <w:numPr>
          <w:ilvl w:val="0"/>
          <w:numId w:val="32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MAC-R - выявляет предрасположенность к зависимому повед</w:t>
      </w:r>
      <w:r w:rsidRPr="0052141E">
        <w:rPr>
          <w:sz w:val="32"/>
          <w:szCs w:val="32"/>
        </w:rPr>
        <w:t>е</w:t>
      </w:r>
      <w:r w:rsidRPr="0052141E">
        <w:rPr>
          <w:sz w:val="32"/>
          <w:szCs w:val="32"/>
        </w:rPr>
        <w:t>нию, алкоголизму и наркомании;</w:t>
      </w:r>
    </w:p>
    <w:p w:rsidR="005C2833" w:rsidRPr="0052141E" w:rsidRDefault="005C2833" w:rsidP="00DC487B">
      <w:pPr>
        <w:widowControl/>
        <w:numPr>
          <w:ilvl w:val="0"/>
          <w:numId w:val="32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O-H (гиперконтролируемая враждебность) - оценивает спосо</w:t>
      </w:r>
      <w:r w:rsidRPr="0052141E">
        <w:rPr>
          <w:sz w:val="32"/>
          <w:szCs w:val="32"/>
        </w:rPr>
        <w:t>б</w:t>
      </w:r>
      <w:r w:rsidRPr="0052141E">
        <w:rPr>
          <w:sz w:val="32"/>
          <w:szCs w:val="32"/>
        </w:rPr>
        <w:t>ность переносить разочарования;</w:t>
      </w:r>
    </w:p>
    <w:p w:rsidR="005C2833" w:rsidRPr="0052141E" w:rsidRDefault="005C2833" w:rsidP="00DC487B">
      <w:pPr>
        <w:widowControl/>
        <w:numPr>
          <w:ilvl w:val="0"/>
          <w:numId w:val="32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Do (превосходство) - способность брать контроль над ситуацией в межличностных отношениях;</w:t>
      </w:r>
    </w:p>
    <w:p w:rsidR="005C2833" w:rsidRPr="0052141E" w:rsidRDefault="005C2833" w:rsidP="00DC487B">
      <w:pPr>
        <w:widowControl/>
        <w:numPr>
          <w:ilvl w:val="0"/>
          <w:numId w:val="32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Re (социальная ответственность) - уровень восприятия социал</w:t>
      </w:r>
      <w:r w:rsidRPr="0052141E">
        <w:rPr>
          <w:sz w:val="32"/>
          <w:szCs w:val="32"/>
        </w:rPr>
        <w:t>ь</w:t>
      </w:r>
      <w:r w:rsidRPr="0052141E">
        <w:rPr>
          <w:sz w:val="32"/>
          <w:szCs w:val="32"/>
        </w:rPr>
        <w:t>ной ответственности;</w:t>
      </w:r>
    </w:p>
    <w:p w:rsidR="005C2833" w:rsidRPr="0052141E" w:rsidRDefault="005C2833" w:rsidP="00DC487B">
      <w:pPr>
        <w:widowControl/>
        <w:numPr>
          <w:ilvl w:val="0"/>
          <w:numId w:val="32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Mt (шкала дезадаптации) - выявляет лиц с низким адаптацио</w:t>
      </w:r>
      <w:r w:rsidRPr="0052141E">
        <w:rPr>
          <w:sz w:val="32"/>
          <w:szCs w:val="32"/>
        </w:rPr>
        <w:t>н</w:t>
      </w:r>
      <w:r w:rsidRPr="0052141E">
        <w:rPr>
          <w:sz w:val="32"/>
          <w:szCs w:val="32"/>
        </w:rPr>
        <w:t>ным потенциалом;</w:t>
      </w:r>
    </w:p>
    <w:p w:rsidR="005C2833" w:rsidRPr="0052141E" w:rsidRDefault="005C2833" w:rsidP="00DC487B">
      <w:pPr>
        <w:widowControl/>
        <w:numPr>
          <w:ilvl w:val="0"/>
          <w:numId w:val="32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Gm и Gf (шкалы гендерных ролей) - выявляют представления испытуемых относительно восприятия сексуальных ролей;</w:t>
      </w:r>
    </w:p>
    <w:p w:rsidR="005C2833" w:rsidRPr="0052141E" w:rsidRDefault="005C2833" w:rsidP="00DC487B">
      <w:pPr>
        <w:widowControl/>
        <w:numPr>
          <w:ilvl w:val="0"/>
          <w:numId w:val="32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Pk и Ps - шкалы посттравматического стрессового расстройства;</w:t>
      </w:r>
    </w:p>
    <w:p w:rsidR="005C2833" w:rsidRPr="0052141E" w:rsidRDefault="005C2833" w:rsidP="00DC487B">
      <w:pPr>
        <w:widowControl/>
        <w:numPr>
          <w:ilvl w:val="0"/>
          <w:numId w:val="32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MDS (шкала семейного бедствия) - определяет изменения в о</w:t>
      </w:r>
      <w:r w:rsidRPr="0052141E">
        <w:rPr>
          <w:sz w:val="32"/>
          <w:szCs w:val="32"/>
        </w:rPr>
        <w:t>т</w:t>
      </w:r>
      <w:r w:rsidRPr="0052141E">
        <w:rPr>
          <w:sz w:val="32"/>
          <w:szCs w:val="32"/>
        </w:rPr>
        <w:t>ношениях партнеров;</w:t>
      </w:r>
    </w:p>
    <w:p w:rsidR="005C2833" w:rsidRPr="0052141E" w:rsidRDefault="005C2833" w:rsidP="00DC487B">
      <w:pPr>
        <w:widowControl/>
        <w:numPr>
          <w:ilvl w:val="0"/>
          <w:numId w:val="32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APS (потенциальной наркомании) - верифицирует лиц с тенде</w:t>
      </w:r>
      <w:r w:rsidRPr="0052141E">
        <w:rPr>
          <w:sz w:val="32"/>
          <w:szCs w:val="32"/>
        </w:rPr>
        <w:t>н</w:t>
      </w:r>
      <w:r w:rsidRPr="0052141E">
        <w:rPr>
          <w:sz w:val="32"/>
          <w:szCs w:val="32"/>
        </w:rPr>
        <w:t>цией к развитию наркомании или зависимости от психоактивных в</w:t>
      </w:r>
      <w:r w:rsidRPr="0052141E">
        <w:rPr>
          <w:sz w:val="32"/>
          <w:szCs w:val="32"/>
        </w:rPr>
        <w:t>е</w:t>
      </w:r>
      <w:r w:rsidRPr="0052141E">
        <w:rPr>
          <w:sz w:val="32"/>
          <w:szCs w:val="32"/>
        </w:rPr>
        <w:t>ществ;</w:t>
      </w:r>
    </w:p>
    <w:p w:rsidR="005C2833" w:rsidRPr="0052141E" w:rsidRDefault="005C2833" w:rsidP="00DC487B">
      <w:pPr>
        <w:widowControl/>
        <w:numPr>
          <w:ilvl w:val="0"/>
          <w:numId w:val="32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AAS (активной наркоманиии) - верифицирует лиц, злоупотре</w:t>
      </w:r>
      <w:r w:rsidRPr="0052141E">
        <w:rPr>
          <w:sz w:val="32"/>
          <w:szCs w:val="32"/>
        </w:rPr>
        <w:t>б</w:t>
      </w:r>
      <w:r w:rsidRPr="0052141E">
        <w:rPr>
          <w:sz w:val="32"/>
          <w:szCs w:val="32"/>
        </w:rPr>
        <w:t>ляющих наркотическими и психоактивными веществами.</w:t>
      </w:r>
    </w:p>
    <w:p w:rsidR="005C2833" w:rsidRDefault="005C2833" w:rsidP="00DC487B">
      <w:pPr>
        <w:pStyle w:val="Heading3"/>
        <w:spacing w:before="0" w:line="240" w:lineRule="auto"/>
        <w:ind w:firstLine="567"/>
        <w:jc w:val="both"/>
        <w:rPr>
          <w:rFonts w:ascii="Times New Roman" w:hAnsi="Times New Roman"/>
          <w:b w:val="0"/>
          <w:bCs w:val="0"/>
          <w:caps/>
          <w:color w:val="auto"/>
          <w:sz w:val="32"/>
          <w:szCs w:val="32"/>
        </w:rPr>
      </w:pPr>
    </w:p>
    <w:p w:rsidR="005C2833" w:rsidRDefault="005C2833" w:rsidP="00DC487B">
      <w:pPr>
        <w:pStyle w:val="Heading3"/>
        <w:spacing w:before="0" w:line="240" w:lineRule="auto"/>
        <w:ind w:firstLine="567"/>
        <w:jc w:val="both"/>
        <w:rPr>
          <w:rFonts w:ascii="Times New Roman" w:hAnsi="Times New Roman"/>
          <w:bCs w:val="0"/>
          <w:caps/>
          <w:color w:val="auto"/>
          <w:sz w:val="32"/>
          <w:szCs w:val="32"/>
        </w:rPr>
      </w:pPr>
      <w:r w:rsidRPr="00FD49EA">
        <w:rPr>
          <w:rFonts w:ascii="Times New Roman" w:hAnsi="Times New Roman"/>
          <w:bCs w:val="0"/>
          <w:caps/>
          <w:color w:val="auto"/>
          <w:sz w:val="32"/>
          <w:szCs w:val="32"/>
        </w:rPr>
        <w:t>ХАРАКТЕРИСТИКА СОДЕРЖАТЕЛЬНЫХ ШКАЛ MMPI-2</w:t>
      </w:r>
    </w:p>
    <w:p w:rsidR="005C2833" w:rsidRPr="00FD49EA" w:rsidRDefault="005C2833" w:rsidP="00DC487B"/>
    <w:p w:rsidR="005C2833" w:rsidRPr="0052141E" w:rsidRDefault="005C2833" w:rsidP="00DC487B">
      <w:pPr>
        <w:pStyle w:val="NormalWeb"/>
        <w:spacing w:before="0" w:beforeAutospacing="0" w:after="0" w:afterAutospacing="0"/>
        <w:ind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Шкалы, диагностирующие особые состояния личности.</w:t>
      </w:r>
    </w:p>
    <w:p w:rsidR="005C2833" w:rsidRPr="0052141E" w:rsidRDefault="005C2833" w:rsidP="00DC487B">
      <w:pPr>
        <w:widowControl/>
        <w:numPr>
          <w:ilvl w:val="0"/>
          <w:numId w:val="33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Anx (тревога) - акцентирование на общих симптомах беспоко</w:t>
      </w:r>
      <w:r w:rsidRPr="0052141E">
        <w:rPr>
          <w:sz w:val="32"/>
          <w:szCs w:val="32"/>
        </w:rPr>
        <w:t>й</w:t>
      </w:r>
      <w:r w:rsidRPr="0052141E">
        <w:rPr>
          <w:sz w:val="32"/>
          <w:szCs w:val="32"/>
        </w:rPr>
        <w:t>ства, соматических проблемах, трудностях со сном и концентрацией внимания;</w:t>
      </w:r>
    </w:p>
    <w:p w:rsidR="005C2833" w:rsidRPr="0052141E" w:rsidRDefault="005C2833" w:rsidP="00DC487B">
      <w:pPr>
        <w:widowControl/>
        <w:numPr>
          <w:ilvl w:val="0"/>
          <w:numId w:val="33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Frs (опасения) - фобический компонент;</w:t>
      </w:r>
    </w:p>
    <w:p w:rsidR="005C2833" w:rsidRPr="0052141E" w:rsidRDefault="005C2833" w:rsidP="00DC487B">
      <w:pPr>
        <w:widowControl/>
        <w:numPr>
          <w:ilvl w:val="0"/>
          <w:numId w:val="33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Obs (обсессии) - одержимости и навязчивости в мышлении;</w:t>
      </w:r>
    </w:p>
    <w:p w:rsidR="005C2833" w:rsidRPr="0052141E" w:rsidRDefault="005C2833" w:rsidP="00DC487B">
      <w:pPr>
        <w:widowControl/>
        <w:numPr>
          <w:ilvl w:val="0"/>
          <w:numId w:val="33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Dep (депрессии) - наличие депрессивных мыслей;</w:t>
      </w:r>
    </w:p>
    <w:p w:rsidR="005C2833" w:rsidRPr="0052141E" w:rsidRDefault="005C2833" w:rsidP="00DC487B">
      <w:pPr>
        <w:widowControl/>
        <w:numPr>
          <w:ilvl w:val="0"/>
          <w:numId w:val="33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Hea (забота о здоровье) - выявляет респондентов, делающих а</w:t>
      </w:r>
      <w:r w:rsidRPr="0052141E">
        <w:rPr>
          <w:sz w:val="32"/>
          <w:szCs w:val="32"/>
        </w:rPr>
        <w:t>к</w:t>
      </w:r>
      <w:r w:rsidRPr="0052141E">
        <w:rPr>
          <w:sz w:val="32"/>
          <w:szCs w:val="32"/>
        </w:rPr>
        <w:t>цент на соматических симптомах;</w:t>
      </w:r>
    </w:p>
    <w:p w:rsidR="005C2833" w:rsidRPr="0052141E" w:rsidRDefault="005C2833" w:rsidP="00DC487B">
      <w:pPr>
        <w:widowControl/>
        <w:numPr>
          <w:ilvl w:val="0"/>
          <w:numId w:val="33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Biz (странные мысли) - выявляет лиц с психотическим мышл</w:t>
      </w:r>
      <w:r w:rsidRPr="0052141E">
        <w:rPr>
          <w:sz w:val="32"/>
          <w:szCs w:val="32"/>
        </w:rPr>
        <w:t>е</w:t>
      </w:r>
      <w:r w:rsidRPr="0052141E">
        <w:rPr>
          <w:sz w:val="32"/>
          <w:szCs w:val="32"/>
        </w:rPr>
        <w:t>нием;</w:t>
      </w:r>
    </w:p>
    <w:p w:rsidR="005C2833" w:rsidRPr="0052141E" w:rsidRDefault="005C2833" w:rsidP="00DC487B">
      <w:pPr>
        <w:widowControl/>
        <w:numPr>
          <w:ilvl w:val="0"/>
          <w:numId w:val="33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Ang (бешенство) - лиц с нарушением контроля гнева;</w:t>
      </w:r>
    </w:p>
    <w:p w:rsidR="005C2833" w:rsidRPr="0052141E" w:rsidRDefault="005C2833" w:rsidP="00DC487B">
      <w:pPr>
        <w:widowControl/>
        <w:numPr>
          <w:ilvl w:val="0"/>
          <w:numId w:val="33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Cun (цинизм) - устанавливает наличие вызывающе-пренебрежительного и презрительного отношения;</w:t>
      </w:r>
    </w:p>
    <w:p w:rsidR="005C2833" w:rsidRPr="0052141E" w:rsidRDefault="005C2833" w:rsidP="00DC487B">
      <w:pPr>
        <w:widowControl/>
        <w:numPr>
          <w:ilvl w:val="0"/>
          <w:numId w:val="33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Asp (асоциальное поведение) - выявляет респондентов с пр</w:t>
      </w:r>
      <w:r w:rsidRPr="0052141E">
        <w:rPr>
          <w:sz w:val="32"/>
          <w:szCs w:val="32"/>
        </w:rPr>
        <w:t>о</w:t>
      </w:r>
      <w:r w:rsidRPr="0052141E">
        <w:rPr>
          <w:sz w:val="32"/>
          <w:szCs w:val="32"/>
        </w:rPr>
        <w:t>блемами асоциального поведения в прошлом;</w:t>
      </w:r>
    </w:p>
    <w:p w:rsidR="005C2833" w:rsidRPr="0052141E" w:rsidRDefault="005C2833" w:rsidP="00DC487B">
      <w:pPr>
        <w:widowControl/>
        <w:numPr>
          <w:ilvl w:val="0"/>
          <w:numId w:val="33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Tpa (тип A) - близость личности к типу А. Тип поведения во время стресса, характеризующийся повышенной экспрессивностью;</w:t>
      </w:r>
    </w:p>
    <w:p w:rsidR="005C2833" w:rsidRPr="0052141E" w:rsidRDefault="005C2833" w:rsidP="00DC487B">
      <w:pPr>
        <w:widowControl/>
        <w:numPr>
          <w:ilvl w:val="0"/>
          <w:numId w:val="33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Lse (низкая самооценка) - люди со сниженным мнением о себе;</w:t>
      </w:r>
    </w:p>
    <w:p w:rsidR="005C2833" w:rsidRPr="0052141E" w:rsidRDefault="005C2833" w:rsidP="00DC487B">
      <w:pPr>
        <w:widowControl/>
        <w:numPr>
          <w:ilvl w:val="0"/>
          <w:numId w:val="33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Sod (социального дискомфорта) - лиц, испытывающих диско</w:t>
      </w:r>
      <w:r w:rsidRPr="0052141E">
        <w:rPr>
          <w:sz w:val="32"/>
          <w:szCs w:val="32"/>
        </w:rPr>
        <w:t>м</w:t>
      </w:r>
      <w:r w:rsidRPr="0052141E">
        <w:rPr>
          <w:sz w:val="32"/>
          <w:szCs w:val="32"/>
        </w:rPr>
        <w:t>форт, находясь в группе;</w:t>
      </w:r>
    </w:p>
    <w:p w:rsidR="005C2833" w:rsidRPr="0052141E" w:rsidRDefault="005C2833" w:rsidP="00DC487B">
      <w:pPr>
        <w:widowControl/>
        <w:numPr>
          <w:ilvl w:val="0"/>
          <w:numId w:val="33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Fam (семейных проблем) - помогает выявлять респондентов, и</w:t>
      </w:r>
      <w:r w:rsidRPr="0052141E">
        <w:rPr>
          <w:sz w:val="32"/>
          <w:szCs w:val="32"/>
        </w:rPr>
        <w:t>с</w:t>
      </w:r>
      <w:r w:rsidRPr="0052141E">
        <w:rPr>
          <w:sz w:val="32"/>
          <w:szCs w:val="32"/>
        </w:rPr>
        <w:t>пытывающих проблемы в семье;</w:t>
      </w:r>
    </w:p>
    <w:p w:rsidR="005C2833" w:rsidRPr="0052141E" w:rsidRDefault="005C2833" w:rsidP="00DC487B">
      <w:pPr>
        <w:widowControl/>
        <w:numPr>
          <w:ilvl w:val="0"/>
          <w:numId w:val="33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Wrk (сложности в работе) - помогает выявлять респондентов, испытывающих проблемы на работе;</w:t>
      </w:r>
    </w:p>
    <w:p w:rsidR="005C2833" w:rsidRPr="0052141E" w:rsidRDefault="005C2833" w:rsidP="00DC487B">
      <w:pPr>
        <w:widowControl/>
        <w:numPr>
          <w:ilvl w:val="0"/>
          <w:numId w:val="33"/>
        </w:numPr>
        <w:autoSpaceDE/>
        <w:autoSpaceDN/>
        <w:adjustRightInd/>
        <w:spacing w:line="240" w:lineRule="auto"/>
        <w:ind w:left="0" w:firstLine="567"/>
        <w:jc w:val="both"/>
        <w:rPr>
          <w:sz w:val="32"/>
          <w:szCs w:val="32"/>
        </w:rPr>
      </w:pPr>
      <w:r w:rsidRPr="0052141E">
        <w:rPr>
          <w:sz w:val="32"/>
          <w:szCs w:val="32"/>
        </w:rPr>
        <w:t>Trt (отрицательное отношение к лечению) - указывает на лиц, испытывающих негативное отношение к психиатрическому лечению.</w:t>
      </w:r>
    </w:p>
    <w:p w:rsidR="005C2833" w:rsidRDefault="005C2833" w:rsidP="00CE4F23">
      <w:pPr>
        <w:spacing w:line="240" w:lineRule="auto"/>
        <w:ind w:firstLine="567"/>
        <w:jc w:val="both"/>
        <w:rPr>
          <w:sz w:val="28"/>
          <w:szCs w:val="28"/>
        </w:rPr>
      </w:pPr>
    </w:p>
    <w:p w:rsidR="005C2833" w:rsidRDefault="005C2833" w:rsidP="002F5874">
      <w:pPr>
        <w:spacing w:line="240" w:lineRule="auto"/>
        <w:jc w:val="center"/>
        <w:rPr>
          <w:b/>
          <w:sz w:val="32"/>
          <w:szCs w:val="32"/>
        </w:rPr>
      </w:pPr>
    </w:p>
    <w:p w:rsidR="005C2833" w:rsidRDefault="005C2833" w:rsidP="002F5874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</w:t>
      </w:r>
      <w:r w:rsidRPr="00700EA4">
        <w:rPr>
          <w:b/>
          <w:sz w:val="32"/>
          <w:szCs w:val="32"/>
        </w:rPr>
        <w:t>.</w:t>
      </w:r>
      <w:r w:rsidRPr="003D41C0">
        <w:t xml:space="preserve"> </w:t>
      </w:r>
      <w:r>
        <w:t xml:space="preserve"> </w:t>
      </w:r>
      <w:r w:rsidRPr="00700EA4">
        <w:rPr>
          <w:b/>
          <w:sz w:val="32"/>
          <w:szCs w:val="32"/>
        </w:rPr>
        <w:t>М</w:t>
      </w:r>
      <w:r>
        <w:rPr>
          <w:b/>
          <w:sz w:val="32"/>
          <w:szCs w:val="32"/>
        </w:rPr>
        <w:t>НОГОФАКТОРНЫЙ</w:t>
      </w:r>
      <w:r w:rsidRPr="00700EA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ЛИЧНОСТНЫЙ</w:t>
      </w:r>
      <w:r w:rsidRPr="00700EA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ОПРОСНИК</w:t>
      </w:r>
      <w:r w:rsidRPr="00700EA4">
        <w:rPr>
          <w:b/>
          <w:sz w:val="32"/>
          <w:szCs w:val="32"/>
        </w:rPr>
        <w:t xml:space="preserve"> К</w:t>
      </w:r>
      <w:r>
        <w:rPr>
          <w:b/>
          <w:sz w:val="32"/>
          <w:szCs w:val="32"/>
        </w:rPr>
        <w:t>ЕТТЕЛЛА</w:t>
      </w:r>
      <w:r w:rsidRPr="00700EA4">
        <w:rPr>
          <w:b/>
          <w:sz w:val="32"/>
          <w:szCs w:val="32"/>
        </w:rPr>
        <w:t xml:space="preserve"> 16PF</w:t>
      </w:r>
    </w:p>
    <w:p w:rsidR="005C2833" w:rsidRPr="00700EA4" w:rsidRDefault="005C2833" w:rsidP="002F5874">
      <w:pPr>
        <w:spacing w:line="240" w:lineRule="auto"/>
        <w:jc w:val="center"/>
        <w:rPr>
          <w:b/>
          <w:sz w:val="32"/>
          <w:szCs w:val="32"/>
        </w:rPr>
      </w:pPr>
    </w:p>
    <w:p w:rsidR="005C2833" w:rsidRDefault="005C2833" w:rsidP="00CE4F23">
      <w:pPr>
        <w:widowControl/>
        <w:shd w:val="clear" w:color="auto" w:fill="FFFFFF"/>
        <w:autoSpaceDE/>
        <w:autoSpaceDN/>
        <w:adjustRightInd/>
        <w:spacing w:line="240" w:lineRule="auto"/>
        <w:ind w:firstLine="567"/>
        <w:jc w:val="both"/>
        <w:textAlignment w:val="baseline"/>
        <w:rPr>
          <w:sz w:val="32"/>
          <w:szCs w:val="32"/>
        </w:rPr>
      </w:pPr>
      <w:r w:rsidRPr="00A723B5">
        <w:rPr>
          <w:sz w:val="32"/>
          <w:szCs w:val="32"/>
        </w:rPr>
        <w:t xml:space="preserve">Стандартизованный личностный опросник Кеттелла 16PF (версия А) состоит из 187 </w:t>
      </w:r>
      <w:r w:rsidRPr="009F11EA">
        <w:rPr>
          <w:sz w:val="32"/>
          <w:szCs w:val="32"/>
        </w:rPr>
        <w:t>вопросов</w:t>
      </w:r>
      <w:r>
        <w:rPr>
          <w:sz w:val="32"/>
          <w:szCs w:val="32"/>
        </w:rPr>
        <w:t>,</w:t>
      </w:r>
      <w:r w:rsidRPr="009F11EA">
        <w:rPr>
          <w:sz w:val="32"/>
          <w:szCs w:val="32"/>
        </w:rPr>
        <w:t xml:space="preserve"> </w:t>
      </w:r>
      <w:r w:rsidRPr="009F11EA">
        <w:rPr>
          <w:color w:val="000000"/>
          <w:sz w:val="32"/>
          <w:szCs w:val="32"/>
          <w:shd w:val="clear" w:color="auto" w:fill="FFFFFF"/>
        </w:rPr>
        <w:t>на кажд</w:t>
      </w:r>
      <w:r>
        <w:rPr>
          <w:color w:val="000000"/>
          <w:sz w:val="32"/>
          <w:szCs w:val="32"/>
          <w:shd w:val="clear" w:color="auto" w:fill="FFFFFF"/>
        </w:rPr>
        <w:t>ы</w:t>
      </w:r>
      <w:r w:rsidRPr="009F11EA">
        <w:rPr>
          <w:color w:val="000000"/>
          <w:sz w:val="32"/>
          <w:szCs w:val="32"/>
          <w:shd w:val="clear" w:color="auto" w:fill="FFFFFF"/>
        </w:rPr>
        <w:t>й из которых предлагается три варианта ответов (a, b, c)</w:t>
      </w:r>
      <w:r w:rsidRPr="009F11EA">
        <w:rPr>
          <w:sz w:val="32"/>
          <w:szCs w:val="32"/>
        </w:rPr>
        <w:t xml:space="preserve">. </w:t>
      </w:r>
      <w:r>
        <w:rPr>
          <w:sz w:val="32"/>
          <w:szCs w:val="32"/>
        </w:rPr>
        <w:t>Ниже приведены о</w:t>
      </w:r>
      <w:r w:rsidRPr="00E828A7">
        <w:rPr>
          <w:sz w:val="32"/>
          <w:szCs w:val="32"/>
        </w:rPr>
        <w:t>сновные личностные факторы</w:t>
      </w:r>
      <w:r>
        <w:rPr>
          <w:sz w:val="32"/>
          <w:szCs w:val="32"/>
        </w:rPr>
        <w:t xml:space="preserve"> и описание их крайних значений.</w:t>
      </w:r>
    </w:p>
    <w:p w:rsidR="005C2833" w:rsidRPr="00FC329B" w:rsidRDefault="005C2833" w:rsidP="00CE4F23">
      <w:pPr>
        <w:widowControl/>
        <w:shd w:val="clear" w:color="auto" w:fill="FFFFFF"/>
        <w:autoSpaceDE/>
        <w:autoSpaceDN/>
        <w:adjustRightInd/>
        <w:spacing w:line="240" w:lineRule="auto"/>
        <w:ind w:firstLine="567"/>
        <w:textAlignment w:val="baseline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6"/>
        <w:gridCol w:w="559"/>
        <w:gridCol w:w="3193"/>
        <w:gridCol w:w="5606"/>
      </w:tblGrid>
      <w:tr w:rsidR="005C2833" w:rsidRPr="007423E3" w:rsidTr="007A0476">
        <w:trPr>
          <w:tblHeader/>
        </w:trPr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3193" w:type="dxa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Фактор</w:t>
            </w:r>
          </w:p>
        </w:tc>
        <w:tc>
          <w:tcPr>
            <w:tcW w:w="5606" w:type="dxa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Описание</w:t>
            </w:r>
          </w:p>
        </w:tc>
      </w:tr>
      <w:tr w:rsidR="005C2833" w:rsidRPr="007423E3" w:rsidTr="007A0476">
        <w:trPr>
          <w:trHeight w:val="2681"/>
          <w:tblHeader/>
        </w:trPr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А</w:t>
            </w:r>
          </w:p>
        </w:tc>
        <w:tc>
          <w:tcPr>
            <w:tcW w:w="3193" w:type="dxa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Открытость –</w:t>
            </w:r>
          </w:p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замкнутость</w:t>
            </w:r>
          </w:p>
        </w:tc>
        <w:tc>
          <w:tcPr>
            <w:tcW w:w="5606" w:type="dxa"/>
          </w:tcPr>
          <w:p w:rsidR="005C2833" w:rsidRPr="007423E3" w:rsidRDefault="005C2833" w:rsidP="00CE4F23">
            <w:pPr>
              <w:widowControl/>
              <w:shd w:val="clear" w:color="auto" w:fill="FFFFFF"/>
              <w:autoSpaceDE/>
              <w:autoSpaceDN/>
              <w:adjustRightInd/>
              <w:spacing w:line="240" w:lineRule="auto"/>
              <w:ind w:firstLine="0"/>
              <w:rPr>
                <w:color w:val="252525"/>
                <w:sz w:val="28"/>
                <w:szCs w:val="28"/>
              </w:rPr>
            </w:pPr>
            <w:r w:rsidRPr="007423E3">
              <w:rPr>
                <w:b/>
                <w:bCs/>
                <w:color w:val="252525"/>
                <w:sz w:val="28"/>
                <w:szCs w:val="28"/>
              </w:rPr>
              <w:t>Фактор А</w:t>
            </w:r>
            <w:r w:rsidRPr="00D12DAB">
              <w:rPr>
                <w:b/>
                <w:bCs/>
                <w:color w:val="252525"/>
                <w:sz w:val="28"/>
                <w:szCs w:val="28"/>
              </w:rPr>
              <w:t>+</w:t>
            </w:r>
            <w:r w:rsidRPr="007423E3">
              <w:rPr>
                <w:color w:val="252525"/>
                <w:sz w:val="28"/>
                <w:szCs w:val="28"/>
              </w:rPr>
              <w:t> 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252525"/>
                <w:sz w:val="28"/>
                <w:szCs w:val="28"/>
              </w:rPr>
              <w:t xml:space="preserve"> Открытость</w:t>
            </w:r>
          </w:p>
          <w:p w:rsidR="005C2833" w:rsidRPr="007423E3" w:rsidRDefault="005C2833" w:rsidP="00CE4F23">
            <w:pPr>
              <w:widowControl/>
              <w:shd w:val="clear" w:color="auto" w:fill="FFFFFF"/>
              <w:autoSpaceDE/>
              <w:autoSpaceDN/>
              <w:adjustRightInd/>
              <w:spacing w:line="240" w:lineRule="auto"/>
              <w:ind w:firstLine="0"/>
              <w:rPr>
                <w:color w:val="252525"/>
                <w:sz w:val="28"/>
                <w:szCs w:val="28"/>
              </w:rPr>
            </w:pPr>
            <w:r w:rsidRPr="007423E3">
              <w:rPr>
                <w:color w:val="252525"/>
                <w:sz w:val="28"/>
                <w:szCs w:val="28"/>
              </w:rPr>
              <w:t>Готовый к новым знакомствам, приветл</w:t>
            </w:r>
            <w:r w:rsidRPr="007423E3">
              <w:rPr>
                <w:color w:val="252525"/>
                <w:sz w:val="28"/>
                <w:szCs w:val="28"/>
              </w:rPr>
              <w:t>и</w:t>
            </w:r>
            <w:r w:rsidRPr="007423E3">
              <w:rPr>
                <w:color w:val="252525"/>
                <w:sz w:val="28"/>
                <w:szCs w:val="28"/>
              </w:rPr>
              <w:t>вый, уживчивый, внимательный к людям, естественный в обращении, легко сокр</w:t>
            </w:r>
            <w:r w:rsidRPr="007423E3">
              <w:rPr>
                <w:color w:val="252525"/>
                <w:sz w:val="28"/>
                <w:szCs w:val="28"/>
              </w:rPr>
              <w:t>а</w:t>
            </w:r>
            <w:r w:rsidRPr="007423E3">
              <w:rPr>
                <w:color w:val="252525"/>
                <w:sz w:val="28"/>
                <w:szCs w:val="28"/>
              </w:rPr>
              <w:t>щающий дистанцию.</w:t>
            </w:r>
          </w:p>
          <w:p w:rsidR="005C2833" w:rsidRPr="007423E3" w:rsidRDefault="005C2833" w:rsidP="00CE4F23">
            <w:pPr>
              <w:widowControl/>
              <w:shd w:val="clear" w:color="auto" w:fill="FFFFFF"/>
              <w:autoSpaceDE/>
              <w:autoSpaceDN/>
              <w:adjustRightInd/>
              <w:spacing w:line="240" w:lineRule="auto"/>
              <w:ind w:firstLine="0"/>
              <w:rPr>
                <w:color w:val="252525"/>
                <w:sz w:val="28"/>
                <w:szCs w:val="28"/>
              </w:rPr>
            </w:pPr>
            <w:r w:rsidRPr="007423E3">
              <w:rPr>
                <w:b/>
                <w:bCs/>
                <w:color w:val="252525"/>
                <w:sz w:val="28"/>
                <w:szCs w:val="28"/>
              </w:rPr>
              <w:t>Фактор А</w:t>
            </w:r>
            <w:r w:rsidRPr="00D12DAB">
              <w:rPr>
                <w:bCs/>
                <w:color w:val="252525"/>
                <w:sz w:val="28"/>
                <w:szCs w:val="28"/>
              </w:rPr>
              <w:t>-</w:t>
            </w:r>
            <w:r w:rsidRPr="007423E3">
              <w:rPr>
                <w:color w:val="252525"/>
                <w:sz w:val="28"/>
                <w:szCs w:val="28"/>
              </w:rPr>
              <w:t> 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252525"/>
                <w:sz w:val="28"/>
                <w:szCs w:val="28"/>
              </w:rPr>
              <w:t xml:space="preserve"> Замкнутость</w:t>
            </w:r>
          </w:p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252525"/>
                <w:sz w:val="28"/>
                <w:szCs w:val="28"/>
              </w:rPr>
              <w:t>Замкнутый, скептичный, негибкий в отн</w:t>
            </w:r>
            <w:r w:rsidRPr="007423E3">
              <w:rPr>
                <w:color w:val="252525"/>
                <w:sz w:val="28"/>
                <w:szCs w:val="28"/>
              </w:rPr>
              <w:t>о</w:t>
            </w:r>
            <w:r w:rsidRPr="007423E3">
              <w:rPr>
                <w:color w:val="252525"/>
                <w:sz w:val="28"/>
                <w:szCs w:val="28"/>
              </w:rPr>
              <w:t>шениях с людьми, склонный к уединению, сконцентрированный на собственных мы</w:t>
            </w:r>
            <w:r w:rsidRPr="007423E3">
              <w:rPr>
                <w:color w:val="252525"/>
                <w:sz w:val="28"/>
                <w:szCs w:val="28"/>
              </w:rPr>
              <w:t>с</w:t>
            </w:r>
            <w:r w:rsidRPr="007423E3">
              <w:rPr>
                <w:color w:val="252525"/>
                <w:sz w:val="28"/>
                <w:szCs w:val="28"/>
              </w:rPr>
              <w:t>лях и чувствах, дистантный (официальный).</w:t>
            </w:r>
          </w:p>
        </w:tc>
      </w:tr>
      <w:tr w:rsidR="005C2833" w:rsidRPr="007423E3" w:rsidTr="007A0476">
        <w:trPr>
          <w:tblHeader/>
        </w:trPr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В</w:t>
            </w:r>
          </w:p>
        </w:tc>
        <w:tc>
          <w:tcPr>
            <w:tcW w:w="3193" w:type="dxa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Конкретное мышление - абстрактное мышление</w:t>
            </w:r>
          </w:p>
        </w:tc>
        <w:tc>
          <w:tcPr>
            <w:tcW w:w="5606" w:type="dxa"/>
          </w:tcPr>
          <w:p w:rsidR="005C2833" w:rsidRPr="007423E3" w:rsidRDefault="005C2833" w:rsidP="00F87AD4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B+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Развитое мышление</w:t>
            </w:r>
          </w:p>
          <w:p w:rsidR="005C2833" w:rsidRPr="007423E3" w:rsidRDefault="005C2833" w:rsidP="00F87AD4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Сообразительный, умеет анализировать с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и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туации, способен к осмысленным заключ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е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ниям, интеллектуальный, культурный</w:t>
            </w:r>
          </w:p>
          <w:p w:rsidR="005C2833" w:rsidRPr="007423E3" w:rsidRDefault="005C2833" w:rsidP="00F87AD4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B</w:t>
            </w:r>
            <w:r w:rsidRPr="00D12DAB">
              <w:rPr>
                <w:color w:val="000000"/>
                <w:sz w:val="28"/>
                <w:szCs w:val="28"/>
                <w:bdr w:val="none" w:sz="0" w:space="0" w:color="auto" w:frame="1"/>
              </w:rPr>
              <w:t>-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Ограниченное мышление</w:t>
            </w:r>
          </w:p>
          <w:p w:rsidR="005C2833" w:rsidRPr="007423E3" w:rsidRDefault="005C2833" w:rsidP="00F87AD4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Трудности в обучении, в умении анализир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о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вать и обобщать материалы, легко сдаётся, столкнувшись с трудностями, «мужлан»</w:t>
            </w:r>
          </w:p>
        </w:tc>
      </w:tr>
      <w:tr w:rsidR="005C2833" w:rsidRPr="007423E3" w:rsidTr="007A0476">
        <w:trPr>
          <w:tblHeader/>
        </w:trPr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С</w:t>
            </w:r>
          </w:p>
        </w:tc>
        <w:tc>
          <w:tcPr>
            <w:tcW w:w="3193" w:type="dxa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Эмоциональная нест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а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бильность -   эмоци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о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нальная стабильность</w:t>
            </w:r>
          </w:p>
        </w:tc>
        <w:tc>
          <w:tcPr>
            <w:tcW w:w="5606" w:type="dxa"/>
          </w:tcPr>
          <w:p w:rsidR="005C2833" w:rsidRPr="007423E3" w:rsidRDefault="005C2833" w:rsidP="00F87AD4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C+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Эмоциональная стабильность</w:t>
            </w:r>
          </w:p>
          <w:p w:rsidR="005C2833" w:rsidRPr="007423E3" w:rsidRDefault="005C2833" w:rsidP="00F87AD4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Спокойный, зрелый, уверенный, чувственно постоянный, не боится сложных ситуаций, эмоционально устойчив</w:t>
            </w:r>
          </w:p>
          <w:p w:rsidR="005C2833" w:rsidRPr="007423E3" w:rsidRDefault="005C2833" w:rsidP="00F87AD4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C</w:t>
            </w:r>
            <w:r w:rsidRPr="00D12DAB">
              <w:rPr>
                <w:color w:val="000000"/>
                <w:sz w:val="28"/>
                <w:szCs w:val="28"/>
                <w:bdr w:val="none" w:sz="0" w:space="0" w:color="auto" w:frame="1"/>
              </w:rPr>
              <w:t>-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Эмоциональная неустойч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и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вость</w:t>
            </w:r>
          </w:p>
          <w:p w:rsidR="005C2833" w:rsidRPr="007423E3" w:rsidRDefault="005C2833" w:rsidP="00F87AD4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Неуверенный, нетерпеливый, раздражител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ь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ный, склонный к озабоченности и огорчен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и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ям, откладывает решение сложных вопр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о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сов, тревожится.</w:t>
            </w:r>
          </w:p>
        </w:tc>
      </w:tr>
      <w:tr w:rsidR="005C2833" w:rsidRPr="007423E3" w:rsidTr="007A0476">
        <w:trPr>
          <w:tblHeader/>
        </w:trPr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Е</w:t>
            </w:r>
          </w:p>
        </w:tc>
        <w:tc>
          <w:tcPr>
            <w:tcW w:w="3193" w:type="dxa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Подчиненность – </w:t>
            </w:r>
          </w:p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доминантность</w:t>
            </w:r>
          </w:p>
        </w:tc>
        <w:tc>
          <w:tcPr>
            <w:tcW w:w="5606" w:type="dxa"/>
          </w:tcPr>
          <w:p w:rsidR="005C2833" w:rsidRPr="007423E3" w:rsidRDefault="005C2833" w:rsidP="00F87AD4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E+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Независимость</w:t>
            </w:r>
          </w:p>
          <w:p w:rsidR="005C2833" w:rsidRPr="007423E3" w:rsidRDefault="005C2833" w:rsidP="00F87AD4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Пробивной, самоуверенный, твёрдый, неу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с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тупчивый, неподатливый, берётся лидир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о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вать, руководить, сам для себя является «з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а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коном»</w:t>
            </w:r>
          </w:p>
          <w:p w:rsidR="005C2833" w:rsidRPr="007423E3" w:rsidRDefault="005C2833" w:rsidP="00F87AD4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E</w:t>
            </w:r>
            <w:r w:rsidRPr="00D12DAB">
              <w:rPr>
                <w:color w:val="000000"/>
                <w:sz w:val="28"/>
                <w:szCs w:val="28"/>
                <w:bdr w:val="none" w:sz="0" w:space="0" w:color="auto" w:frame="1"/>
              </w:rPr>
              <w:t>-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Податливость</w:t>
            </w:r>
          </w:p>
          <w:p w:rsidR="005C2833" w:rsidRPr="007423E3" w:rsidRDefault="005C2833" w:rsidP="00F87AD4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Мягкий, уступчивый, зависимый, ласковый, легко попадает в зависимость, избегает роль лидера, подчиняется, ведомый</w:t>
            </w:r>
          </w:p>
        </w:tc>
      </w:tr>
      <w:tr w:rsidR="005C2833" w:rsidRPr="007423E3" w:rsidTr="007A0476">
        <w:trPr>
          <w:tblHeader/>
        </w:trPr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5</w:t>
            </w:r>
          </w:p>
        </w:tc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F</w:t>
            </w:r>
          </w:p>
        </w:tc>
        <w:tc>
          <w:tcPr>
            <w:tcW w:w="3193" w:type="dxa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Сдержанность – </w:t>
            </w:r>
          </w:p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экспрессивность</w:t>
            </w:r>
          </w:p>
        </w:tc>
        <w:tc>
          <w:tcPr>
            <w:tcW w:w="5606" w:type="dxa"/>
          </w:tcPr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F+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Беспечность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Беззаботный, импульсивный, разговорч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и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вый, весёлый, радостный, живой, готовый реагировать, проявлять чувства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F</w:t>
            </w:r>
            <w:r w:rsidRPr="00D12DAB">
              <w:rPr>
                <w:color w:val="000000"/>
                <w:sz w:val="28"/>
                <w:szCs w:val="28"/>
                <w:bdr w:val="none" w:sz="0" w:space="0" w:color="auto" w:frame="1"/>
              </w:rPr>
              <w:t>-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Озабоченность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Серьёзный, углублённый в себе, озабоче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но-задумчивый, пессимист, сдержанный, рассудительный, под самоконтролем</w:t>
            </w:r>
          </w:p>
        </w:tc>
      </w:tr>
      <w:tr w:rsidR="005C2833" w:rsidRPr="007423E3" w:rsidTr="007A0476">
        <w:trPr>
          <w:tblHeader/>
        </w:trPr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6</w:t>
            </w:r>
          </w:p>
        </w:tc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G</w:t>
            </w:r>
          </w:p>
        </w:tc>
        <w:tc>
          <w:tcPr>
            <w:tcW w:w="3193" w:type="dxa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Низкая нормативность поведения   - высокая нормативность повед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е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ния</w:t>
            </w:r>
          </w:p>
        </w:tc>
        <w:tc>
          <w:tcPr>
            <w:tcW w:w="5606" w:type="dxa"/>
          </w:tcPr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G+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Сознательность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Выдержанный, решительный, обязательный, ответственный, всегда готовый к действию, основательный, упорный в достижении ц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е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ли, социально-нормированный, выраженная сила «супер-ЭГО»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G</w:t>
            </w:r>
            <w:r w:rsidRPr="00D12DAB">
              <w:rPr>
                <w:color w:val="000000"/>
                <w:sz w:val="28"/>
                <w:szCs w:val="28"/>
                <w:bdr w:val="none" w:sz="0" w:space="0" w:color="auto" w:frame="1"/>
              </w:rPr>
              <w:t>-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Беспринципность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Небрежный, легкомысленный, ненадёжный, непостоянный, легко сдаётся, столкнувшись с трудностями создаёт помехи и трудности, с претензиями, не связывает себя правилами</w:t>
            </w:r>
          </w:p>
        </w:tc>
      </w:tr>
      <w:tr w:rsidR="005C2833" w:rsidRPr="007423E3" w:rsidTr="007A0476">
        <w:trPr>
          <w:tblHeader/>
        </w:trPr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7</w:t>
            </w:r>
          </w:p>
        </w:tc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H</w:t>
            </w:r>
          </w:p>
        </w:tc>
        <w:tc>
          <w:tcPr>
            <w:tcW w:w="3193" w:type="dxa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Робость - смелость</w:t>
            </w:r>
          </w:p>
        </w:tc>
        <w:tc>
          <w:tcPr>
            <w:tcW w:w="5606" w:type="dxa"/>
          </w:tcPr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H+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Смелость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Авантюрный, легко знакомится с людьми, реактивный, бодрый, предприимчивый, ри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с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кующий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H</w:t>
            </w:r>
            <w:r w:rsidRPr="00D12DAB">
              <w:rPr>
                <w:color w:val="000000"/>
                <w:sz w:val="28"/>
                <w:szCs w:val="28"/>
                <w:bdr w:val="none" w:sz="0" w:space="0" w:color="auto" w:frame="1"/>
              </w:rPr>
              <w:t>-</w:t>
            </w: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Застенчивость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Нерешительный, избегает ответственности и риска</w:t>
            </w:r>
          </w:p>
        </w:tc>
      </w:tr>
      <w:tr w:rsidR="005C2833" w:rsidRPr="007423E3" w:rsidTr="007A0476">
        <w:trPr>
          <w:tblHeader/>
        </w:trPr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8</w:t>
            </w:r>
          </w:p>
        </w:tc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I</w:t>
            </w:r>
          </w:p>
        </w:tc>
        <w:tc>
          <w:tcPr>
            <w:tcW w:w="3193" w:type="dxa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Реализм – </w:t>
            </w:r>
          </w:p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чувствительность</w:t>
            </w:r>
          </w:p>
        </w:tc>
        <w:tc>
          <w:tcPr>
            <w:tcW w:w="5606" w:type="dxa"/>
          </w:tcPr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I</w:t>
            </w:r>
            <w:r w:rsidRPr="00D12DAB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+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Чувственность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Сентиментальный, с развитыми эстетич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е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скими потребностями, сочувствующий и ищущий сочувствия у других, приветливый, требующий внимания других, ипохондрик, боязливый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I</w:t>
            </w:r>
            <w:r w:rsidRPr="00D12DAB">
              <w:rPr>
                <w:color w:val="000000"/>
                <w:sz w:val="28"/>
                <w:szCs w:val="28"/>
                <w:bdr w:val="none" w:sz="0" w:space="0" w:color="auto" w:frame="1"/>
              </w:rPr>
              <w:t>-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Твёрдость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Реалист, надеется на себя, берет на себя о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т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ветственность, суровый, жёсткий, самосто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я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тельный, бывает циничный, нечувствител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ь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ный к своему физическому состоянию, скептик</w:t>
            </w:r>
          </w:p>
        </w:tc>
      </w:tr>
      <w:tr w:rsidR="005C2833" w:rsidRPr="007423E3" w:rsidTr="007A0476">
        <w:trPr>
          <w:tblHeader/>
        </w:trPr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9</w:t>
            </w:r>
          </w:p>
        </w:tc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L</w:t>
            </w:r>
          </w:p>
        </w:tc>
        <w:tc>
          <w:tcPr>
            <w:tcW w:w="3193" w:type="dxa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Подозрительность – </w:t>
            </w:r>
          </w:p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доверчивость</w:t>
            </w:r>
          </w:p>
        </w:tc>
        <w:tc>
          <w:tcPr>
            <w:tcW w:w="5606" w:type="dxa"/>
          </w:tcPr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L+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Подозрительность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Ревнивый, замкнутый, задумчивый, твё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р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дый, раздражитель</w:t>
            </w:r>
            <w:r>
              <w:rPr>
                <w:color w:val="000000"/>
                <w:sz w:val="28"/>
                <w:szCs w:val="28"/>
                <w:bdr w:val="none" w:sz="0" w:space="0" w:color="auto" w:frame="1"/>
              </w:rPr>
              <w:t>ный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, излишнее самомн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е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ние, направленный на «себя», независимый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L</w:t>
            </w:r>
            <w:r w:rsidRPr="00D12DAB">
              <w:rPr>
                <w:color w:val="000000"/>
                <w:sz w:val="28"/>
                <w:szCs w:val="28"/>
                <w:bdr w:val="none" w:sz="0" w:space="0" w:color="auto" w:frame="1"/>
              </w:rPr>
              <w:t>-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Доверчивость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Дружеский, прямодушный, открытый, п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о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нимающий, снисходительный, мягкосерде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ч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ный, спокойный, благодушный, не завис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т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ливый, умеет ладить с людьми</w:t>
            </w:r>
          </w:p>
        </w:tc>
      </w:tr>
      <w:tr w:rsidR="005C2833" w:rsidRPr="007423E3" w:rsidTr="007A0476">
        <w:trPr>
          <w:tblHeader/>
        </w:trPr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10</w:t>
            </w:r>
          </w:p>
        </w:tc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M</w:t>
            </w:r>
          </w:p>
        </w:tc>
        <w:tc>
          <w:tcPr>
            <w:tcW w:w="3193" w:type="dxa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Практичность – </w:t>
            </w:r>
          </w:p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мечтательность</w:t>
            </w:r>
          </w:p>
        </w:tc>
        <w:tc>
          <w:tcPr>
            <w:tcW w:w="5606" w:type="dxa"/>
          </w:tcPr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M+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Мечтательность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Углублённый в себя, интересующийся на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у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кой, теорией, смыслом жизни, богатое воо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б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ражение, беспомощный в практических д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е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лах, преимущественно весёлый, не искл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ю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чены истерические аномалии, в коллективе конфликтный, бесхозяйственный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M</w:t>
            </w:r>
            <w:r w:rsidRPr="008A004B">
              <w:rPr>
                <w:color w:val="000000"/>
                <w:sz w:val="28"/>
                <w:szCs w:val="28"/>
                <w:bdr w:val="none" w:sz="0" w:space="0" w:color="auto" w:frame="1"/>
              </w:rPr>
              <w:t>-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Практичность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Интересующийся фактами, обусловленный обстоятельствами, живая реакция на пра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к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тические вопросы, интересы сужены на н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е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посредственный успех, спонтанно ничего не делающий, реалистический, надёжный, серьёзный, хозяйственный, но очень пост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о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янно ориентирован на внешнюю реальность, общепринятые нормы, уделяет внимание мелочам, но иногда не хватает творческого воображения</w:t>
            </w:r>
          </w:p>
        </w:tc>
      </w:tr>
      <w:tr w:rsidR="005C2833" w:rsidRPr="007423E3" w:rsidTr="007A0476">
        <w:trPr>
          <w:tblHeader/>
        </w:trPr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11</w:t>
            </w:r>
          </w:p>
        </w:tc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N</w:t>
            </w:r>
          </w:p>
        </w:tc>
        <w:tc>
          <w:tcPr>
            <w:tcW w:w="3193" w:type="dxa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Прямолинейность (н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а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ивность) -   прониц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а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тельность (искусстве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ность)</w:t>
            </w:r>
          </w:p>
        </w:tc>
        <w:tc>
          <w:tcPr>
            <w:tcW w:w="5606" w:type="dxa"/>
          </w:tcPr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N+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Утончённость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Изысканно-утончённый, рафинированный, под самоконтролем, эстетически разборч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и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вый, светский, понимает себя, понимает других, честолюбивый, несколько неув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е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ренный, неудовлетворённый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N</w:t>
            </w:r>
            <w:r w:rsidRPr="008A004B">
              <w:rPr>
                <w:color w:val="000000"/>
                <w:sz w:val="28"/>
                <w:szCs w:val="28"/>
                <w:bdr w:val="none" w:sz="0" w:space="0" w:color="auto" w:frame="1"/>
              </w:rPr>
              <w:t>-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«Простота»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Простой без «блеска», открытый, горячий, спонтанный в поведении, в обществе, пр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о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стой вкус, отсутствует самоанализ, не ан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а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лизирует мотивы поведения других, доволен тем что имеет</w:t>
            </w:r>
          </w:p>
        </w:tc>
      </w:tr>
      <w:tr w:rsidR="005C2833" w:rsidRPr="007423E3" w:rsidTr="007A0476">
        <w:trPr>
          <w:tblHeader/>
        </w:trPr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12</w:t>
            </w:r>
          </w:p>
        </w:tc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О</w:t>
            </w:r>
          </w:p>
        </w:tc>
        <w:tc>
          <w:tcPr>
            <w:tcW w:w="3193" w:type="dxa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Спокойствие – </w:t>
            </w:r>
          </w:p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тревожность</w:t>
            </w:r>
          </w:p>
        </w:tc>
        <w:tc>
          <w:tcPr>
            <w:tcW w:w="5606" w:type="dxa"/>
          </w:tcPr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O+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Склонность к чувству вины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Боязливый, неуверенный, тревожный, оз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а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боченный, депрессивный, чуткий, легко впадает в растерянность, сильное чувство долга, чересчур заботливый, полон страхов, подвержен настроению, частые плохие предчувствия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O</w:t>
            </w:r>
            <w:r w:rsidRPr="008A004B">
              <w:rPr>
                <w:color w:val="000000"/>
                <w:sz w:val="28"/>
                <w:szCs w:val="28"/>
                <w:bdr w:val="none" w:sz="0" w:space="0" w:color="auto" w:frame="1"/>
              </w:rPr>
              <w:t>-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Спокойная самоуверенность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Верит в себя, спокойный, умеет «позаб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а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виться», упрямый, видит смысл в целесоо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б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разности, неряшливый, бесстрашный, живёт простыми делами, нечувствителен к мнению о себе</w:t>
            </w:r>
          </w:p>
        </w:tc>
      </w:tr>
      <w:tr w:rsidR="005C2833" w:rsidRPr="007423E3" w:rsidTr="007A0476">
        <w:trPr>
          <w:tblHeader/>
        </w:trPr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13</w:t>
            </w:r>
          </w:p>
        </w:tc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Q1</w:t>
            </w:r>
          </w:p>
        </w:tc>
        <w:tc>
          <w:tcPr>
            <w:tcW w:w="3193" w:type="dxa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Консерватизм – </w:t>
            </w:r>
          </w:p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радикализм</w:t>
            </w:r>
          </w:p>
        </w:tc>
        <w:tc>
          <w:tcPr>
            <w:tcW w:w="5606" w:type="dxa"/>
          </w:tcPr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Q1+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Радикализм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Интеллектуальные интересы и сомнения по поводу фундаментальных проблем, скепт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и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цизм, стремление пересмотреть сущес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т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вующие принципы, склонность к экспер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и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ментированию и нововведениям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Q1</w:t>
            </w:r>
            <w:r w:rsidRPr="008A004B">
              <w:rPr>
                <w:color w:val="000000"/>
                <w:sz w:val="28"/>
                <w:szCs w:val="28"/>
                <w:bdr w:val="none" w:sz="0" w:space="0" w:color="auto" w:frame="1"/>
              </w:rPr>
              <w:t>-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Консерватизм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Стремление к поддержке установленных понятий, норм, принципов, традиций, с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о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мнение в новых идеях, отрицание необх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о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димости перемен</w:t>
            </w:r>
          </w:p>
        </w:tc>
      </w:tr>
      <w:tr w:rsidR="005C2833" w:rsidRPr="007423E3" w:rsidTr="007A0476">
        <w:trPr>
          <w:tblHeader/>
        </w:trPr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14</w:t>
            </w:r>
          </w:p>
        </w:tc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Q2</w:t>
            </w:r>
          </w:p>
        </w:tc>
        <w:tc>
          <w:tcPr>
            <w:tcW w:w="3193" w:type="dxa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Конформизм (завис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и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мость от   группы) - нонконформизм (сам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о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стоятельность)</w:t>
            </w:r>
          </w:p>
        </w:tc>
        <w:tc>
          <w:tcPr>
            <w:tcW w:w="5606" w:type="dxa"/>
          </w:tcPr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Q2+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Самостоятельность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Предпочитает собственное мнение, незав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и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сим во взглядах, стремится к самостоятел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ь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ным решениям и действиям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Q2</w:t>
            </w:r>
            <w:r w:rsidRPr="008A004B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-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Зависимость от группы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Конформен, зависим от чужого мнения, предпочитает принятие решения вместе с другими людьми, ориентирован на социал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ь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ное одобрение</w:t>
            </w:r>
          </w:p>
        </w:tc>
      </w:tr>
      <w:tr w:rsidR="005C2833" w:rsidRPr="007423E3" w:rsidTr="007A0476">
        <w:trPr>
          <w:tblHeader/>
        </w:trPr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1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5</w:t>
            </w:r>
          </w:p>
        </w:tc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Q3</w:t>
            </w:r>
          </w:p>
        </w:tc>
        <w:tc>
          <w:tcPr>
            <w:tcW w:w="3193" w:type="dxa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Низкий самоконтроль - высокий   самоконтроль</w:t>
            </w:r>
          </w:p>
        </w:tc>
        <w:tc>
          <w:tcPr>
            <w:tcW w:w="5606" w:type="dxa"/>
          </w:tcPr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Q3+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Самоконтроль, сильная воля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Дисциплинированность, точность в выпо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л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нении социальных требований, хороший контроль за своими эмоциями, забота о св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о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ей репутации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Q3</w:t>
            </w:r>
            <w:r w:rsidRPr="008A004B">
              <w:rPr>
                <w:color w:val="000000"/>
                <w:sz w:val="28"/>
                <w:szCs w:val="28"/>
                <w:bdr w:val="none" w:sz="0" w:space="0" w:color="auto" w:frame="1"/>
              </w:rPr>
              <w:t>-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Недостаток самоконтроля, индифферентность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Внутренняя конфликтность, низкий сам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о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контроль, недисциплинированность, нес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о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блюдение правил, спонтанность в повед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е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нии, подчинённость своим страстям</w:t>
            </w:r>
          </w:p>
        </w:tc>
      </w:tr>
      <w:tr w:rsidR="005C2833" w:rsidRPr="007423E3" w:rsidTr="007A0476">
        <w:trPr>
          <w:tblHeader/>
        </w:trPr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16</w:t>
            </w:r>
          </w:p>
        </w:tc>
        <w:tc>
          <w:tcPr>
            <w:tcW w:w="0" w:type="auto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after="167"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Q4</w:t>
            </w:r>
          </w:p>
        </w:tc>
        <w:tc>
          <w:tcPr>
            <w:tcW w:w="3193" w:type="dxa"/>
          </w:tcPr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Расслабленность – </w:t>
            </w:r>
          </w:p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эмоциональная   </w:t>
            </w:r>
          </w:p>
          <w:p w:rsidR="005C2833" w:rsidRPr="007423E3" w:rsidRDefault="005C2833" w:rsidP="00CE4F23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напряженность</w:t>
            </w:r>
          </w:p>
        </w:tc>
        <w:tc>
          <w:tcPr>
            <w:tcW w:w="5606" w:type="dxa"/>
          </w:tcPr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Q4+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Внутренняя напряжённость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Возбужденный, взволнованный, напряжё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ный, раздражительный, нетерпеливый, и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з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быток побуждений, не находящих разрядки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  <w:t>Фактор Q4</w:t>
            </w:r>
            <w:r w:rsidRPr="008A004B">
              <w:rPr>
                <w:color w:val="000000"/>
                <w:sz w:val="28"/>
                <w:szCs w:val="28"/>
                <w:bdr w:val="none" w:sz="0" w:space="0" w:color="auto" w:frame="1"/>
              </w:rPr>
              <w:t>-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sz w:val="32"/>
                <w:szCs w:val="32"/>
                <w:shd w:val="clear" w:color="auto" w:fill="FFFFFF"/>
              </w:rPr>
              <w:t>–</w:t>
            </w: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Внутренняя расслабленность</w:t>
            </w:r>
          </w:p>
          <w:p w:rsidR="005C2833" w:rsidRPr="007423E3" w:rsidRDefault="005C2833" w:rsidP="00EF2F66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7423E3">
              <w:rPr>
                <w:color w:val="000000"/>
                <w:sz w:val="28"/>
                <w:szCs w:val="28"/>
                <w:bdr w:val="none" w:sz="0" w:space="0" w:color="auto" w:frame="1"/>
              </w:rPr>
              <w:t>Флегматичность, релаксация, вялость, лень, расслабленность, недостаточная мотивация, не вполне оправданная удовлетворённость</w:t>
            </w:r>
          </w:p>
        </w:tc>
      </w:tr>
    </w:tbl>
    <w:p w:rsidR="005C2833" w:rsidRDefault="005C2833" w:rsidP="00CE4F23">
      <w:pPr>
        <w:spacing w:line="240" w:lineRule="auto"/>
        <w:rPr>
          <w:sz w:val="32"/>
          <w:szCs w:val="32"/>
        </w:rPr>
      </w:pPr>
    </w:p>
    <w:p w:rsidR="005C2833" w:rsidRPr="005F7B28" w:rsidRDefault="005C2833" w:rsidP="00CE4F23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Рассматриваю</w:t>
      </w:r>
      <w:r w:rsidRPr="005F7B28">
        <w:rPr>
          <w:sz w:val="32"/>
          <w:szCs w:val="32"/>
        </w:rPr>
        <w:t>тся еще 4 вторичных фактора</w:t>
      </w:r>
      <w:r>
        <w:rPr>
          <w:sz w:val="32"/>
          <w:szCs w:val="32"/>
        </w:rPr>
        <w:t>:</w:t>
      </w:r>
      <w:r w:rsidRPr="005F7B28">
        <w:rPr>
          <w:sz w:val="32"/>
          <w:szCs w:val="32"/>
        </w:rPr>
        <w:t xml:space="preserve"> </w:t>
      </w:r>
      <w:r w:rsidRPr="005F7B28">
        <w:rPr>
          <w:sz w:val="32"/>
          <w:szCs w:val="32"/>
          <w:lang w:val="en-US"/>
        </w:rPr>
        <w:t>F</w:t>
      </w:r>
      <w:r w:rsidRPr="005F7B28">
        <w:rPr>
          <w:sz w:val="32"/>
          <w:szCs w:val="32"/>
        </w:rPr>
        <w:t xml:space="preserve">1 - </w:t>
      </w:r>
      <w:r>
        <w:rPr>
          <w:sz w:val="32"/>
          <w:szCs w:val="32"/>
        </w:rPr>
        <w:t>т</w:t>
      </w:r>
      <w:r w:rsidRPr="005F7B28">
        <w:rPr>
          <w:sz w:val="32"/>
          <w:szCs w:val="32"/>
        </w:rPr>
        <w:t xml:space="preserve">ревожность , </w:t>
      </w:r>
      <w:r w:rsidRPr="005F7B28">
        <w:rPr>
          <w:sz w:val="32"/>
          <w:szCs w:val="32"/>
          <w:lang w:val="en-US"/>
        </w:rPr>
        <w:t>F</w:t>
      </w:r>
      <w:r w:rsidRPr="005F7B28">
        <w:rPr>
          <w:sz w:val="32"/>
          <w:szCs w:val="32"/>
        </w:rPr>
        <w:t xml:space="preserve">2 - </w:t>
      </w:r>
      <w:r>
        <w:rPr>
          <w:sz w:val="32"/>
          <w:szCs w:val="32"/>
        </w:rPr>
        <w:t>э</w:t>
      </w:r>
      <w:r w:rsidRPr="005F7B28">
        <w:rPr>
          <w:sz w:val="32"/>
          <w:szCs w:val="32"/>
        </w:rPr>
        <w:t xml:space="preserve">кстраверсия, </w:t>
      </w:r>
      <w:r w:rsidRPr="005F7B28">
        <w:rPr>
          <w:sz w:val="32"/>
          <w:szCs w:val="32"/>
          <w:lang w:val="en-US"/>
        </w:rPr>
        <w:t>F</w:t>
      </w:r>
      <w:r w:rsidRPr="005F7B28">
        <w:rPr>
          <w:sz w:val="32"/>
          <w:szCs w:val="32"/>
        </w:rPr>
        <w:t xml:space="preserve">3 - </w:t>
      </w:r>
      <w:r>
        <w:rPr>
          <w:sz w:val="32"/>
          <w:szCs w:val="32"/>
        </w:rPr>
        <w:t>э</w:t>
      </w:r>
      <w:r w:rsidRPr="005F7B28">
        <w:rPr>
          <w:sz w:val="32"/>
          <w:szCs w:val="32"/>
        </w:rPr>
        <w:t xml:space="preserve">моциональная лабильность , </w:t>
      </w:r>
      <w:r w:rsidRPr="005F7B28">
        <w:rPr>
          <w:sz w:val="32"/>
          <w:szCs w:val="32"/>
          <w:lang w:val="en-US"/>
        </w:rPr>
        <w:t>F</w:t>
      </w:r>
      <w:r w:rsidRPr="005F7B28">
        <w:rPr>
          <w:sz w:val="32"/>
          <w:szCs w:val="32"/>
        </w:rPr>
        <w:t xml:space="preserve">4 - </w:t>
      </w:r>
      <w:r>
        <w:rPr>
          <w:sz w:val="32"/>
          <w:szCs w:val="32"/>
        </w:rPr>
        <w:t>д</w:t>
      </w:r>
      <w:r w:rsidRPr="005F7B28">
        <w:rPr>
          <w:sz w:val="32"/>
          <w:szCs w:val="32"/>
        </w:rPr>
        <w:t>оминантность.</w:t>
      </w:r>
    </w:p>
    <w:p w:rsidR="005C2833" w:rsidRDefault="005C2833" w:rsidP="00CE4F23">
      <w:pPr>
        <w:spacing w:line="240" w:lineRule="auto"/>
        <w:rPr>
          <w:color w:val="000000"/>
          <w:sz w:val="32"/>
          <w:szCs w:val="32"/>
        </w:rPr>
      </w:pPr>
      <w:r w:rsidRPr="00A25FC2">
        <w:rPr>
          <w:color w:val="000000"/>
          <w:sz w:val="32"/>
          <w:szCs w:val="32"/>
        </w:rPr>
        <w:t xml:space="preserve">При интерпретации полученных результатов </w:t>
      </w:r>
      <w:r>
        <w:rPr>
          <w:color w:val="000000"/>
          <w:sz w:val="32"/>
          <w:szCs w:val="32"/>
        </w:rPr>
        <w:t>часто</w:t>
      </w:r>
      <w:r w:rsidRPr="00A25FC2">
        <w:rPr>
          <w:color w:val="000000"/>
          <w:sz w:val="32"/>
          <w:szCs w:val="32"/>
        </w:rPr>
        <w:t xml:space="preserve"> использ</w:t>
      </w:r>
      <w:r>
        <w:rPr>
          <w:color w:val="000000"/>
          <w:sz w:val="32"/>
          <w:szCs w:val="32"/>
        </w:rPr>
        <w:t>уются</w:t>
      </w:r>
      <w:r w:rsidRPr="00A25FC2">
        <w:rPr>
          <w:color w:val="000000"/>
          <w:sz w:val="32"/>
          <w:szCs w:val="32"/>
        </w:rPr>
        <w:t xml:space="preserve"> не только выраженность отдельных факторов, но и их сочетаний</w:t>
      </w:r>
      <w:r>
        <w:rPr>
          <w:color w:val="000000"/>
          <w:sz w:val="32"/>
          <w:szCs w:val="32"/>
        </w:rPr>
        <w:t>. В</w:t>
      </w:r>
      <w:r>
        <w:rPr>
          <w:color w:val="000000"/>
          <w:sz w:val="32"/>
          <w:szCs w:val="32"/>
        </w:rPr>
        <w:t>ы</w:t>
      </w:r>
      <w:r>
        <w:rPr>
          <w:color w:val="000000"/>
          <w:sz w:val="32"/>
          <w:szCs w:val="32"/>
        </w:rPr>
        <w:t>деляют 4 группы таких сочетаний факторов:</w:t>
      </w:r>
      <w:r w:rsidRPr="00A25FC2">
        <w:rPr>
          <w:color w:val="000000"/>
          <w:sz w:val="32"/>
          <w:szCs w:val="32"/>
        </w:rPr>
        <w:t xml:space="preserve"> </w:t>
      </w:r>
    </w:p>
    <w:p w:rsidR="005C2833" w:rsidRDefault="005C2833" w:rsidP="00CE4F23">
      <w:pPr>
        <w:spacing w:line="240" w:lineRule="auto"/>
        <w:rPr>
          <w:color w:val="000000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88"/>
        <w:gridCol w:w="5066"/>
      </w:tblGrid>
      <w:tr w:rsidR="005C2833" w:rsidRPr="007423E3" w:rsidTr="0083736F">
        <w:trPr>
          <w:trHeight w:val="2361"/>
        </w:trPr>
        <w:tc>
          <w:tcPr>
            <w:tcW w:w="4788" w:type="dxa"/>
          </w:tcPr>
          <w:p w:rsidR="005C2833" w:rsidRPr="007423E3" w:rsidRDefault="005C2833" w:rsidP="00CE4F23">
            <w:pPr>
              <w:widowControl/>
              <w:shd w:val="clear" w:color="auto" w:fill="FFFFFF"/>
              <w:autoSpaceDE/>
              <w:autoSpaceDN/>
              <w:adjustRightInd/>
              <w:spacing w:line="240" w:lineRule="auto"/>
              <w:ind w:firstLine="0"/>
              <w:jc w:val="center"/>
              <w:textAlignment w:val="baseline"/>
              <w:rPr>
                <w:i/>
                <w:sz w:val="28"/>
                <w:szCs w:val="28"/>
                <w:u w:val="single"/>
              </w:rPr>
            </w:pPr>
            <w:r w:rsidRPr="007423E3">
              <w:rPr>
                <w:i/>
                <w:sz w:val="28"/>
                <w:szCs w:val="28"/>
                <w:u w:val="single"/>
              </w:rPr>
              <w:t>коммуникативные свойства:</w:t>
            </w:r>
          </w:p>
          <w:p w:rsidR="005C2833" w:rsidRPr="007423E3" w:rsidRDefault="005C2833" w:rsidP="00CE4F23">
            <w:pPr>
              <w:pStyle w:val="ListParagraph"/>
              <w:widowControl/>
              <w:shd w:val="clear" w:color="auto" w:fill="FFFFFF"/>
              <w:autoSpaceDE/>
              <w:autoSpaceDN/>
              <w:adjustRightInd/>
              <w:spacing w:line="240" w:lineRule="auto"/>
              <w:ind w:left="0" w:firstLine="0"/>
              <w:jc w:val="both"/>
              <w:textAlignment w:val="baseline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А – общительность;</w:t>
            </w:r>
          </w:p>
          <w:p w:rsidR="005C2833" w:rsidRPr="007423E3" w:rsidRDefault="005C2833" w:rsidP="00CE4F23">
            <w:pPr>
              <w:pStyle w:val="ListParagraph"/>
              <w:widowControl/>
              <w:shd w:val="clear" w:color="auto" w:fill="FFFFFF"/>
              <w:autoSpaceDE/>
              <w:autoSpaceDN/>
              <w:adjustRightInd/>
              <w:spacing w:line="240" w:lineRule="auto"/>
              <w:ind w:left="0" w:firstLine="0"/>
              <w:jc w:val="both"/>
              <w:textAlignment w:val="baseline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Н – смелость;</w:t>
            </w:r>
          </w:p>
          <w:p w:rsidR="005C2833" w:rsidRPr="007423E3" w:rsidRDefault="005C2833" w:rsidP="00CE4F23">
            <w:pPr>
              <w:pStyle w:val="ListParagraph"/>
              <w:widowControl/>
              <w:shd w:val="clear" w:color="auto" w:fill="FFFFFF"/>
              <w:autoSpaceDE/>
              <w:autoSpaceDN/>
              <w:adjustRightInd/>
              <w:spacing w:line="240" w:lineRule="auto"/>
              <w:ind w:left="0" w:firstLine="0"/>
              <w:jc w:val="both"/>
              <w:textAlignment w:val="baseline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Е – доминантность;</w:t>
            </w:r>
          </w:p>
          <w:p w:rsidR="005C2833" w:rsidRPr="007423E3" w:rsidRDefault="005C2833" w:rsidP="00CE4F23">
            <w:pPr>
              <w:pStyle w:val="ListParagraph"/>
              <w:widowControl/>
              <w:shd w:val="clear" w:color="auto" w:fill="FFFFFF"/>
              <w:autoSpaceDE/>
              <w:autoSpaceDN/>
              <w:adjustRightInd/>
              <w:spacing w:line="240" w:lineRule="auto"/>
              <w:ind w:left="0" w:firstLine="0"/>
              <w:jc w:val="both"/>
              <w:textAlignment w:val="baseline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L – подозрительность;</w:t>
            </w:r>
          </w:p>
          <w:p w:rsidR="005C2833" w:rsidRPr="007423E3" w:rsidRDefault="005C2833" w:rsidP="00CE4F23">
            <w:pPr>
              <w:pStyle w:val="ListParagraph"/>
              <w:widowControl/>
              <w:shd w:val="clear" w:color="auto" w:fill="FFFFFF"/>
              <w:autoSpaceDE/>
              <w:autoSpaceDN/>
              <w:adjustRightInd/>
              <w:spacing w:line="240" w:lineRule="auto"/>
              <w:ind w:left="0" w:firstLine="0"/>
              <w:jc w:val="both"/>
              <w:textAlignment w:val="baseline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N – дипломатичность;</w:t>
            </w:r>
          </w:p>
          <w:p w:rsidR="005C2833" w:rsidRPr="007423E3" w:rsidRDefault="005C2833" w:rsidP="00CE4F23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Q2 – самостоятельность.</w:t>
            </w:r>
          </w:p>
        </w:tc>
        <w:tc>
          <w:tcPr>
            <w:tcW w:w="5066" w:type="dxa"/>
          </w:tcPr>
          <w:p w:rsidR="005C2833" w:rsidRPr="007423E3" w:rsidRDefault="005C2833" w:rsidP="00CE4F23">
            <w:pPr>
              <w:spacing w:line="240" w:lineRule="auto"/>
              <w:ind w:firstLine="567"/>
              <w:jc w:val="both"/>
              <w:rPr>
                <w:i/>
                <w:sz w:val="28"/>
                <w:szCs w:val="28"/>
                <w:u w:val="single"/>
              </w:rPr>
            </w:pPr>
            <w:r w:rsidRPr="007423E3">
              <w:rPr>
                <w:i/>
                <w:sz w:val="28"/>
                <w:szCs w:val="28"/>
                <w:u w:val="single"/>
              </w:rPr>
              <w:t>эмоциональные свойства:</w:t>
            </w:r>
          </w:p>
          <w:p w:rsidR="005C2833" w:rsidRPr="007423E3" w:rsidRDefault="005C2833" w:rsidP="00CE4F23">
            <w:pPr>
              <w:pStyle w:val="ListParagraph"/>
              <w:spacing w:line="240" w:lineRule="auto"/>
              <w:ind w:left="0"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С – эмоциональная устойчивость;</w:t>
            </w:r>
          </w:p>
          <w:p w:rsidR="005C2833" w:rsidRPr="007423E3" w:rsidRDefault="005C2833" w:rsidP="00CE4F23">
            <w:pPr>
              <w:pStyle w:val="ListParagraph"/>
              <w:spacing w:line="240" w:lineRule="auto"/>
              <w:ind w:left="0"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F – беспечность;</w:t>
            </w:r>
          </w:p>
          <w:p w:rsidR="005C2833" w:rsidRPr="007423E3" w:rsidRDefault="005C2833" w:rsidP="00CE4F23">
            <w:pPr>
              <w:pStyle w:val="ListParagraph"/>
              <w:spacing w:line="240" w:lineRule="auto"/>
              <w:ind w:left="0"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H – смелость в социальных контактах;</w:t>
            </w:r>
          </w:p>
          <w:p w:rsidR="005C2833" w:rsidRPr="007423E3" w:rsidRDefault="005C2833" w:rsidP="00CE4F23">
            <w:pPr>
              <w:pStyle w:val="ListParagraph"/>
              <w:spacing w:line="240" w:lineRule="auto"/>
              <w:ind w:left="0"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I – эмоциональная чувствительность;</w:t>
            </w:r>
          </w:p>
          <w:p w:rsidR="005C2833" w:rsidRPr="007423E3" w:rsidRDefault="005C2833" w:rsidP="00CE4F23">
            <w:pPr>
              <w:pStyle w:val="ListParagraph"/>
              <w:spacing w:line="240" w:lineRule="auto"/>
              <w:ind w:left="0"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  <w:lang w:val="en-US"/>
              </w:rPr>
              <w:t>O</w:t>
            </w:r>
            <w:r w:rsidRPr="007423E3">
              <w:rPr>
                <w:sz w:val="28"/>
                <w:szCs w:val="28"/>
              </w:rPr>
              <w:t xml:space="preserve"> – тревожность;</w:t>
            </w:r>
          </w:p>
          <w:p w:rsidR="005C2833" w:rsidRPr="007423E3" w:rsidRDefault="005C2833" w:rsidP="00CE4F23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Q4 – напряженность.</w:t>
            </w:r>
          </w:p>
        </w:tc>
      </w:tr>
      <w:tr w:rsidR="005C2833" w:rsidRPr="007423E3" w:rsidTr="0083736F">
        <w:tc>
          <w:tcPr>
            <w:tcW w:w="4788" w:type="dxa"/>
          </w:tcPr>
          <w:p w:rsidR="005C2833" w:rsidRPr="007423E3" w:rsidRDefault="005C2833" w:rsidP="00CE4F23">
            <w:pPr>
              <w:widowControl/>
              <w:shd w:val="clear" w:color="auto" w:fill="FFFFFF"/>
              <w:autoSpaceDE/>
              <w:autoSpaceDN/>
              <w:adjustRightInd/>
              <w:spacing w:line="240" w:lineRule="auto"/>
              <w:ind w:firstLine="0"/>
              <w:jc w:val="center"/>
              <w:textAlignment w:val="baseline"/>
              <w:rPr>
                <w:i/>
                <w:sz w:val="28"/>
                <w:szCs w:val="28"/>
                <w:u w:val="single"/>
              </w:rPr>
            </w:pPr>
            <w:r w:rsidRPr="007423E3">
              <w:rPr>
                <w:i/>
                <w:sz w:val="28"/>
                <w:szCs w:val="28"/>
                <w:u w:val="single"/>
              </w:rPr>
              <w:t>интеллектуальные iq свойств:</w:t>
            </w:r>
          </w:p>
          <w:p w:rsidR="005C2833" w:rsidRPr="007423E3" w:rsidRDefault="005C2833" w:rsidP="00CE4F23">
            <w:pPr>
              <w:pStyle w:val="ListParagraph"/>
              <w:widowControl/>
              <w:shd w:val="clear" w:color="auto" w:fill="FFFFFF"/>
              <w:autoSpaceDE/>
              <w:autoSpaceDN/>
              <w:adjustRightInd/>
              <w:spacing w:line="240" w:lineRule="auto"/>
              <w:ind w:left="0" w:firstLine="0"/>
              <w:jc w:val="both"/>
              <w:textAlignment w:val="baseline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В – интеллектуальность;</w:t>
            </w:r>
          </w:p>
          <w:p w:rsidR="005C2833" w:rsidRPr="007423E3" w:rsidRDefault="005C2833" w:rsidP="00CE4F23">
            <w:pPr>
              <w:pStyle w:val="ListParagraph"/>
              <w:widowControl/>
              <w:shd w:val="clear" w:color="auto" w:fill="FFFFFF"/>
              <w:autoSpaceDE/>
              <w:autoSpaceDN/>
              <w:adjustRightInd/>
              <w:spacing w:line="240" w:lineRule="auto"/>
              <w:ind w:left="0" w:firstLine="0"/>
              <w:jc w:val="both"/>
              <w:textAlignment w:val="baseline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М – мечтательность;</w:t>
            </w:r>
          </w:p>
          <w:p w:rsidR="005C2833" w:rsidRPr="007423E3" w:rsidRDefault="005C2833" w:rsidP="00CE4F23">
            <w:pPr>
              <w:pStyle w:val="ListParagraph"/>
              <w:widowControl/>
              <w:shd w:val="clear" w:color="auto" w:fill="FFFFFF"/>
              <w:autoSpaceDE/>
              <w:autoSpaceDN/>
              <w:adjustRightInd/>
              <w:spacing w:line="240" w:lineRule="auto"/>
              <w:ind w:left="0" w:firstLine="0"/>
              <w:jc w:val="both"/>
              <w:textAlignment w:val="baseline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N – дипломатичность;</w:t>
            </w:r>
          </w:p>
          <w:p w:rsidR="005C2833" w:rsidRPr="007423E3" w:rsidRDefault="005C2833" w:rsidP="00CE4F23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Q1 – восприимчивость к новому.</w:t>
            </w:r>
          </w:p>
        </w:tc>
        <w:tc>
          <w:tcPr>
            <w:tcW w:w="5066" w:type="dxa"/>
          </w:tcPr>
          <w:p w:rsidR="005C2833" w:rsidRPr="007423E3" w:rsidRDefault="005C2833" w:rsidP="00CE4F23">
            <w:pPr>
              <w:spacing w:line="240" w:lineRule="auto"/>
              <w:ind w:firstLine="0"/>
              <w:jc w:val="center"/>
              <w:rPr>
                <w:i/>
                <w:sz w:val="28"/>
                <w:szCs w:val="28"/>
                <w:u w:val="single"/>
              </w:rPr>
            </w:pPr>
            <w:r w:rsidRPr="007423E3">
              <w:rPr>
                <w:i/>
                <w:sz w:val="28"/>
                <w:szCs w:val="28"/>
                <w:u w:val="single"/>
              </w:rPr>
              <w:t>регуляторные свойства личности:</w:t>
            </w:r>
          </w:p>
          <w:p w:rsidR="005C2833" w:rsidRPr="007423E3" w:rsidRDefault="005C2833" w:rsidP="00CE4F23">
            <w:pPr>
              <w:pStyle w:val="ListParagraph"/>
              <w:spacing w:line="240" w:lineRule="auto"/>
              <w:ind w:left="0"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Q3 – самодисциплина;</w:t>
            </w:r>
          </w:p>
          <w:p w:rsidR="005C2833" w:rsidRPr="007423E3" w:rsidRDefault="005C2833" w:rsidP="00CE4F23">
            <w:pPr>
              <w:pStyle w:val="ListParagraph"/>
              <w:spacing w:line="240" w:lineRule="auto"/>
              <w:ind w:left="0"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G – моральная нормативность.</w:t>
            </w:r>
          </w:p>
          <w:p w:rsidR="005C2833" w:rsidRPr="007423E3" w:rsidRDefault="005C2833" w:rsidP="00CE4F23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5C2833" w:rsidRDefault="005C2833" w:rsidP="00CE4F23">
      <w:pPr>
        <w:spacing w:line="240" w:lineRule="auto"/>
        <w:rPr>
          <w:rFonts w:ascii="Arial" w:hAnsi="Arial" w:cs="Arial"/>
          <w:color w:val="000000"/>
          <w:sz w:val="22"/>
          <w:szCs w:val="22"/>
        </w:rPr>
      </w:pPr>
    </w:p>
    <w:p w:rsidR="005C2833" w:rsidRPr="00C30697" w:rsidRDefault="005C2833" w:rsidP="00CE4F23">
      <w:pPr>
        <w:spacing w:line="240" w:lineRule="auto"/>
        <w:rPr>
          <w:color w:val="000000"/>
          <w:sz w:val="32"/>
          <w:szCs w:val="32"/>
        </w:rPr>
      </w:pPr>
      <w:r w:rsidRPr="00DB5A63">
        <w:rPr>
          <w:i/>
          <w:sz w:val="32"/>
          <w:szCs w:val="32"/>
        </w:rPr>
        <w:t>Обработка результатов</w:t>
      </w:r>
      <w:r w:rsidRPr="00BC4E7C">
        <w:rPr>
          <w:sz w:val="32"/>
          <w:szCs w:val="32"/>
        </w:rPr>
        <w:t xml:space="preserve"> ответов происходит по ключу. Подсч</w:t>
      </w:r>
      <w:r w:rsidRPr="00BC4E7C">
        <w:rPr>
          <w:sz w:val="32"/>
          <w:szCs w:val="32"/>
        </w:rPr>
        <w:t>и</w:t>
      </w:r>
      <w:r w:rsidRPr="00BC4E7C">
        <w:rPr>
          <w:sz w:val="32"/>
          <w:szCs w:val="32"/>
        </w:rPr>
        <w:t xml:space="preserve">тываются </w:t>
      </w:r>
      <w:r>
        <w:rPr>
          <w:sz w:val="32"/>
          <w:szCs w:val="32"/>
        </w:rPr>
        <w:t>первичные</w:t>
      </w:r>
      <w:r w:rsidRPr="00BC4E7C">
        <w:rPr>
          <w:sz w:val="32"/>
          <w:szCs w:val="32"/>
        </w:rPr>
        <w:t xml:space="preserve"> баллы, затем </w:t>
      </w:r>
      <w:r>
        <w:rPr>
          <w:sz w:val="32"/>
          <w:szCs w:val="32"/>
        </w:rPr>
        <w:t>по т</w:t>
      </w:r>
      <w:r w:rsidRPr="00BC4E7C">
        <w:rPr>
          <w:sz w:val="32"/>
          <w:szCs w:val="32"/>
        </w:rPr>
        <w:t>аблиц</w:t>
      </w:r>
      <w:r>
        <w:rPr>
          <w:sz w:val="32"/>
          <w:szCs w:val="32"/>
        </w:rPr>
        <w:t>е</w:t>
      </w:r>
      <w:r w:rsidRPr="00BC4E7C">
        <w:rPr>
          <w:sz w:val="32"/>
          <w:szCs w:val="32"/>
        </w:rPr>
        <w:t xml:space="preserve"> нормирован</w:t>
      </w:r>
      <w:r>
        <w:rPr>
          <w:sz w:val="32"/>
          <w:szCs w:val="32"/>
        </w:rPr>
        <w:t>ных</w:t>
      </w:r>
      <w:r w:rsidRPr="00BC4E7C">
        <w:rPr>
          <w:sz w:val="32"/>
          <w:szCs w:val="32"/>
        </w:rPr>
        <w:t xml:space="preserve"> пе</w:t>
      </w:r>
      <w:r w:rsidRPr="00BC4E7C">
        <w:rPr>
          <w:sz w:val="32"/>
          <w:szCs w:val="32"/>
        </w:rPr>
        <w:t>р</w:t>
      </w:r>
      <w:r w:rsidRPr="00BC4E7C">
        <w:rPr>
          <w:sz w:val="32"/>
          <w:szCs w:val="32"/>
        </w:rPr>
        <w:t>вичных оценок они переводятся в стены</w:t>
      </w:r>
      <w:r>
        <w:rPr>
          <w:sz w:val="32"/>
          <w:szCs w:val="32"/>
        </w:rPr>
        <w:t>.</w:t>
      </w:r>
      <w:r w:rsidRPr="00BC4E7C">
        <w:rPr>
          <w:sz w:val="32"/>
          <w:szCs w:val="32"/>
        </w:rPr>
        <w:t xml:space="preserve"> </w:t>
      </w:r>
      <w:r w:rsidRPr="00C30697">
        <w:rPr>
          <w:color w:val="000000"/>
          <w:sz w:val="32"/>
          <w:szCs w:val="32"/>
        </w:rPr>
        <w:t>Стены распределяются по биполярной шкале с крайними значениями в 1 и 10 баллов. Соотве</w:t>
      </w:r>
      <w:r w:rsidRPr="00C30697">
        <w:rPr>
          <w:color w:val="000000"/>
          <w:sz w:val="32"/>
          <w:szCs w:val="32"/>
        </w:rPr>
        <w:t>т</w:t>
      </w:r>
      <w:r w:rsidRPr="00C30697">
        <w:rPr>
          <w:color w:val="000000"/>
          <w:sz w:val="32"/>
          <w:szCs w:val="32"/>
        </w:rPr>
        <w:t xml:space="preserve">ственно, первой половине шкалы (1 </w:t>
      </w:r>
      <w:r>
        <w:rPr>
          <w:color w:val="000000"/>
          <w:sz w:val="32"/>
          <w:szCs w:val="32"/>
        </w:rPr>
        <w:t>…</w:t>
      </w:r>
      <w:r w:rsidRPr="00C30697">
        <w:rPr>
          <w:color w:val="000000"/>
          <w:sz w:val="32"/>
          <w:szCs w:val="32"/>
        </w:rPr>
        <w:t xml:space="preserve"> 5,5) присваивается знак «–», </w:t>
      </w:r>
      <w:r>
        <w:rPr>
          <w:color w:val="000000"/>
          <w:sz w:val="32"/>
          <w:szCs w:val="32"/>
        </w:rPr>
        <w:t xml:space="preserve"> </w:t>
      </w:r>
      <w:r w:rsidRPr="00C30697">
        <w:rPr>
          <w:color w:val="000000"/>
          <w:sz w:val="32"/>
          <w:szCs w:val="32"/>
        </w:rPr>
        <w:t xml:space="preserve">второй половине (5,5 </w:t>
      </w:r>
      <w:r>
        <w:rPr>
          <w:color w:val="000000"/>
          <w:sz w:val="32"/>
          <w:szCs w:val="32"/>
        </w:rPr>
        <w:t>…</w:t>
      </w:r>
      <w:r w:rsidRPr="00C30697">
        <w:rPr>
          <w:color w:val="000000"/>
          <w:sz w:val="32"/>
          <w:szCs w:val="32"/>
        </w:rPr>
        <w:t xml:space="preserve"> 10) знак «+». </w:t>
      </w:r>
    </w:p>
    <w:p w:rsidR="005C2833" w:rsidRPr="00C30697" w:rsidRDefault="005C2833" w:rsidP="00CE4F23">
      <w:pPr>
        <w:spacing w:line="240" w:lineRule="auto"/>
        <w:ind w:firstLine="567"/>
        <w:jc w:val="both"/>
        <w:rPr>
          <w:b/>
          <w:sz w:val="32"/>
          <w:szCs w:val="32"/>
        </w:rPr>
      </w:pPr>
      <w:r w:rsidRPr="00C30697">
        <w:rPr>
          <w:color w:val="000000"/>
          <w:sz w:val="32"/>
          <w:szCs w:val="32"/>
        </w:rPr>
        <w:t>Из имеющихся показателей по всем 16 факторам строится, так называемый «</w:t>
      </w:r>
      <w:r w:rsidRPr="006F7673">
        <w:rPr>
          <w:i/>
          <w:color w:val="000000"/>
          <w:sz w:val="32"/>
          <w:szCs w:val="32"/>
        </w:rPr>
        <w:t>профиль личности</w:t>
      </w:r>
      <w:r w:rsidRPr="00C30697">
        <w:rPr>
          <w:color w:val="000000"/>
          <w:sz w:val="32"/>
          <w:szCs w:val="32"/>
        </w:rPr>
        <w:t>». При интерпретации уделяется внимание, в первую очередь, «пикам» профиля, то есть наиболее ни</w:t>
      </w:r>
      <w:r w:rsidRPr="00C30697">
        <w:rPr>
          <w:color w:val="000000"/>
          <w:sz w:val="32"/>
          <w:szCs w:val="32"/>
        </w:rPr>
        <w:t>з</w:t>
      </w:r>
      <w:r w:rsidRPr="00C30697">
        <w:rPr>
          <w:color w:val="000000"/>
          <w:sz w:val="32"/>
          <w:szCs w:val="32"/>
        </w:rPr>
        <w:t>ким и наиболее высоким значениям факторов в профиле, в особенн</w:t>
      </w:r>
      <w:r w:rsidRPr="00C30697">
        <w:rPr>
          <w:color w:val="000000"/>
          <w:sz w:val="32"/>
          <w:szCs w:val="32"/>
        </w:rPr>
        <w:t>о</w:t>
      </w:r>
      <w:r w:rsidRPr="00C30697">
        <w:rPr>
          <w:color w:val="000000"/>
          <w:sz w:val="32"/>
          <w:szCs w:val="32"/>
        </w:rPr>
        <w:t xml:space="preserve">сти тем показателям, которые в «отрицательном» полюсе находятся в границах от 1 до 3 стенов, а в «положительном» – от </w:t>
      </w:r>
      <w:r w:rsidRPr="00EF2F66">
        <w:rPr>
          <w:color w:val="000000"/>
          <w:sz w:val="32"/>
          <w:szCs w:val="32"/>
        </w:rPr>
        <w:t>7</w:t>
      </w:r>
      <w:r w:rsidRPr="00C30697">
        <w:rPr>
          <w:color w:val="000000"/>
          <w:sz w:val="32"/>
          <w:szCs w:val="32"/>
        </w:rPr>
        <w:t xml:space="preserve"> до 10 стенов.</w:t>
      </w:r>
    </w:p>
    <w:p w:rsidR="005C2833" w:rsidRDefault="005C2833" w:rsidP="00CE4F23">
      <w:pPr>
        <w:spacing w:line="24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5C2833" w:rsidRPr="00A42DA5" w:rsidRDefault="005C2833" w:rsidP="00DC487B">
      <w:pPr>
        <w:spacing w:line="240" w:lineRule="auto"/>
        <w:ind w:firstLine="482"/>
        <w:jc w:val="center"/>
        <w:rPr>
          <w:sz w:val="32"/>
          <w:szCs w:val="32"/>
        </w:rPr>
      </w:pPr>
      <w:r w:rsidRPr="00A42DA5">
        <w:rPr>
          <w:sz w:val="32"/>
          <w:szCs w:val="32"/>
        </w:rPr>
        <w:t>Интерпретация теста Кеттелла</w:t>
      </w:r>
      <w:r>
        <w:rPr>
          <w:sz w:val="32"/>
          <w:szCs w:val="32"/>
        </w:rPr>
        <w:t>.</w:t>
      </w:r>
      <w:r w:rsidRPr="000E37F7">
        <w:rPr>
          <w:sz w:val="32"/>
          <w:szCs w:val="32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8"/>
        <w:gridCol w:w="1341"/>
        <w:gridCol w:w="7406"/>
      </w:tblGrid>
      <w:tr w:rsidR="005C2833" w:rsidTr="00A4408E">
        <w:tc>
          <w:tcPr>
            <w:tcW w:w="648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32"/>
                <w:szCs w:val="32"/>
              </w:rPr>
              <w:t>№</w:t>
            </w:r>
          </w:p>
        </w:tc>
        <w:tc>
          <w:tcPr>
            <w:tcW w:w="1341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32"/>
                <w:szCs w:val="32"/>
              </w:rPr>
              <w:t>фактор</w:t>
            </w:r>
          </w:p>
        </w:tc>
        <w:tc>
          <w:tcPr>
            <w:tcW w:w="7406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32"/>
                <w:szCs w:val="32"/>
              </w:rPr>
              <w:t>описание</w:t>
            </w:r>
          </w:p>
        </w:tc>
      </w:tr>
      <w:tr w:rsidR="005C2833" w:rsidTr="00A4408E">
        <w:tc>
          <w:tcPr>
            <w:tcW w:w="648" w:type="dxa"/>
          </w:tcPr>
          <w:p w:rsidR="005C2833" w:rsidRPr="00964C14" w:rsidRDefault="005C2833" w:rsidP="00A4408E">
            <w:pPr>
              <w:numPr>
                <w:ilvl w:val="0"/>
                <w:numId w:val="45"/>
              </w:num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341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32"/>
                <w:szCs w:val="32"/>
              </w:rPr>
              <w:t>А</w:t>
            </w:r>
          </w:p>
        </w:tc>
        <w:tc>
          <w:tcPr>
            <w:tcW w:w="7406" w:type="dxa"/>
          </w:tcPr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b/>
                <w:sz w:val="28"/>
                <w:szCs w:val="28"/>
              </w:rPr>
              <w:t>«Замкнутость - общительность»</w:t>
            </w:r>
            <w:r w:rsidRPr="00964C14">
              <w:rPr>
                <w:sz w:val="28"/>
                <w:szCs w:val="28"/>
              </w:rPr>
              <w:t xml:space="preserve"> - ориентирован на измерение общительности человека в малых группах и способности к установлению непосредственных, межли</w:t>
            </w:r>
            <w:r w:rsidRPr="00964C14">
              <w:rPr>
                <w:sz w:val="28"/>
                <w:szCs w:val="28"/>
              </w:rPr>
              <w:t>ч</w:t>
            </w:r>
            <w:r w:rsidRPr="00964C14">
              <w:rPr>
                <w:sz w:val="28"/>
                <w:szCs w:val="28"/>
              </w:rPr>
              <w:t>ностных контактов.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В ответах вопросника личность с А+ предпочитает р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боту с людьми, социальное одобрение, любит идти в ногу со временем. Существуют доказательства того, что личн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сти с А+ общительны, могут быть лидерами в малых гру</w:t>
            </w:r>
            <w:r w:rsidRPr="00964C14">
              <w:rPr>
                <w:sz w:val="28"/>
                <w:szCs w:val="28"/>
              </w:rPr>
              <w:t>п</w:t>
            </w:r>
            <w:r w:rsidRPr="00964C14">
              <w:rPr>
                <w:sz w:val="28"/>
                <w:szCs w:val="28"/>
              </w:rPr>
              <w:t>пах и часто выбирают работу с людьми. Полюс А+ имен</w:t>
            </w:r>
            <w:r w:rsidRPr="00964C14">
              <w:rPr>
                <w:sz w:val="28"/>
                <w:szCs w:val="28"/>
              </w:rPr>
              <w:t>у</w:t>
            </w:r>
            <w:r w:rsidRPr="00964C14">
              <w:rPr>
                <w:sz w:val="28"/>
                <w:szCs w:val="28"/>
              </w:rPr>
              <w:t>ется affectothymia, и он характеризует интенсивное выр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жение аффектов (чувств). Наиболее яркой особенностью аффектотимии является добродушие, веселость, интерес к людям, эмоциональная восприимчивость.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Личность с полюсом А- любит идеи, предпочитает р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ботать одна.; личности с полюсом А- могут быть художн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ками, учеными-исследователями и предпочитают работать самостоятельно, изолированно от группы. Полюс А- в те</w:t>
            </w:r>
            <w:r w:rsidRPr="00964C14">
              <w:rPr>
                <w:sz w:val="28"/>
                <w:szCs w:val="28"/>
              </w:rPr>
              <w:t>х</w:t>
            </w:r>
            <w:r w:rsidRPr="00964C14">
              <w:rPr>
                <w:sz w:val="28"/>
                <w:szCs w:val="28"/>
              </w:rPr>
              <w:t>ническом названии именуется sizothymia (от греческого корня, учЯжщ - раскалываю). Эмоционально «вялая», «с</w:t>
            </w:r>
            <w:r w:rsidRPr="00964C14">
              <w:rPr>
                <w:sz w:val="28"/>
                <w:szCs w:val="28"/>
              </w:rPr>
              <w:t>у</w:t>
            </w:r>
            <w:r w:rsidRPr="00964C14">
              <w:rPr>
                <w:sz w:val="28"/>
                <w:szCs w:val="28"/>
              </w:rPr>
              <w:t>хая» личность имеет склонность к осторожности при в</w:t>
            </w:r>
            <w:r w:rsidRPr="00964C14">
              <w:rPr>
                <w:sz w:val="28"/>
                <w:szCs w:val="28"/>
              </w:rPr>
              <w:t>ы</w:t>
            </w:r>
            <w:r w:rsidRPr="00964C14">
              <w:rPr>
                <w:sz w:val="28"/>
                <w:szCs w:val="28"/>
              </w:rPr>
              <w:t xml:space="preserve">ражении чувств, она мало экспрессивна. 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1-3 стена - склонен к ригидности, холодности, ске</w:t>
            </w:r>
            <w:r w:rsidRPr="00964C14">
              <w:rPr>
                <w:sz w:val="28"/>
                <w:szCs w:val="28"/>
              </w:rPr>
              <w:t>п</w:t>
            </w:r>
            <w:r w:rsidRPr="00964C14">
              <w:rPr>
                <w:sz w:val="28"/>
                <w:szCs w:val="28"/>
              </w:rPr>
              <w:t>тицизму и отчужденности. Вещи его привлекают больше, чем люди. Предпочитает работать сам, избегая компроми</w:t>
            </w:r>
            <w:r w:rsidRPr="00964C14">
              <w:rPr>
                <w:sz w:val="28"/>
                <w:szCs w:val="28"/>
              </w:rPr>
              <w:t>с</w:t>
            </w:r>
            <w:r w:rsidRPr="00964C14">
              <w:rPr>
                <w:sz w:val="28"/>
                <w:szCs w:val="28"/>
              </w:rPr>
              <w:t>сов. Склонен к точности, ригидности в деятельности, ли</w:t>
            </w:r>
            <w:r w:rsidRPr="00964C14">
              <w:rPr>
                <w:sz w:val="28"/>
                <w:szCs w:val="28"/>
              </w:rPr>
              <w:t>ч</w:t>
            </w:r>
            <w:r w:rsidRPr="00964C14">
              <w:rPr>
                <w:sz w:val="28"/>
                <w:szCs w:val="28"/>
              </w:rPr>
              <w:t>ных установках. Во многих профессиях это желательно. Иногда он склонен быть критически настроенным, несг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баемым, твердым, жестким.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4 стена - сдержанный, обособленный, критический, холодный (шизотимия).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7 стенов - обращенный вовне, легкий в общении, уч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ствующий аффективно (циклотимия).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8-10 стенов - склонность к добродушию, легкости в общении, эмоциональному выражению; готов к сотрудн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честву, внимателен к людям, мягкосердечен, добр, присп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собляем. Предпочитает ту деятельность, где есть занятия с людьми, ситуации с социальным значением. Этот человек легко включается в активные группы. Он щедр в личных отношениях, не боится критики. Хорошо запоминает соб</w:t>
            </w:r>
            <w:r w:rsidRPr="00964C14">
              <w:rPr>
                <w:sz w:val="28"/>
                <w:szCs w:val="28"/>
              </w:rPr>
              <w:t>ы</w:t>
            </w:r>
            <w:r w:rsidRPr="00964C14">
              <w:rPr>
                <w:sz w:val="28"/>
                <w:szCs w:val="28"/>
              </w:rPr>
              <w:t>тия, фамилии, имена и отчества.</w:t>
            </w:r>
          </w:p>
          <w:p w:rsidR="005C2833" w:rsidRPr="00964C14" w:rsidRDefault="005C2833" w:rsidP="00A4408E">
            <w:pPr>
              <w:spacing w:line="240" w:lineRule="auto"/>
              <w:ind w:firstLine="0"/>
              <w:jc w:val="both"/>
              <w:rPr>
                <w:sz w:val="32"/>
                <w:szCs w:val="32"/>
              </w:rPr>
            </w:pPr>
          </w:p>
        </w:tc>
      </w:tr>
      <w:tr w:rsidR="005C2833" w:rsidTr="00A4408E">
        <w:tc>
          <w:tcPr>
            <w:tcW w:w="648" w:type="dxa"/>
          </w:tcPr>
          <w:p w:rsidR="005C2833" w:rsidRPr="00964C14" w:rsidRDefault="005C2833" w:rsidP="00A4408E">
            <w:pPr>
              <w:numPr>
                <w:ilvl w:val="0"/>
                <w:numId w:val="45"/>
              </w:num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341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28"/>
                <w:szCs w:val="28"/>
              </w:rPr>
              <w:t>В</w:t>
            </w:r>
          </w:p>
        </w:tc>
        <w:tc>
          <w:tcPr>
            <w:tcW w:w="7406" w:type="dxa"/>
          </w:tcPr>
          <w:p w:rsidR="005C2833" w:rsidRPr="00964C14" w:rsidRDefault="005C2833" w:rsidP="00A4408E">
            <w:pPr>
              <w:spacing w:line="240" w:lineRule="auto"/>
              <w:ind w:firstLine="482"/>
              <w:rPr>
                <w:sz w:val="28"/>
                <w:szCs w:val="28"/>
              </w:rPr>
            </w:pPr>
            <w:r w:rsidRPr="00964C14">
              <w:rPr>
                <w:b/>
                <w:sz w:val="28"/>
                <w:szCs w:val="28"/>
              </w:rPr>
              <w:t>«Интеллект»</w:t>
            </w:r>
            <w:r w:rsidRPr="00964C14">
              <w:rPr>
                <w:sz w:val="28"/>
                <w:szCs w:val="28"/>
              </w:rPr>
              <w:t xml:space="preserve"> - ориентирован на измерение операти</w:t>
            </w:r>
            <w:r w:rsidRPr="00964C14">
              <w:rPr>
                <w:sz w:val="28"/>
                <w:szCs w:val="28"/>
              </w:rPr>
              <w:t>в</w:t>
            </w:r>
            <w:r w:rsidRPr="00964C14">
              <w:rPr>
                <w:sz w:val="28"/>
                <w:szCs w:val="28"/>
              </w:rPr>
              <w:t>ности мышления и общего уровня вербальной культуры и эрудиции. Следует отметить, что низкие оценки по этому фактору могут зависеть от других характеристик личности: тревожности, фрустрированности, низкого образовательн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го ценза. И главное, фактор В, пожалуй, единственный фактор методики, который не является строго валидизир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 xml:space="preserve">ванным. Поэтому результаты по этому фактору являются ориентировочными. 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1-3 стена - склонен медленнее понимать материал при обучении. «Туповат», предпочитает конкретную, бу</w:t>
            </w:r>
            <w:r w:rsidRPr="00964C14">
              <w:rPr>
                <w:sz w:val="28"/>
                <w:szCs w:val="28"/>
              </w:rPr>
              <w:t>к</w:t>
            </w:r>
            <w:r w:rsidRPr="00964C14">
              <w:rPr>
                <w:sz w:val="28"/>
                <w:szCs w:val="28"/>
              </w:rPr>
              <w:t>вальную интерпретацию. Его «тупость» или отражает ни</w:t>
            </w:r>
            <w:r w:rsidRPr="00964C14">
              <w:rPr>
                <w:sz w:val="28"/>
                <w:szCs w:val="28"/>
              </w:rPr>
              <w:t>з</w:t>
            </w:r>
            <w:r w:rsidRPr="00964C14">
              <w:rPr>
                <w:sz w:val="28"/>
                <w:szCs w:val="28"/>
              </w:rPr>
              <w:t>кий интеллект, или является следствием снижения фун</w:t>
            </w:r>
            <w:r w:rsidRPr="00964C14">
              <w:rPr>
                <w:sz w:val="28"/>
                <w:szCs w:val="28"/>
              </w:rPr>
              <w:t>к</w:t>
            </w:r>
            <w:r w:rsidRPr="00964C14">
              <w:rPr>
                <w:sz w:val="28"/>
                <w:szCs w:val="28"/>
              </w:rPr>
              <w:t>ций в результате психопатологии.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4 стена - менее интеллектуально развит, конкретно мыслит (меньшая способность к обучению).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7 стенов - более интеллектуально развит, абстрактно мыслящий, разумный (высокая способность к обучению).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8-10 стенов - быстро воспринимает и усваивает н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вый учебный материал. Имеется некоторая корреляция с культурным уровнем, а также с реактивностью. Высокие баллы указывают на отсутствие снижения функций инте</w:t>
            </w:r>
            <w:r w:rsidRPr="00964C14">
              <w:rPr>
                <w:sz w:val="28"/>
                <w:szCs w:val="28"/>
              </w:rPr>
              <w:t>л</w:t>
            </w:r>
            <w:r w:rsidRPr="00964C14">
              <w:rPr>
                <w:sz w:val="28"/>
                <w:szCs w:val="28"/>
              </w:rPr>
              <w:t>лекта в патологических состояниях.</w:t>
            </w:r>
          </w:p>
          <w:p w:rsidR="005C2833" w:rsidRPr="00964C14" w:rsidRDefault="005C2833" w:rsidP="00A4408E">
            <w:pPr>
              <w:spacing w:line="240" w:lineRule="auto"/>
              <w:ind w:firstLine="0"/>
              <w:rPr>
                <w:sz w:val="32"/>
                <w:szCs w:val="32"/>
              </w:rPr>
            </w:pPr>
          </w:p>
        </w:tc>
      </w:tr>
      <w:tr w:rsidR="005C2833" w:rsidTr="00A4408E">
        <w:tc>
          <w:tcPr>
            <w:tcW w:w="648" w:type="dxa"/>
          </w:tcPr>
          <w:p w:rsidR="005C2833" w:rsidRPr="00964C14" w:rsidRDefault="005C2833" w:rsidP="00A4408E">
            <w:pPr>
              <w:numPr>
                <w:ilvl w:val="0"/>
                <w:numId w:val="45"/>
              </w:num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341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32"/>
                <w:szCs w:val="32"/>
              </w:rPr>
              <w:t>С</w:t>
            </w:r>
          </w:p>
        </w:tc>
        <w:tc>
          <w:tcPr>
            <w:tcW w:w="7406" w:type="dxa"/>
          </w:tcPr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b/>
                <w:sz w:val="28"/>
                <w:szCs w:val="28"/>
              </w:rPr>
              <w:t>«Эмоциональная нестабильность - эмоциональная стабильность»</w:t>
            </w:r>
            <w:r w:rsidRPr="00964C14">
              <w:rPr>
                <w:sz w:val="28"/>
                <w:szCs w:val="28"/>
              </w:rPr>
              <w:t xml:space="preserve"> -  характеризует динамическое обобщение и зрелость эмоций в противоположность нерегулируемой эмоциональности. 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Психоаналитики пытались описать этот фактор как эго-силу и эго-слабость. В целом фактор имеет генетическое происхождение и направлен на измерение эмоциональной стабильности; он в большой степени соотносится с пон</w:t>
            </w:r>
            <w:r w:rsidRPr="00964C14">
              <w:rPr>
                <w:sz w:val="28"/>
                <w:szCs w:val="28"/>
              </w:rPr>
              <w:t>я</w:t>
            </w:r>
            <w:r w:rsidRPr="00964C14">
              <w:rPr>
                <w:sz w:val="28"/>
                <w:szCs w:val="28"/>
              </w:rPr>
              <w:t>тиями слабой и сильной нервной системы (по И.П.Павлову).</w:t>
            </w:r>
            <w:r w:rsidRPr="00964C14">
              <w:rPr>
                <w:sz w:val="32"/>
                <w:szCs w:val="32"/>
              </w:rPr>
              <w:t xml:space="preserve"> </w:t>
            </w:r>
            <w:r w:rsidRPr="00964C14">
              <w:rPr>
                <w:sz w:val="28"/>
                <w:szCs w:val="28"/>
              </w:rPr>
              <w:t>Согласно методике Кеттелла, личность с п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люсом C- легко раздражается из-за тех или иных событий или людей, не удовлетворена жизненными ситуациями, собственным здоровьем, кроме того, это личность безвол</w:t>
            </w:r>
            <w:r w:rsidRPr="00964C14">
              <w:rPr>
                <w:sz w:val="28"/>
                <w:szCs w:val="28"/>
              </w:rPr>
              <w:t>ь</w:t>
            </w:r>
            <w:r w:rsidRPr="00964C14">
              <w:rPr>
                <w:sz w:val="28"/>
                <w:szCs w:val="28"/>
              </w:rPr>
              <w:t>ная. Однако такая интерпретация достаточно ортодоксал</w:t>
            </w:r>
            <w:r w:rsidRPr="00964C14">
              <w:rPr>
                <w:sz w:val="28"/>
                <w:szCs w:val="28"/>
              </w:rPr>
              <w:t>ь</w:t>
            </w:r>
            <w:r w:rsidRPr="00964C14">
              <w:rPr>
                <w:sz w:val="28"/>
                <w:szCs w:val="28"/>
              </w:rPr>
              <w:t>на, поскольку здесь не учитывается пластичность эмоцио-нальной сферы. Люди с высокой оценкой по фактору C+ чаще являются лидерами, чем те, чьи показатели по этому фактору ближе к полюсу C-. С другой стороны, у руков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дящего состава диапазон показателей по фактору С широк; некоторым из них присущи низкие значения по этому фа</w:t>
            </w:r>
            <w:r w:rsidRPr="00964C14">
              <w:rPr>
                <w:sz w:val="28"/>
                <w:szCs w:val="28"/>
              </w:rPr>
              <w:t>к</w:t>
            </w:r>
            <w:r w:rsidRPr="00964C14">
              <w:rPr>
                <w:sz w:val="28"/>
                <w:szCs w:val="28"/>
              </w:rPr>
              <w:t>тору (возможно, здесь сказывается реакция усталости и озабоченность при стрессе).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Установлено, что людям с высокой и средней оценкой по фактору С свойственны и более высокие моральные к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чества.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Профессиями, требующими преодоления стрессовых ситуаций (руководители, летчики, спасатели и т. д.), дол</w:t>
            </w:r>
            <w:r w:rsidRPr="00964C14">
              <w:rPr>
                <w:sz w:val="28"/>
                <w:szCs w:val="28"/>
              </w:rPr>
              <w:t>ж</w:t>
            </w:r>
            <w:r w:rsidRPr="00964C14">
              <w:rPr>
                <w:sz w:val="28"/>
                <w:szCs w:val="28"/>
              </w:rPr>
              <w:t>ны владеть индивидуумы с высокими оценками по фактору С. В то же время в профессиях, где не требуется быстрого принятия решений, эмоциональной стабильности и где можно решать вопрос самому (художники, почтальоны и т. д.), можно иметь и низкие оценки по этому фактору.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1-3 стена - имеется низкий порог в отношении фрус</w:t>
            </w:r>
            <w:r w:rsidRPr="00964C14">
              <w:rPr>
                <w:sz w:val="28"/>
                <w:szCs w:val="28"/>
              </w:rPr>
              <w:t>т</w:t>
            </w:r>
            <w:r w:rsidRPr="00964C14">
              <w:rPr>
                <w:sz w:val="28"/>
                <w:szCs w:val="28"/>
              </w:rPr>
              <w:t>рации, изменчивый и пластичный, избегающий требований действительности, невротически утомляемый, раздраж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тельный, эмоционально возбудимый, имеющий невротич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скую симптоматику (фобии, нарушения сна, психосомат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ческие расстройства). Низкий порог свойствен всем фо</w:t>
            </w:r>
            <w:r w:rsidRPr="00964C14">
              <w:rPr>
                <w:sz w:val="28"/>
                <w:szCs w:val="28"/>
              </w:rPr>
              <w:t>р</w:t>
            </w:r>
            <w:r w:rsidRPr="00964C14">
              <w:rPr>
                <w:sz w:val="28"/>
                <w:szCs w:val="28"/>
              </w:rPr>
              <w:t>мам невротических и некоторым психическим расстро</w:t>
            </w:r>
            <w:r w:rsidRPr="00964C14">
              <w:rPr>
                <w:sz w:val="28"/>
                <w:szCs w:val="28"/>
              </w:rPr>
              <w:t>й</w:t>
            </w:r>
            <w:r w:rsidRPr="00964C14">
              <w:rPr>
                <w:sz w:val="28"/>
                <w:szCs w:val="28"/>
              </w:rPr>
              <w:t>ствам.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4 стена - чувствительный, эмоционально менее у</w:t>
            </w:r>
            <w:r w:rsidRPr="00964C14">
              <w:rPr>
                <w:sz w:val="28"/>
                <w:szCs w:val="28"/>
              </w:rPr>
              <w:t>с</w:t>
            </w:r>
            <w:r w:rsidRPr="00964C14">
              <w:rPr>
                <w:sz w:val="28"/>
                <w:szCs w:val="28"/>
              </w:rPr>
              <w:t>тойчивый, легко расстраивается.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7 стенов - эмоционально устойчивый, трезво оцен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вающий действительность, активный, зрелый.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8-10 стенов - эмоционально зрелый, устойчивый, н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возмутимый. Высокая способность к соблюдению общес</w:t>
            </w:r>
            <w:r w:rsidRPr="00964C14">
              <w:rPr>
                <w:sz w:val="28"/>
                <w:szCs w:val="28"/>
              </w:rPr>
              <w:t>т</w:t>
            </w:r>
            <w:r w:rsidRPr="00964C14">
              <w:rPr>
                <w:sz w:val="28"/>
                <w:szCs w:val="28"/>
              </w:rPr>
              <w:t>венных моральных норм. Иногда смиренная покорность перед нерешенными эмоциональными проблемами. Хор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ший уровень «С» позволяет адаптироваться даже при пс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хических расстройствах.</w:t>
            </w:r>
          </w:p>
          <w:p w:rsidR="005C2833" w:rsidRPr="00964C14" w:rsidRDefault="005C2833" w:rsidP="00A4408E">
            <w:pPr>
              <w:spacing w:line="240" w:lineRule="auto"/>
              <w:ind w:firstLine="0"/>
              <w:jc w:val="both"/>
              <w:rPr>
                <w:sz w:val="32"/>
                <w:szCs w:val="32"/>
              </w:rPr>
            </w:pPr>
          </w:p>
        </w:tc>
      </w:tr>
      <w:tr w:rsidR="005C2833" w:rsidTr="00A4408E">
        <w:tc>
          <w:tcPr>
            <w:tcW w:w="648" w:type="dxa"/>
          </w:tcPr>
          <w:p w:rsidR="005C2833" w:rsidRPr="00964C14" w:rsidRDefault="005C2833" w:rsidP="00A4408E">
            <w:pPr>
              <w:numPr>
                <w:ilvl w:val="0"/>
                <w:numId w:val="45"/>
              </w:num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341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32"/>
                <w:szCs w:val="32"/>
              </w:rPr>
              <w:t>Е</w:t>
            </w:r>
          </w:p>
        </w:tc>
        <w:tc>
          <w:tcPr>
            <w:tcW w:w="7406" w:type="dxa"/>
          </w:tcPr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b/>
                <w:sz w:val="28"/>
                <w:szCs w:val="28"/>
              </w:rPr>
              <w:t>«Подчиненность - доминантность»</w:t>
            </w:r>
            <w:r w:rsidRPr="00964C14">
              <w:rPr>
                <w:sz w:val="28"/>
                <w:szCs w:val="28"/>
              </w:rPr>
              <w:t xml:space="preserve"> - не очень сущ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ственно коррелирует с достижениями лидерства, однако связан с социальным статусом и выше у лидеров, чем у п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следователей. Существует предположение, что оценки по этому фактору с возрастом меняются и зависят от пола и</w:t>
            </w:r>
            <w:r w:rsidRPr="00964C14">
              <w:rPr>
                <w:sz w:val="28"/>
                <w:szCs w:val="28"/>
              </w:rPr>
              <w:t>с</w:t>
            </w:r>
            <w:r w:rsidRPr="00964C14">
              <w:rPr>
                <w:sz w:val="28"/>
                <w:szCs w:val="28"/>
              </w:rPr>
              <w:t>пытуемого. В своем поведении люди с высокими оценками (по этому фактору) испытывают потребность в автономии.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1-3 стена - уступающий другим, покорный. Часто з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висим, признает свою вину. Стремится к навязчивому с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блюдению корректности, правил. Эта пассивность является частью многих невротических синдромов.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4 стена - скромный, покорный, мягкий, уступчивый, податливый, конформный, приспособляющийся.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7 стенов - самоутверждающийся, независимый, а</w:t>
            </w:r>
            <w:r w:rsidRPr="00964C14">
              <w:rPr>
                <w:sz w:val="28"/>
                <w:szCs w:val="28"/>
              </w:rPr>
              <w:t>г</w:t>
            </w:r>
            <w:r w:rsidRPr="00964C14">
              <w:rPr>
                <w:sz w:val="28"/>
                <w:szCs w:val="28"/>
              </w:rPr>
              <w:t>рессивный, упрямый (доминантный).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8-10 стенов - утверждающий себя, свое «Я», сам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уверенный, независимо мыслящий. Склонен к аскетизму, руководствуется собственными правилами поведения, вр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ждебный и экстрапунитивный (авторитарный), командует другими, не признает авторитетов.</w:t>
            </w:r>
          </w:p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</w:p>
        </w:tc>
      </w:tr>
      <w:tr w:rsidR="005C2833" w:rsidTr="00A4408E">
        <w:tc>
          <w:tcPr>
            <w:tcW w:w="648" w:type="dxa"/>
          </w:tcPr>
          <w:p w:rsidR="005C2833" w:rsidRPr="00964C14" w:rsidRDefault="005C2833" w:rsidP="00A4408E">
            <w:pPr>
              <w:numPr>
                <w:ilvl w:val="0"/>
                <w:numId w:val="45"/>
              </w:num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341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32"/>
                <w:szCs w:val="32"/>
              </w:rPr>
              <w:t>F</w:t>
            </w:r>
          </w:p>
        </w:tc>
        <w:tc>
          <w:tcPr>
            <w:tcW w:w="7406" w:type="dxa"/>
          </w:tcPr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b/>
                <w:sz w:val="28"/>
                <w:szCs w:val="28"/>
              </w:rPr>
              <w:t>«Сдержанность - экспрессивность»</w:t>
            </w:r>
            <w:r w:rsidRPr="00964C14">
              <w:rPr>
                <w:sz w:val="28"/>
                <w:szCs w:val="28"/>
              </w:rPr>
              <w:t xml:space="preserve"> -  представляет собой компонент факторов второго порядка различных свойств личности. Интересен тот факт, что с годами проя</w:t>
            </w:r>
            <w:r w:rsidRPr="00964C14">
              <w:rPr>
                <w:sz w:val="28"/>
                <w:szCs w:val="28"/>
              </w:rPr>
              <w:t>в</w:t>
            </w:r>
            <w:r w:rsidRPr="00964C14">
              <w:rPr>
                <w:sz w:val="28"/>
                <w:szCs w:val="28"/>
              </w:rPr>
              <w:t>ление импульсивности и беспечности постепенно снижае</w:t>
            </w:r>
            <w:r w:rsidRPr="00964C14">
              <w:rPr>
                <w:sz w:val="28"/>
                <w:szCs w:val="28"/>
              </w:rPr>
              <w:t>т</w:t>
            </w:r>
            <w:r w:rsidRPr="00964C14">
              <w:rPr>
                <w:sz w:val="28"/>
                <w:szCs w:val="28"/>
              </w:rPr>
              <w:t>ся, что можно рассматривать как свидетельство определе</w:t>
            </w:r>
            <w:r w:rsidRPr="00964C14">
              <w:rPr>
                <w:sz w:val="28"/>
                <w:szCs w:val="28"/>
              </w:rPr>
              <w:t>н</w:t>
            </w:r>
            <w:r w:rsidRPr="00964C14">
              <w:rPr>
                <w:sz w:val="28"/>
                <w:szCs w:val="28"/>
              </w:rPr>
              <w:t>ной эмоциональной зрелости.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В целом фактор F ориентирован на измерение эмоци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нальной окрашенности и динамичности в процессах общ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ния. Пример: актеры, эффективные лидеры имеют более высокие оценки, художники, последователи - более низкие.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1-3 стена - неторопливый, сдержанный. Иногда мр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чен, пессимистичен, осмотрителен. Считается очень то</w:t>
            </w:r>
            <w:r w:rsidRPr="00964C14">
              <w:rPr>
                <w:sz w:val="28"/>
                <w:szCs w:val="28"/>
              </w:rPr>
              <w:t>ч</w:t>
            </w:r>
            <w:r w:rsidRPr="00964C14">
              <w:rPr>
                <w:sz w:val="28"/>
                <w:szCs w:val="28"/>
              </w:rPr>
              <w:t>ным, трезвым, надежным человеком.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4 стена - трезвый, осторожный, серьезный, молчал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вый;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7 стенов - безалаберный, импульсивно-живой, вес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лый, полный энтузиазма.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32"/>
                <w:szCs w:val="32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8-10 стенов - веселый, активный, разговорчивый, бе</w:t>
            </w:r>
            <w:r w:rsidRPr="00964C14">
              <w:rPr>
                <w:sz w:val="28"/>
                <w:szCs w:val="28"/>
              </w:rPr>
              <w:t>з</w:t>
            </w:r>
            <w:r w:rsidRPr="00964C14">
              <w:rPr>
                <w:sz w:val="28"/>
                <w:szCs w:val="28"/>
              </w:rPr>
              <w:t>заботный, может быть импульсивен.</w:t>
            </w:r>
          </w:p>
        </w:tc>
      </w:tr>
      <w:tr w:rsidR="005C2833" w:rsidTr="00A4408E">
        <w:tc>
          <w:tcPr>
            <w:tcW w:w="648" w:type="dxa"/>
          </w:tcPr>
          <w:p w:rsidR="005C2833" w:rsidRPr="00964C14" w:rsidRDefault="005C2833" w:rsidP="00A4408E">
            <w:pPr>
              <w:numPr>
                <w:ilvl w:val="0"/>
                <w:numId w:val="45"/>
              </w:num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341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32"/>
                <w:szCs w:val="32"/>
              </w:rPr>
              <w:t>G</w:t>
            </w:r>
          </w:p>
        </w:tc>
        <w:tc>
          <w:tcPr>
            <w:tcW w:w="7406" w:type="dxa"/>
          </w:tcPr>
          <w:p w:rsidR="005C2833" w:rsidRPr="00964C14" w:rsidRDefault="005C2833" w:rsidP="00A4408E">
            <w:pPr>
              <w:spacing w:line="240" w:lineRule="auto"/>
              <w:ind w:firstLine="482"/>
              <w:rPr>
                <w:sz w:val="28"/>
                <w:szCs w:val="28"/>
              </w:rPr>
            </w:pPr>
            <w:r w:rsidRPr="00964C14">
              <w:rPr>
                <w:b/>
                <w:sz w:val="28"/>
                <w:szCs w:val="28"/>
              </w:rPr>
              <w:t>«Низкая нормативность поведения – высокая нор-мативность поведения»</w:t>
            </w:r>
            <w:r w:rsidRPr="00964C14">
              <w:rPr>
                <w:sz w:val="28"/>
                <w:szCs w:val="28"/>
              </w:rPr>
              <w:t xml:space="preserve"> - напоминает фактор С, особенно в том, что касается роли саморегуляции поведения и отн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шения к другим людям. Данный фактор характеризует ос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бенности эмоционально-волевой сферы (настойчивость, организованность - безответственность, неорганизова</w:t>
            </w:r>
            <w:r w:rsidRPr="00964C14">
              <w:rPr>
                <w:sz w:val="28"/>
                <w:szCs w:val="28"/>
              </w:rPr>
              <w:t>н</w:t>
            </w:r>
            <w:r w:rsidRPr="00964C14">
              <w:rPr>
                <w:sz w:val="28"/>
                <w:szCs w:val="28"/>
              </w:rPr>
              <w:t>ность) и особенности регуляции социального поведения (принятие или игнорирование общепринятых моральных правил и норм). Психоаналитики интерпретируют этот фактор как высокое суперэго и как низкое суперэго. Иссл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дователю следует быть особо внимательным в анализе ни</w:t>
            </w:r>
            <w:r w:rsidRPr="00964C14">
              <w:rPr>
                <w:sz w:val="28"/>
                <w:szCs w:val="28"/>
              </w:rPr>
              <w:t>з</w:t>
            </w:r>
            <w:r w:rsidRPr="00964C14">
              <w:rPr>
                <w:sz w:val="28"/>
                <w:szCs w:val="28"/>
              </w:rPr>
              <w:t>ких оценок по данному фактору (G-) так как нет прямол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нейной зависимости низких оценок от выраженного асоц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ального поведения (например, с преступниками). Напр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тив, известно, что многие люди, не воспринимающие «м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раль среднего класса», «интеллектуалы», «эмансипирова</w:t>
            </w:r>
            <w:r w:rsidRPr="00964C14">
              <w:rPr>
                <w:sz w:val="28"/>
                <w:szCs w:val="28"/>
              </w:rPr>
              <w:t>н</w:t>
            </w:r>
            <w:r w:rsidRPr="00964C14">
              <w:rPr>
                <w:sz w:val="28"/>
                <w:szCs w:val="28"/>
              </w:rPr>
              <w:t>ные личности», лица, выражающие гуманистические иде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лы и гибко относящиеся к социальным и культурным тр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дициям, могут иметь низкие оценки по этому фактору.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Высокие оценки часто могут характеризовать не только выраженные волевые черты личности, но и склонность к сотрудничеству и конформизму.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1-3 стена - тенденция к непостоянству цели, непр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нужденный в поведении, не прилагает усилий к выполн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нию групповых задач, выполнению социально-культурных требований. Его свобода от влияния группы может вести к асоциальным поступкам, но временами делает его деятел</w:t>
            </w:r>
            <w:r w:rsidRPr="00964C14">
              <w:rPr>
                <w:sz w:val="28"/>
                <w:szCs w:val="28"/>
              </w:rPr>
              <w:t>ь</w:t>
            </w:r>
            <w:r w:rsidRPr="00964C14">
              <w:rPr>
                <w:sz w:val="28"/>
                <w:szCs w:val="28"/>
              </w:rPr>
              <w:t>ность более эффективной. Отказ от подчинения правилам уменьшает соматические расстройства при стрессе.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4 стена - пользующийся моментом, ищущий выгоду в ситуации. Избегает правил, чувствует себя малообязател</w:t>
            </w:r>
            <w:r w:rsidRPr="00964C14">
              <w:rPr>
                <w:sz w:val="28"/>
                <w:szCs w:val="28"/>
              </w:rPr>
              <w:t>ь</w:t>
            </w:r>
            <w:r w:rsidRPr="00964C14">
              <w:rPr>
                <w:sz w:val="28"/>
                <w:szCs w:val="28"/>
              </w:rPr>
              <w:t>ным.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7 стенов - сознательный, настойчивый, на него мо</w:t>
            </w:r>
            <w:r w:rsidRPr="00964C14">
              <w:rPr>
                <w:sz w:val="28"/>
                <w:szCs w:val="28"/>
              </w:rPr>
              <w:t>ж</w:t>
            </w:r>
            <w:r w:rsidRPr="00964C14">
              <w:rPr>
                <w:sz w:val="28"/>
                <w:szCs w:val="28"/>
              </w:rPr>
              <w:t>но положиться, степенный, обязательный.</w:t>
            </w:r>
          </w:p>
          <w:p w:rsidR="005C2833" w:rsidRPr="00964C14" w:rsidRDefault="005C2833" w:rsidP="00A4408E">
            <w:pPr>
              <w:spacing w:line="240" w:lineRule="auto"/>
              <w:ind w:firstLine="0"/>
              <w:jc w:val="both"/>
              <w:rPr>
                <w:sz w:val="32"/>
                <w:szCs w:val="32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8-10 стенов - требователен к себе, руководствуется чувством долга, настойчив, берет на себя ответственность, добросовестен, склонен к морализированию, предпочитает работящих людей, остроумный.</w:t>
            </w:r>
          </w:p>
        </w:tc>
      </w:tr>
      <w:tr w:rsidR="005C2833" w:rsidTr="00A4408E">
        <w:tc>
          <w:tcPr>
            <w:tcW w:w="648" w:type="dxa"/>
          </w:tcPr>
          <w:p w:rsidR="005C2833" w:rsidRPr="00964C14" w:rsidRDefault="005C2833" w:rsidP="00A4408E">
            <w:pPr>
              <w:numPr>
                <w:ilvl w:val="0"/>
                <w:numId w:val="45"/>
              </w:num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341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32"/>
                <w:szCs w:val="32"/>
              </w:rPr>
              <w:t>Н</w:t>
            </w:r>
          </w:p>
        </w:tc>
        <w:tc>
          <w:tcPr>
            <w:tcW w:w="7406" w:type="dxa"/>
          </w:tcPr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b/>
                <w:sz w:val="28"/>
                <w:szCs w:val="28"/>
              </w:rPr>
              <w:t>«Робость - смелость»</w:t>
            </w:r>
            <w:r w:rsidRPr="00964C14">
              <w:rPr>
                <w:sz w:val="28"/>
                <w:szCs w:val="28"/>
              </w:rPr>
              <w:t xml:space="preserve"> -  четко определенный фактор, который характеризует степень активности в социальных контактах. При этом надо учитывать, что этот фактор им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ет генетическое происхождение и отражает активность о</w:t>
            </w:r>
            <w:r w:rsidRPr="00964C14">
              <w:rPr>
                <w:sz w:val="28"/>
                <w:szCs w:val="28"/>
              </w:rPr>
              <w:t>р</w:t>
            </w:r>
            <w:r w:rsidRPr="00964C14">
              <w:rPr>
                <w:sz w:val="28"/>
                <w:szCs w:val="28"/>
              </w:rPr>
              <w:t>ганизма и особенности темперамента. Люди с высокими оценками этого фактора имеют склонность к профессиям риска (летчики-испытатели), упорны, социабельны, умеют выдерживать эмоциональные нагрузки, что часто делает их лидерами.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Низкие оценки этого фактора характеризуют людей з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стенчивых, робких, не социабельных, трудно принима</w:t>
            </w:r>
            <w:r w:rsidRPr="00964C14">
              <w:rPr>
                <w:sz w:val="28"/>
                <w:szCs w:val="28"/>
              </w:rPr>
              <w:t>ю</w:t>
            </w:r>
            <w:r w:rsidRPr="00964C14">
              <w:rPr>
                <w:sz w:val="28"/>
                <w:szCs w:val="28"/>
              </w:rPr>
              <w:t>щих самостоятельные решения.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1-3 стена - застенчивый, уклончивый, держится в стороне, «тушуется». Обычно испытывает чувство собс</w:t>
            </w:r>
            <w:r w:rsidRPr="00964C14">
              <w:rPr>
                <w:sz w:val="28"/>
                <w:szCs w:val="28"/>
              </w:rPr>
              <w:t>т</w:t>
            </w:r>
            <w:r w:rsidRPr="00964C14">
              <w:rPr>
                <w:sz w:val="28"/>
                <w:szCs w:val="28"/>
              </w:rPr>
              <w:t>венной недостаточности. Речь замедленна, затруднена, в</w:t>
            </w:r>
            <w:r w:rsidRPr="00964C14">
              <w:rPr>
                <w:sz w:val="28"/>
                <w:szCs w:val="28"/>
              </w:rPr>
              <w:t>ы</w:t>
            </w:r>
            <w:r w:rsidRPr="00964C14">
              <w:rPr>
                <w:sz w:val="28"/>
                <w:szCs w:val="28"/>
              </w:rPr>
              <w:t>сказывается трудно. Избегает профессий, связанных с ли</w:t>
            </w:r>
            <w:r w:rsidRPr="00964C14">
              <w:rPr>
                <w:sz w:val="28"/>
                <w:szCs w:val="28"/>
              </w:rPr>
              <w:t>ч</w:t>
            </w:r>
            <w:r w:rsidRPr="00964C14">
              <w:rPr>
                <w:sz w:val="28"/>
                <w:szCs w:val="28"/>
              </w:rPr>
              <w:t>ными контактами. Предпочитает иметь 1-2 близких друзей, не склонен вникать во все, что происходит вокруг него.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4 стена - застенчивый, сдержанный, неуверенный, боязливый, робкий.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7 стенов - авантюрный, социально-смелый, незато</w:t>
            </w:r>
            <w:r w:rsidRPr="00964C14">
              <w:rPr>
                <w:sz w:val="28"/>
                <w:szCs w:val="28"/>
              </w:rPr>
              <w:t>р</w:t>
            </w:r>
            <w:r w:rsidRPr="00964C14">
              <w:rPr>
                <w:sz w:val="28"/>
                <w:szCs w:val="28"/>
              </w:rPr>
              <w:t>моженный, спонтанный.</w:t>
            </w:r>
          </w:p>
          <w:p w:rsidR="005C2833" w:rsidRPr="00964C14" w:rsidRDefault="005C2833" w:rsidP="00A4408E">
            <w:pPr>
              <w:spacing w:line="240" w:lineRule="auto"/>
              <w:ind w:firstLine="0"/>
              <w:jc w:val="both"/>
              <w:rPr>
                <w:sz w:val="32"/>
                <w:szCs w:val="32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8-10 стенов - общительный, смелый, испытывает н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вые вещи; спонтанный и живой в эмоциональной сфере. Его «толстокожесть» позволяет ему переносить жалобы и слезы, трудности в общении с людьми в эмоционально н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пряженных ситуациях. Может небрежно относиться к д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талям, не реагировать на сигналы об опасности.</w:t>
            </w:r>
          </w:p>
        </w:tc>
      </w:tr>
      <w:tr w:rsidR="005C2833" w:rsidTr="00A4408E">
        <w:tc>
          <w:tcPr>
            <w:tcW w:w="648" w:type="dxa"/>
          </w:tcPr>
          <w:p w:rsidR="005C2833" w:rsidRPr="00964C14" w:rsidRDefault="005C2833" w:rsidP="00A4408E">
            <w:pPr>
              <w:numPr>
                <w:ilvl w:val="0"/>
                <w:numId w:val="45"/>
              </w:num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341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32"/>
                <w:szCs w:val="32"/>
              </w:rPr>
              <w:t>I</w:t>
            </w:r>
          </w:p>
        </w:tc>
        <w:tc>
          <w:tcPr>
            <w:tcW w:w="7406" w:type="dxa"/>
          </w:tcPr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b/>
                <w:sz w:val="28"/>
                <w:szCs w:val="28"/>
              </w:rPr>
              <w:t>«Жесткость – чувствительность»</w:t>
            </w:r>
            <w:r w:rsidRPr="00964C14">
              <w:rPr>
                <w:sz w:val="28"/>
                <w:szCs w:val="28"/>
              </w:rPr>
              <w:t xml:space="preserve"> -  люди с высокими показателями по этому фактору обычно настроены рома</w:t>
            </w:r>
            <w:r w:rsidRPr="00964C14">
              <w:rPr>
                <w:sz w:val="28"/>
                <w:szCs w:val="28"/>
              </w:rPr>
              <w:t>н</w:t>
            </w:r>
            <w:r w:rsidRPr="00964C14">
              <w:rPr>
                <w:sz w:val="28"/>
                <w:szCs w:val="28"/>
              </w:rPr>
              <w:t>тически, любят путешествия и новые переживания. Они обладают развитым воображением, для них важна эстетика. В целом этот фактор определяет степень эмоциональной утонченности личности.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Этот фактор отражает различия в культурном уровне и эстетической восприимчивости личности. Интересен тот факт, что люди с низкими показателями по этому фактору меньше болеют, более агрессивны, чаще занимаются спо</w:t>
            </w:r>
            <w:r w:rsidRPr="00964C14">
              <w:rPr>
                <w:sz w:val="28"/>
                <w:szCs w:val="28"/>
              </w:rPr>
              <w:t>р</w:t>
            </w:r>
            <w:r w:rsidRPr="00964C14">
              <w:rPr>
                <w:sz w:val="28"/>
                <w:szCs w:val="28"/>
              </w:rPr>
              <w:t>том, атлетичны.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Характеристики этого фактора ближе к фактору втор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го порядка «низкая эмоциональность - высокая эмоци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нальность»; данный фактор является там главенствующим. Личность с высокими показателями по этому фактору х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рактеризуется как физически и умственно утонченная, склонная к рефлексии, задумывающаяся над своими оши</w:t>
            </w:r>
            <w:r w:rsidRPr="00964C14">
              <w:rPr>
                <w:sz w:val="28"/>
                <w:szCs w:val="28"/>
              </w:rPr>
              <w:t>б</w:t>
            </w:r>
            <w:r w:rsidRPr="00964C14">
              <w:rPr>
                <w:sz w:val="28"/>
                <w:szCs w:val="28"/>
              </w:rPr>
              <w:t>ками и путями избежания таковых.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Оценки по данному фактору у женщин выше, чем у мужчин, при этом они зависят от окружающих условий и культурного уровня. Кеттелл определяет данную черту личности как «запрограммированную эмоциональную чу</w:t>
            </w:r>
            <w:r w:rsidRPr="00964C14">
              <w:rPr>
                <w:sz w:val="28"/>
                <w:szCs w:val="28"/>
              </w:rPr>
              <w:t>в</w:t>
            </w:r>
            <w:r w:rsidRPr="00964C14">
              <w:rPr>
                <w:sz w:val="28"/>
                <w:szCs w:val="28"/>
              </w:rPr>
              <w:t>ствительность», подчеркивая тем самым прерогативу ген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тического происхождения этого свойства личности.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Мужчины, имеющие высокие оценки, чаще всего отн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сятся к художественному типу личности. По роду занятий высокие оценки по этому фактору объединяют художн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ков, артистов, музыкантов, писателей врачей-диагностов и психиатров, адвокатов. Лица с I- больше склонны к невр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тическим рассогласованиям (при исследовании по тесту Айзенка эти люди имеют высокие показатели по такой х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 xml:space="preserve">рактеристике, как нейротизм). 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1-3 стена - практичный, реалистичный, мужестве</w:t>
            </w:r>
            <w:r w:rsidRPr="00964C14">
              <w:rPr>
                <w:sz w:val="28"/>
                <w:szCs w:val="28"/>
              </w:rPr>
              <w:t>н</w:t>
            </w:r>
            <w:r w:rsidRPr="00964C14">
              <w:rPr>
                <w:sz w:val="28"/>
                <w:szCs w:val="28"/>
              </w:rPr>
              <w:t>ный, независимый, имеет чувство ответственности, но скептически относится к субъективным и культурным а</w:t>
            </w:r>
            <w:r w:rsidRPr="00964C14">
              <w:rPr>
                <w:sz w:val="28"/>
                <w:szCs w:val="28"/>
              </w:rPr>
              <w:t>с</w:t>
            </w:r>
            <w:r w:rsidRPr="00964C14">
              <w:rPr>
                <w:sz w:val="28"/>
                <w:szCs w:val="28"/>
              </w:rPr>
              <w:t>пектам жизни. Иногда безжалостный, жестокий, самод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вольный. Руководя группой, заставляет ее работать на практической и реалистической основе.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4 стена - сильный, независимый, полагается на себя, реалистичный, не терпит бессмысленности.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7 стенов - слабый, зависимый, недостаточно сам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стоятельный, беспомощный, сензитивный.</w:t>
            </w:r>
          </w:p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8-10 стенов - слабый, мечтательный, разборчивый, капризный, женственный, иногда требовательный к вним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нию, помощи, зависимый, непрактичный. Не любит грубых людей и грубых профессий. Склонен замедлять деятел</w:t>
            </w:r>
            <w:r w:rsidRPr="00964C14">
              <w:rPr>
                <w:sz w:val="28"/>
                <w:szCs w:val="28"/>
              </w:rPr>
              <w:t>ь</w:t>
            </w:r>
            <w:r w:rsidRPr="00964C14">
              <w:rPr>
                <w:sz w:val="28"/>
                <w:szCs w:val="28"/>
              </w:rPr>
              <w:t>ность группы и нарушать ее моральное состояние нереал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стическим копанием в мелочах, деталях.</w:t>
            </w:r>
          </w:p>
        </w:tc>
      </w:tr>
      <w:tr w:rsidR="005C2833" w:rsidTr="00A4408E">
        <w:tc>
          <w:tcPr>
            <w:tcW w:w="648" w:type="dxa"/>
          </w:tcPr>
          <w:p w:rsidR="005C2833" w:rsidRPr="00964C14" w:rsidRDefault="005C2833" w:rsidP="00A4408E">
            <w:pPr>
              <w:numPr>
                <w:ilvl w:val="0"/>
                <w:numId w:val="45"/>
              </w:num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341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32"/>
                <w:szCs w:val="32"/>
              </w:rPr>
              <w:t>L</w:t>
            </w:r>
          </w:p>
        </w:tc>
        <w:tc>
          <w:tcPr>
            <w:tcW w:w="7406" w:type="dxa"/>
          </w:tcPr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b/>
                <w:sz w:val="28"/>
                <w:szCs w:val="28"/>
              </w:rPr>
              <w:t>«Доверчивость - подозрительность»</w:t>
            </w:r>
            <w:r w:rsidRPr="00964C14">
              <w:rPr>
                <w:sz w:val="28"/>
                <w:szCs w:val="28"/>
              </w:rPr>
              <w:t xml:space="preserve"> - Кеттелл назвал этот фактор alaxia (L-) - protensia (L+). Термин protensia о</w:t>
            </w:r>
            <w:r w:rsidRPr="00964C14">
              <w:rPr>
                <w:sz w:val="28"/>
                <w:szCs w:val="28"/>
              </w:rPr>
              <w:t>з</w:t>
            </w:r>
            <w:r w:rsidRPr="00964C14">
              <w:rPr>
                <w:sz w:val="28"/>
                <w:szCs w:val="28"/>
              </w:rPr>
              <w:t>начает «защита» и «внутренняя напряженность».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Высокие показатели по этому фактору могут коррел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ровать с невротическими характеристиками. В то же время высокие оценки по этому фактору часто встречаются у л</w:t>
            </w:r>
            <w:r w:rsidRPr="00964C14">
              <w:rPr>
                <w:sz w:val="28"/>
                <w:szCs w:val="28"/>
              </w:rPr>
              <w:t>ю</w:t>
            </w:r>
            <w:r w:rsidRPr="00964C14">
              <w:rPr>
                <w:sz w:val="28"/>
                <w:szCs w:val="28"/>
              </w:rPr>
              <w:t>дей независимого поведения, у тех, кто по роду деятельн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сти связан с созиданием чего-либо, например, в области религии и науки. Ряд черт характера, которые относят к доминированию (фактор Е), в действительности следует связывать именно с этим фактором. Полюс L- характериз</w:t>
            </w:r>
            <w:r w:rsidRPr="00964C14">
              <w:rPr>
                <w:sz w:val="28"/>
                <w:szCs w:val="28"/>
              </w:rPr>
              <w:t>у</w:t>
            </w:r>
            <w:r w:rsidRPr="00964C14">
              <w:rPr>
                <w:sz w:val="28"/>
                <w:szCs w:val="28"/>
              </w:rPr>
              <w:t>ет личность добродушную, открытую и, возможно, без а</w:t>
            </w:r>
            <w:r w:rsidRPr="00964C14">
              <w:rPr>
                <w:sz w:val="28"/>
                <w:szCs w:val="28"/>
              </w:rPr>
              <w:t>м</w:t>
            </w:r>
            <w:r w:rsidRPr="00964C14">
              <w:rPr>
                <w:sz w:val="28"/>
                <w:szCs w:val="28"/>
              </w:rPr>
              <w:t>биций и стремления к победе.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В целом фактор L отражает эмоциональное отношение к людям. Очень высокие оценки по этому фактору говорят об излишней защите и эмоциональной напряженности, фрустрированности личности. Низкий полюс (L-) характ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ризует личность добродушную, но склонную к конфо</w:t>
            </w:r>
            <w:r w:rsidRPr="00964C14">
              <w:rPr>
                <w:sz w:val="28"/>
                <w:szCs w:val="28"/>
              </w:rPr>
              <w:t>р</w:t>
            </w:r>
            <w:r w:rsidRPr="00964C14">
              <w:rPr>
                <w:sz w:val="28"/>
                <w:szCs w:val="28"/>
              </w:rPr>
              <w:t>мизму.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1-3 стена - склонен к свободе от тенденции ревности, при-способляемый, веселый, не стремится к конкуренции, заботится о других. Хорошо работает в группе.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4 стена - доверчивый, адаптирующийся, неревнивый, ужив-чивый.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7 стенов - подозрительный, имеющий собственное мнение, не поддается обману.</w:t>
            </w:r>
          </w:p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8-10 стенов - недоверчивый, сомневающийся, часто погружен в свое «Я», упрямый, заинтересован во внутре</w:t>
            </w:r>
            <w:r w:rsidRPr="00964C14">
              <w:rPr>
                <w:sz w:val="28"/>
                <w:szCs w:val="28"/>
              </w:rPr>
              <w:t>н</w:t>
            </w:r>
            <w:r w:rsidRPr="00964C14">
              <w:rPr>
                <w:sz w:val="28"/>
                <w:szCs w:val="28"/>
              </w:rPr>
              <w:t>ней психической жизни. Осмотрителен в действиях, мало заботится о других людях, плохо работает в группе. Этот фактор не обязательно свидетельствует о паранойе.</w:t>
            </w:r>
          </w:p>
        </w:tc>
      </w:tr>
      <w:tr w:rsidR="005C2833" w:rsidTr="00A4408E">
        <w:tc>
          <w:tcPr>
            <w:tcW w:w="648" w:type="dxa"/>
          </w:tcPr>
          <w:p w:rsidR="005C2833" w:rsidRPr="00964C14" w:rsidRDefault="005C2833" w:rsidP="00A4408E">
            <w:pPr>
              <w:numPr>
                <w:ilvl w:val="0"/>
                <w:numId w:val="45"/>
              </w:num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341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32"/>
                <w:szCs w:val="32"/>
              </w:rPr>
              <w:t>М</w:t>
            </w:r>
          </w:p>
        </w:tc>
        <w:tc>
          <w:tcPr>
            <w:tcW w:w="7406" w:type="dxa"/>
          </w:tcPr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b/>
                <w:sz w:val="28"/>
                <w:szCs w:val="28"/>
              </w:rPr>
              <w:t>«Практичность - мечтательность»</w:t>
            </w:r>
            <w:r w:rsidRPr="00964C14">
              <w:rPr>
                <w:sz w:val="28"/>
                <w:szCs w:val="28"/>
              </w:rPr>
              <w:t xml:space="preserve"> - фактор ориен-тирован на измерение особенностей воображения, отр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жающихся в реальном поведении личности, таких, как практичность, приземленность или, наоборот, некоторое «витание в облаках», романтическое отношение к жизни.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Картина этого фактора достаточно сложна. В основном личности с M+ имеют яркую внутреннюю интеллектуал</w:t>
            </w:r>
            <w:r w:rsidRPr="00964C14">
              <w:rPr>
                <w:sz w:val="28"/>
                <w:szCs w:val="28"/>
              </w:rPr>
              <w:t>ь</w:t>
            </w:r>
            <w:r w:rsidRPr="00964C14">
              <w:rPr>
                <w:sz w:val="28"/>
                <w:szCs w:val="28"/>
              </w:rPr>
              <w:t>ную жизнь, с интенсивным проживанием идей и чувств. В поведении могут быть «богемны», нонконформны. Выс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кие оценки по этому фактору имеют художники, поэты, и</w:t>
            </w:r>
            <w:r w:rsidRPr="00964C14">
              <w:rPr>
                <w:sz w:val="28"/>
                <w:szCs w:val="28"/>
              </w:rPr>
              <w:t>с</w:t>
            </w:r>
            <w:r w:rsidRPr="00964C14">
              <w:rPr>
                <w:sz w:val="28"/>
                <w:szCs w:val="28"/>
              </w:rPr>
              <w:t>следователи, экспериментаторы, руководители высокого ранга, редакторы и т. д. Низкие оценки имеют лица, зан</w:t>
            </w:r>
            <w:r w:rsidRPr="00964C14">
              <w:rPr>
                <w:sz w:val="28"/>
                <w:szCs w:val="28"/>
              </w:rPr>
              <w:t>я</w:t>
            </w:r>
            <w:r w:rsidRPr="00964C14">
              <w:rPr>
                <w:sz w:val="28"/>
                <w:szCs w:val="28"/>
              </w:rPr>
              <w:t>тые механическими расчетами, где необходимо внимание, сосредоточенность. Замечено также, что лица с низкими оценками по этому фактору реже попадают в автомобил</w:t>
            </w:r>
            <w:r w:rsidRPr="00964C14">
              <w:rPr>
                <w:sz w:val="28"/>
                <w:szCs w:val="28"/>
              </w:rPr>
              <w:t>ь</w:t>
            </w:r>
            <w:r w:rsidRPr="00964C14">
              <w:rPr>
                <w:sz w:val="28"/>
                <w:szCs w:val="28"/>
              </w:rPr>
              <w:t>ные катастрофы. Их характеризует уравновешенность и здравомыслие. Однако, в неожиданных ситуациях им часто не хватает воображения и находчивости.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1-3 стена - беспокоится о том, чтобы поступать пр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вильно, практично, руководствуется возможным, заботится о деталях, сохраняет присутствие духа в экстремальных с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туациях, но иногда сохраняет воображение.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4 стена - практичный, тщательный, конвенциальный. Управляем внешними реальными обстоятельствами.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7 стенов - человек с развитым воображением, погр</w:t>
            </w:r>
            <w:r w:rsidRPr="00964C14">
              <w:rPr>
                <w:sz w:val="28"/>
                <w:szCs w:val="28"/>
              </w:rPr>
              <w:t>у</w:t>
            </w:r>
            <w:r w:rsidRPr="00964C14">
              <w:rPr>
                <w:sz w:val="28"/>
                <w:szCs w:val="28"/>
              </w:rPr>
              <w:t>женный во внутренние потребности, заботится о практич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ских вопросах. Богемный.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b/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8-10 стенов - склонен к неприятному для окружа</w:t>
            </w:r>
            <w:r w:rsidRPr="00964C14">
              <w:rPr>
                <w:sz w:val="28"/>
                <w:szCs w:val="28"/>
              </w:rPr>
              <w:t>ю</w:t>
            </w:r>
            <w:r w:rsidRPr="00964C14">
              <w:rPr>
                <w:sz w:val="28"/>
                <w:szCs w:val="28"/>
              </w:rPr>
              <w:t>щих поведению (не каждодневному), неконвенциальный, не беспокоится о повседневных вещах, самомотивирова</w:t>
            </w:r>
            <w:r w:rsidRPr="00964C14">
              <w:rPr>
                <w:sz w:val="28"/>
                <w:szCs w:val="28"/>
              </w:rPr>
              <w:t>н</w:t>
            </w:r>
            <w:r w:rsidRPr="00964C14">
              <w:rPr>
                <w:sz w:val="28"/>
                <w:szCs w:val="28"/>
              </w:rPr>
              <w:t>ный, обладает творческим воображением. Обращает вн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мание на «основное» и забывает о конкретных людях и р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альностях. Изнутри направленные интересы иногда ведут к нереалистическим ситуациям, сопровождающимся эк</w:t>
            </w:r>
            <w:r w:rsidRPr="00964C14">
              <w:rPr>
                <w:sz w:val="28"/>
                <w:szCs w:val="28"/>
              </w:rPr>
              <w:t>с</w:t>
            </w:r>
            <w:r w:rsidRPr="00964C14">
              <w:rPr>
                <w:sz w:val="28"/>
                <w:szCs w:val="28"/>
              </w:rPr>
              <w:t>прессивными взрывами. Индивидуальность ведет к отве</w:t>
            </w:r>
            <w:r w:rsidRPr="00964C14">
              <w:rPr>
                <w:sz w:val="28"/>
                <w:szCs w:val="28"/>
              </w:rPr>
              <w:t>р</w:t>
            </w:r>
            <w:r w:rsidRPr="00964C14">
              <w:rPr>
                <w:sz w:val="28"/>
                <w:szCs w:val="28"/>
              </w:rPr>
              <w:t>жению его в групповой деятельности.</w:t>
            </w:r>
          </w:p>
        </w:tc>
      </w:tr>
      <w:tr w:rsidR="005C2833" w:rsidTr="00A4408E">
        <w:tc>
          <w:tcPr>
            <w:tcW w:w="648" w:type="dxa"/>
          </w:tcPr>
          <w:p w:rsidR="005C2833" w:rsidRPr="00964C14" w:rsidRDefault="005C2833" w:rsidP="00A4408E">
            <w:pPr>
              <w:numPr>
                <w:ilvl w:val="0"/>
                <w:numId w:val="45"/>
              </w:num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341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32"/>
                <w:szCs w:val="32"/>
              </w:rPr>
              <w:t>N</w:t>
            </w:r>
          </w:p>
        </w:tc>
        <w:tc>
          <w:tcPr>
            <w:tcW w:w="7406" w:type="dxa"/>
          </w:tcPr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b/>
                <w:sz w:val="28"/>
                <w:szCs w:val="28"/>
              </w:rPr>
              <w:t>«Прямолинейность - дипломатичность</w:t>
            </w:r>
            <w:r w:rsidRPr="00964C14">
              <w:rPr>
                <w:sz w:val="28"/>
                <w:szCs w:val="28"/>
              </w:rPr>
              <w:t>» -  ориент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рован на измерение отношений личности к людям и окр</w:t>
            </w:r>
            <w:r w:rsidRPr="00964C14">
              <w:rPr>
                <w:sz w:val="28"/>
                <w:szCs w:val="28"/>
              </w:rPr>
              <w:t>у</w:t>
            </w:r>
            <w:r w:rsidRPr="00964C14">
              <w:rPr>
                <w:sz w:val="28"/>
                <w:szCs w:val="28"/>
              </w:rPr>
              <w:t xml:space="preserve">жающей действительности. 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Пока этот фактор недостаточно исследован. Однако можно говорить о том, что фактор характеризует некот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рую форму тактического мастерства личности (фактор п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ложительно коррелирует с ум-ственными способностями и доминантностью и с определенной не-уверенностью ли</w:t>
            </w:r>
            <w:r w:rsidRPr="00964C14">
              <w:rPr>
                <w:sz w:val="28"/>
                <w:szCs w:val="28"/>
              </w:rPr>
              <w:t>ч</w:t>
            </w:r>
            <w:r w:rsidRPr="00964C14">
              <w:rPr>
                <w:sz w:val="28"/>
                <w:szCs w:val="28"/>
              </w:rPr>
              <w:t>ности в себе). Высокие оценки по этому фактору характ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ризуют дипломатов в противоположность «естественному и прямолинейному» человеку с наивной эмоциональной искренностью, прямотой и непринужденностью. Кеттелл охарактеризовал людей с высокими оценками по фактору N так: «Они могут быть либо Сократом, либо ловким мал</w:t>
            </w:r>
            <w:r w:rsidRPr="00964C14">
              <w:rPr>
                <w:sz w:val="28"/>
                <w:szCs w:val="28"/>
              </w:rPr>
              <w:t>ь</w:t>
            </w:r>
            <w:r w:rsidRPr="00964C14">
              <w:rPr>
                <w:sz w:val="28"/>
                <w:szCs w:val="28"/>
              </w:rPr>
              <w:t>чишкой, а люди с низким полюсом отличаются экспре</w:t>
            </w:r>
            <w:r w:rsidRPr="00964C14">
              <w:rPr>
                <w:sz w:val="28"/>
                <w:szCs w:val="28"/>
              </w:rPr>
              <w:t>с</w:t>
            </w:r>
            <w:r w:rsidRPr="00964C14">
              <w:rPr>
                <w:sz w:val="28"/>
                <w:szCs w:val="28"/>
              </w:rPr>
              <w:t>сивностью, теплотой и добротой».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Существуют данные о том, что люди с низкими оце</w:t>
            </w:r>
            <w:r w:rsidRPr="00964C14">
              <w:rPr>
                <w:sz w:val="28"/>
                <w:szCs w:val="28"/>
              </w:rPr>
              <w:t>н</w:t>
            </w:r>
            <w:r w:rsidRPr="00964C14">
              <w:rPr>
                <w:sz w:val="28"/>
                <w:szCs w:val="28"/>
              </w:rPr>
              <w:t>ками по этому фактору вызывают больше доверия и симп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тии, особенно у детей. Людей с высокими оценками можно охарактеризовать как интеллектуальных, независимых, со сложной натурой. В субкультурных исследованиях была выявлена связь высоких показателей по этому фактору со способностью к выживанию и определенной изощренно-стью. По динамическим характеристикам люди с высокими показателями являются лидерами в аналитической, целен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правленной дискуссии и в формировании функциональных групповых решений (у театральных режиссеров, кинор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жиссеров, дипломатов, как правило, высокие оценки по этому фактору).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Люди с низкой оценкой по фактору N медлительны, консерва-тивны, препятствуют принятию решения гру</w:t>
            </w:r>
            <w:r w:rsidRPr="00964C14">
              <w:rPr>
                <w:sz w:val="28"/>
                <w:szCs w:val="28"/>
              </w:rPr>
              <w:t>п</w:t>
            </w:r>
            <w:r w:rsidRPr="00964C14">
              <w:rPr>
                <w:sz w:val="28"/>
                <w:szCs w:val="28"/>
              </w:rPr>
              <w:t>пой.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Положительный полюс Кеттелл образно назвал полю-сом Маккиавелли, а отрицательный - полюсом Руссо.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1-3 стена - склонен к отсутствию утонченности, к сентимен-тальности и простоте. Иногда грубоват и резок, обычно естественен и спонтанен.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4 стена - прямой, естественный, бесхитростный, се</w:t>
            </w:r>
            <w:r w:rsidRPr="00964C14">
              <w:rPr>
                <w:sz w:val="28"/>
                <w:szCs w:val="28"/>
              </w:rPr>
              <w:t>н</w:t>
            </w:r>
            <w:r w:rsidRPr="00964C14">
              <w:rPr>
                <w:sz w:val="28"/>
                <w:szCs w:val="28"/>
              </w:rPr>
              <w:t>тимен-тальный.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7 стенов - хитрый, нерасчетливый, светский, прон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цательный (утонченный).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b/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8-10 стенов - утонченный, опытный, светский, хи</w:t>
            </w:r>
            <w:r w:rsidRPr="00964C14">
              <w:rPr>
                <w:sz w:val="28"/>
                <w:szCs w:val="28"/>
              </w:rPr>
              <w:t>т</w:t>
            </w:r>
            <w:r w:rsidRPr="00964C14">
              <w:rPr>
                <w:sz w:val="28"/>
                <w:szCs w:val="28"/>
              </w:rPr>
              <w:t>рый. Склонен к анализу. Интеллектуальный подход к оце</w:t>
            </w:r>
            <w:r w:rsidRPr="00964C14">
              <w:rPr>
                <w:sz w:val="28"/>
                <w:szCs w:val="28"/>
              </w:rPr>
              <w:t>н</w:t>
            </w:r>
            <w:r w:rsidRPr="00964C14">
              <w:rPr>
                <w:sz w:val="28"/>
                <w:szCs w:val="28"/>
              </w:rPr>
              <w:t>ке ситуации, близкий к цинизму.</w:t>
            </w:r>
          </w:p>
        </w:tc>
      </w:tr>
      <w:tr w:rsidR="005C2833" w:rsidTr="00A4408E">
        <w:tc>
          <w:tcPr>
            <w:tcW w:w="648" w:type="dxa"/>
          </w:tcPr>
          <w:p w:rsidR="005C2833" w:rsidRPr="00964C14" w:rsidRDefault="005C2833" w:rsidP="00A4408E">
            <w:pPr>
              <w:numPr>
                <w:ilvl w:val="0"/>
                <w:numId w:val="45"/>
              </w:num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341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32"/>
                <w:szCs w:val="32"/>
              </w:rPr>
              <w:t>О</w:t>
            </w:r>
          </w:p>
        </w:tc>
        <w:tc>
          <w:tcPr>
            <w:tcW w:w="7406" w:type="dxa"/>
          </w:tcPr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b/>
                <w:sz w:val="28"/>
                <w:szCs w:val="28"/>
              </w:rPr>
              <w:t xml:space="preserve">«Спокойствие - тревожность» </w:t>
            </w:r>
            <w:r w:rsidRPr="00964C14">
              <w:rPr>
                <w:sz w:val="28"/>
                <w:szCs w:val="28"/>
              </w:rPr>
              <w:t>- ранее при интерпр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тации этого фактора употреблялись такие термины как «депрессивная тенденция», «плохое настроение», «са-моуничижение» и даже «невротическое состояние». Низкие оценки характерны для людей, которые «управляют сво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ми неудачами». Личность с высокими оценками по этому фактору чувствует свою неустойчивость, напряженность в трудных жизненных ситуациях, легко теряет присутствие духа, полна сожалений и сострадания; для нее характерна комбинация симптомов ипохондрии и неврастении с преоб-ладанием страхов. Этот фактор шире, чем чувство вины в общепринятом смысле. В этом факторе важен и компонент устойчивости; люди с высокими показателями часто з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стенчивы, им трудно вступить в контакт с другими люд</w:t>
            </w:r>
            <w:r w:rsidRPr="00964C14">
              <w:rPr>
                <w:sz w:val="28"/>
                <w:szCs w:val="28"/>
              </w:rPr>
              <w:t>ь</w:t>
            </w:r>
            <w:r w:rsidRPr="00964C14">
              <w:rPr>
                <w:sz w:val="28"/>
                <w:szCs w:val="28"/>
              </w:rPr>
              <w:t>ми.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Низкие оценки по этому фактору характеризуют тех людей, ко-торые могут справляться со своими неудачами, в отличие от тех, кто переживает неудачи как внутренний конфликт. Существуют данные, свидетельствующие о том, что антиобщественные личности не страдают от чувства вины.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По роду занятий высокую оценку по этому фактору имеют религиозные лица, художники, артисты, литерат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ры. Высокие оценки во многом определяют успешное л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дерство в сложных ситуациях и стремление личности к с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моактуализации. В то же время эти оценки свойственны невротикам, алкоголикам и людям с некоторыми видами психопатии. Кеттелл считает, что этот фактор можно в о</w:t>
            </w:r>
            <w:r w:rsidRPr="00964C14">
              <w:rPr>
                <w:sz w:val="28"/>
                <w:szCs w:val="28"/>
              </w:rPr>
              <w:t>п</w:t>
            </w:r>
            <w:r w:rsidRPr="00964C14">
              <w:rPr>
                <w:sz w:val="28"/>
                <w:szCs w:val="28"/>
              </w:rPr>
              <w:t>ределенных пределах назвать фактором Гамлета и он м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жет иметь социально-моральное значение, которое инту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тивно чувствуют почитатели Достоевского. Следует уч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тывать, что высокие оценки по этому фактору могут иметь ситуативное происхождение.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1-3 стена - безмятежный, со спокойным настроением, его трудно вывести из себя, невозмутимый. Уверенный в себе и своих способностях. Гибкий, не чувствует угрозы, иногда до такой степени, что не чувствителен к тому, что группа идет другим путем и что он может вызвать непр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язнь.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4 стена - безмятежный, доверчивый, спокойный.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7 стенов - тревожный, депрессивный, обеспокоенный (тенденция аутопунитивности), чувство вины.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b/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8-10 стенов - депрессивен, плохое настроение прео</w:t>
            </w:r>
            <w:r w:rsidRPr="00964C14">
              <w:rPr>
                <w:sz w:val="28"/>
                <w:szCs w:val="28"/>
              </w:rPr>
              <w:t>б</w:t>
            </w:r>
            <w:r w:rsidRPr="00964C14">
              <w:rPr>
                <w:sz w:val="28"/>
                <w:szCs w:val="28"/>
              </w:rPr>
              <w:t>ладает, мрачные предчувствия и размышления, беспоко</w:t>
            </w:r>
            <w:r w:rsidRPr="00964C14">
              <w:rPr>
                <w:sz w:val="28"/>
                <w:szCs w:val="28"/>
              </w:rPr>
              <w:t>й</w:t>
            </w:r>
            <w:r w:rsidRPr="00964C14">
              <w:rPr>
                <w:sz w:val="28"/>
                <w:szCs w:val="28"/>
              </w:rPr>
              <w:t>ство. Тенденция к тревожности в трудных ситуациях. Чу</w:t>
            </w:r>
            <w:r w:rsidRPr="00964C14">
              <w:rPr>
                <w:sz w:val="28"/>
                <w:szCs w:val="28"/>
              </w:rPr>
              <w:t>в</w:t>
            </w:r>
            <w:r w:rsidRPr="00964C14">
              <w:rPr>
                <w:sz w:val="28"/>
                <w:szCs w:val="28"/>
              </w:rPr>
              <w:t>ство, что его не принимает группа. Высокий балл распр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странен в клинических группах всех типов.</w:t>
            </w:r>
          </w:p>
        </w:tc>
      </w:tr>
      <w:tr w:rsidR="005C2833" w:rsidTr="00A4408E">
        <w:tc>
          <w:tcPr>
            <w:tcW w:w="648" w:type="dxa"/>
          </w:tcPr>
          <w:p w:rsidR="005C2833" w:rsidRPr="00964C14" w:rsidRDefault="005C2833" w:rsidP="00A4408E">
            <w:pPr>
              <w:numPr>
                <w:ilvl w:val="0"/>
                <w:numId w:val="45"/>
              </w:num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341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32"/>
                <w:szCs w:val="32"/>
              </w:rPr>
              <w:t>Q1</w:t>
            </w:r>
          </w:p>
        </w:tc>
        <w:tc>
          <w:tcPr>
            <w:tcW w:w="7406" w:type="dxa"/>
          </w:tcPr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b/>
                <w:sz w:val="28"/>
                <w:szCs w:val="28"/>
              </w:rPr>
              <w:t>«Консерватизм - радикализм»</w:t>
            </w:r>
            <w:r w:rsidRPr="00964C14">
              <w:rPr>
                <w:sz w:val="28"/>
                <w:szCs w:val="28"/>
              </w:rPr>
              <w:t xml:space="preserve"> - определяет ради-кальное, интеллектуальное, политическое и религиозное отношения.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В исследованиях было получено доказательство того, что личности с высокими показателями по этому фактору лучше информированы, меньше склонны к морализаторс</w:t>
            </w:r>
            <w:r w:rsidRPr="00964C14">
              <w:rPr>
                <w:sz w:val="28"/>
                <w:szCs w:val="28"/>
              </w:rPr>
              <w:t>т</w:t>
            </w:r>
            <w:r w:rsidRPr="00964C14">
              <w:rPr>
                <w:sz w:val="28"/>
                <w:szCs w:val="28"/>
              </w:rPr>
              <w:t>ву, выражают больший интерес к науке, нежели к догмам. Более того, они готовы к нарушению привычек и устоя</w:t>
            </w:r>
            <w:r w:rsidRPr="00964C14">
              <w:rPr>
                <w:sz w:val="28"/>
                <w:szCs w:val="28"/>
              </w:rPr>
              <w:t>в</w:t>
            </w:r>
            <w:r w:rsidRPr="00964C14">
              <w:rPr>
                <w:sz w:val="28"/>
                <w:szCs w:val="28"/>
              </w:rPr>
              <w:t>шихся традиций, им свойственна независимость суждений, взглядов и поведения.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Высокие оценки по этому фактору наблюдаются у р</w:t>
            </w:r>
            <w:r w:rsidRPr="00964C14">
              <w:rPr>
                <w:sz w:val="28"/>
                <w:szCs w:val="28"/>
              </w:rPr>
              <w:t>у</w:t>
            </w:r>
            <w:r w:rsidRPr="00964C14">
              <w:rPr>
                <w:sz w:val="28"/>
                <w:szCs w:val="28"/>
              </w:rPr>
              <w:t>ководителей, администраторов, ученых, преподавателей университетов и особенно - у исследователей и теоретиков. Низкие - у малоквалифицированных специалистов и о</w:t>
            </w:r>
            <w:r w:rsidRPr="00964C14">
              <w:rPr>
                <w:sz w:val="28"/>
                <w:szCs w:val="28"/>
              </w:rPr>
              <w:t>б</w:t>
            </w:r>
            <w:r w:rsidRPr="00964C14">
              <w:rPr>
                <w:sz w:val="28"/>
                <w:szCs w:val="28"/>
              </w:rPr>
              <w:t>служивающего персонала (няни, санитарки и т. д ).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Есть предположение, что данный фактор имеет генет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ческое происхождение и в бытовом сознании соотносится с такими характеристиками человека как «умный» (Q1+ ) и «глупый» (Q1-). Обращает на себя внимание то, что дел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вые лидеры имеют высокие оценки по этому фактору.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В поведенческом рисунке человек с низкими оценками по этому фактору характеризуется как «консерватор», с высокими оценками - как «радикал».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1-3 стена - убежден в правильности того, чему его учили, и принимает все как проверенное, несмотря на пр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тиворечия. Склонен к осторожности и к компромиссам в отношении новых людей. Имеет тенденцию препятств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вать и противостоять изменениям и откладывать их, пр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держивается традиций.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4 стена - консервативный, уважающий принципы, терпимый к традиционным трудностям.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7 стенов - экспериментирующий, критический, либ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ральный, аналитический, свободно мыслящий.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b/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8-10 стенов - поглощен интеллектуальными пробл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мами, имеет сомнения по различным фундаментальным вопросам. Он скептичен и старается вникнуть в сущность идей старых и новых. Он часто лучше информирован, м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нее склонен к морализированию, более - к эксперименту в жизни, терпим к несообразностям и к изменениям.</w:t>
            </w:r>
          </w:p>
        </w:tc>
      </w:tr>
      <w:tr w:rsidR="005C2833" w:rsidTr="00A4408E">
        <w:tc>
          <w:tcPr>
            <w:tcW w:w="648" w:type="dxa"/>
          </w:tcPr>
          <w:p w:rsidR="005C2833" w:rsidRPr="00964C14" w:rsidRDefault="005C2833" w:rsidP="00A4408E">
            <w:pPr>
              <w:numPr>
                <w:ilvl w:val="0"/>
                <w:numId w:val="45"/>
              </w:num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341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32"/>
                <w:szCs w:val="32"/>
              </w:rPr>
              <w:t>Q2</w:t>
            </w:r>
          </w:p>
        </w:tc>
        <w:tc>
          <w:tcPr>
            <w:tcW w:w="7406" w:type="dxa"/>
          </w:tcPr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b/>
                <w:sz w:val="28"/>
                <w:szCs w:val="28"/>
              </w:rPr>
              <w:t>«Конформизм - нонконформизм»</w:t>
            </w:r>
            <w:r w:rsidRPr="00964C14">
              <w:rPr>
                <w:sz w:val="28"/>
                <w:szCs w:val="28"/>
              </w:rPr>
              <w:t xml:space="preserve"> - является цен-тральным в факторе второго порядка «зависимость - нез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висимость».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Низкие оценки по этому фактору имеют личности о</w:t>
            </w:r>
            <w:r w:rsidRPr="00964C14">
              <w:rPr>
                <w:sz w:val="28"/>
                <w:szCs w:val="28"/>
              </w:rPr>
              <w:t>б</w:t>
            </w:r>
            <w:r w:rsidRPr="00964C14">
              <w:rPr>
                <w:sz w:val="28"/>
                <w:szCs w:val="28"/>
              </w:rPr>
              <w:t>щительные, для которых много значит одобрение общес</w:t>
            </w:r>
            <w:r w:rsidRPr="00964C14">
              <w:rPr>
                <w:sz w:val="28"/>
                <w:szCs w:val="28"/>
              </w:rPr>
              <w:t>т</w:t>
            </w:r>
            <w:r w:rsidRPr="00964C14">
              <w:rPr>
                <w:sz w:val="28"/>
                <w:szCs w:val="28"/>
              </w:rPr>
              <w:t>ва, это светские люди. Высокие оценки имеют люди, кот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рые часто разобщены с группой и по роду занятий являю</w:t>
            </w:r>
            <w:r w:rsidRPr="00964C14">
              <w:rPr>
                <w:sz w:val="28"/>
                <w:szCs w:val="28"/>
              </w:rPr>
              <w:t>т</w:t>
            </w:r>
            <w:r w:rsidRPr="00964C14">
              <w:rPr>
                <w:sz w:val="28"/>
                <w:szCs w:val="28"/>
              </w:rPr>
              <w:t>ся индивидуалистами - писатели, ученые и преступники!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Следует особо учитывать, что показатели по этому фактору могут характеризовать определенную социабел</w:t>
            </w:r>
            <w:r w:rsidRPr="00964C14">
              <w:rPr>
                <w:sz w:val="28"/>
                <w:szCs w:val="28"/>
              </w:rPr>
              <w:t>ь</w:t>
            </w:r>
            <w:r w:rsidRPr="00964C14">
              <w:rPr>
                <w:sz w:val="28"/>
                <w:szCs w:val="28"/>
              </w:rPr>
              <w:t>ность личности и имеют постоянную связь с критериями реальной жизни.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По существу, Кеттелл считает, что этот фактор являе</w:t>
            </w:r>
            <w:r w:rsidRPr="00964C14">
              <w:rPr>
                <w:sz w:val="28"/>
                <w:szCs w:val="28"/>
              </w:rPr>
              <w:t>т</w:t>
            </w:r>
            <w:r w:rsidRPr="00964C14">
              <w:rPr>
                <w:sz w:val="28"/>
                <w:szCs w:val="28"/>
              </w:rPr>
              <w:t>ся «мыслящей интроверсией» и в формировании такой м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дели поведения существенную роль играют как семейные, так и общественные традиции. Таких людей характеризует довольно высокая степень осознанности в выборе линии поведения.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1 -3 стена - предпочитает работать и принимать р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шения вместе с другими людьми, любит общение и восх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щение, зависит от них. Склонен идти с группой. Необяз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тельно общителен, скорее ему нужна поддержка со стор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ны группы.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4 стена - зависящий от группы, «присоединяющи</w:t>
            </w:r>
            <w:r w:rsidRPr="00964C14">
              <w:rPr>
                <w:sz w:val="28"/>
                <w:szCs w:val="28"/>
              </w:rPr>
              <w:t>й</w:t>
            </w:r>
            <w:r w:rsidRPr="00964C14">
              <w:rPr>
                <w:sz w:val="28"/>
                <w:szCs w:val="28"/>
              </w:rPr>
              <w:t>ся», ведомый, идущий на зов (групповая зависимость).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7 стенов - самоудовлетворенный, предлагающий со</w:t>
            </w:r>
            <w:r w:rsidRPr="00964C14">
              <w:rPr>
                <w:sz w:val="28"/>
                <w:szCs w:val="28"/>
              </w:rPr>
              <w:t>б</w:t>
            </w:r>
            <w:r w:rsidRPr="00964C14">
              <w:rPr>
                <w:sz w:val="28"/>
                <w:szCs w:val="28"/>
              </w:rPr>
              <w:t>ственное решение, предприимчивый.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b/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8-10 стенов - независим, склонен идти собственной дорогой, принимать собственные решения, действовать с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мостоятельно. Он не считается с общественным мнением, но не обязательно играет доминирующую роль в отнош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нии других (см. фактор Е). Нельзя считать, что люди ему не нравятся, он просто не нуждается в их согласии и по</w:t>
            </w:r>
            <w:r w:rsidRPr="00964C14">
              <w:rPr>
                <w:sz w:val="28"/>
                <w:szCs w:val="28"/>
              </w:rPr>
              <w:t>д</w:t>
            </w:r>
            <w:r w:rsidRPr="00964C14">
              <w:rPr>
                <w:sz w:val="28"/>
                <w:szCs w:val="28"/>
              </w:rPr>
              <w:t>держке</w:t>
            </w:r>
          </w:p>
        </w:tc>
      </w:tr>
      <w:tr w:rsidR="005C2833" w:rsidTr="00A4408E">
        <w:tc>
          <w:tcPr>
            <w:tcW w:w="648" w:type="dxa"/>
          </w:tcPr>
          <w:p w:rsidR="005C2833" w:rsidRPr="00964C14" w:rsidRDefault="005C2833" w:rsidP="00A4408E">
            <w:pPr>
              <w:numPr>
                <w:ilvl w:val="0"/>
                <w:numId w:val="45"/>
              </w:num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341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32"/>
                <w:szCs w:val="32"/>
              </w:rPr>
              <w:t>Q3</w:t>
            </w:r>
          </w:p>
        </w:tc>
        <w:tc>
          <w:tcPr>
            <w:tcW w:w="7406" w:type="dxa"/>
          </w:tcPr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b/>
                <w:sz w:val="28"/>
                <w:szCs w:val="28"/>
              </w:rPr>
              <w:t>«Низкий самоконтроль</w:t>
            </w:r>
            <w:r w:rsidRPr="00964C14">
              <w:rPr>
                <w:sz w:val="28"/>
                <w:szCs w:val="28"/>
              </w:rPr>
              <w:t xml:space="preserve"> - высокий самоконтроль» -  измеряет уровень внутреннего контроля поведения, инте</w:t>
            </w:r>
            <w:r w:rsidRPr="00964C14">
              <w:rPr>
                <w:sz w:val="28"/>
                <w:szCs w:val="28"/>
              </w:rPr>
              <w:t>г</w:t>
            </w:r>
            <w:r w:rsidRPr="00964C14">
              <w:rPr>
                <w:sz w:val="28"/>
                <w:szCs w:val="28"/>
              </w:rPr>
              <w:t>рированность личности.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Низкие оценки по этому фактору указывают на слабую волю и плохой самоконтроль. Деятельность таких людей неупорядочена и импульсивна. Личность с высокими оце</w:t>
            </w:r>
            <w:r w:rsidRPr="00964C14">
              <w:rPr>
                <w:sz w:val="28"/>
                <w:szCs w:val="28"/>
              </w:rPr>
              <w:t>н</w:t>
            </w:r>
            <w:r w:rsidRPr="00964C14">
              <w:rPr>
                <w:sz w:val="28"/>
                <w:szCs w:val="28"/>
              </w:rPr>
              <w:t>ками по этому фактору имеет социально одобряемые х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рактеристики: самоконтроль, настойчивость, сознател</w:t>
            </w:r>
            <w:r w:rsidRPr="00964C14">
              <w:rPr>
                <w:sz w:val="28"/>
                <w:szCs w:val="28"/>
              </w:rPr>
              <w:t>ь</w:t>
            </w:r>
            <w:r w:rsidRPr="00964C14">
              <w:rPr>
                <w:sz w:val="28"/>
                <w:szCs w:val="28"/>
              </w:rPr>
              <w:t>ность, склонность к соблюдению этикета. Для того, чтобы соответствовать таким стандартам, от личности требуется приложение определенных усилий, наличие четких при</w:t>
            </w:r>
            <w:r w:rsidRPr="00964C14">
              <w:rPr>
                <w:sz w:val="28"/>
                <w:szCs w:val="28"/>
              </w:rPr>
              <w:t>н</w:t>
            </w:r>
            <w:r w:rsidRPr="00964C14">
              <w:rPr>
                <w:sz w:val="28"/>
                <w:szCs w:val="28"/>
              </w:rPr>
              <w:t>ципов, убеждений и учет общественного мнения.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Люди с высокими оценками по этому фактору склонны к организаторской деятельности и добиваются успеха в тех профессиях, где требуются объективность, решительность, уравновешенность. Фактор характеризует осознанность ч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ловека в регулировании силы «я» (фактор С) и силы «сверх-я» (фактор G) и определяет выраженность волевых характеристик личности. Этот фактор является одним из наиболее важных для прогноза успешности деятельности. Он положительно связан с частотой выбора в лидеры и степенью активности при решении групповых проблем.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1-3 стена - не руководствуется волевым контролем, не обращает внимания на социальные требования, невн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мателен к другим. Может чувствовать себя недостаточно приспособленным.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4 стена - внутренне недисциплинированный, ко</w:t>
            </w:r>
            <w:r w:rsidRPr="00964C14">
              <w:rPr>
                <w:sz w:val="28"/>
                <w:szCs w:val="28"/>
              </w:rPr>
              <w:t>н</w:t>
            </w:r>
            <w:r w:rsidRPr="00964C14">
              <w:rPr>
                <w:sz w:val="28"/>
                <w:szCs w:val="28"/>
              </w:rPr>
              <w:t>фликтный (низкая интеграция).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7 стенов - контролируемый, социально точный, сл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дующий «Я»-образу (высокая интеграция).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8-10 стенов - имеет тенденцию к сильному контролю своих эмоций и общего поведения. Социально внимателен и тщателен; проявляет то, что обычно называют «самоув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жением», и заботу о социальной репутации. Иногда, одн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ко, склонен к упрямству.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b/>
                <w:sz w:val="28"/>
                <w:szCs w:val="28"/>
              </w:rPr>
            </w:pPr>
          </w:p>
        </w:tc>
      </w:tr>
      <w:tr w:rsidR="005C2833" w:rsidTr="00A4408E">
        <w:tc>
          <w:tcPr>
            <w:tcW w:w="648" w:type="dxa"/>
          </w:tcPr>
          <w:p w:rsidR="005C2833" w:rsidRPr="00964C14" w:rsidRDefault="005C2833" w:rsidP="00A4408E">
            <w:pPr>
              <w:numPr>
                <w:ilvl w:val="0"/>
                <w:numId w:val="45"/>
              </w:num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341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32"/>
                <w:szCs w:val="32"/>
              </w:rPr>
              <w:t>Q4</w:t>
            </w:r>
          </w:p>
        </w:tc>
        <w:tc>
          <w:tcPr>
            <w:tcW w:w="7406" w:type="dxa"/>
          </w:tcPr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b/>
                <w:sz w:val="28"/>
                <w:szCs w:val="28"/>
              </w:rPr>
            </w:pPr>
            <w:r w:rsidRPr="00964C14">
              <w:rPr>
                <w:b/>
                <w:sz w:val="28"/>
                <w:szCs w:val="28"/>
              </w:rPr>
              <w:t>«Расслабленность - напряженность».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 xml:space="preserve"> Высокая оценка (9-12 баллов) интерпретируется как энергетическая возбужденность, которая требует опред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ленной разрядки; иногда это состояние может превратиться в психосоматическое нарушение: снижается эмоционал</w:t>
            </w:r>
            <w:r w:rsidRPr="00964C14">
              <w:rPr>
                <w:sz w:val="28"/>
                <w:szCs w:val="28"/>
              </w:rPr>
              <w:t>ь</w:t>
            </w:r>
            <w:r w:rsidRPr="00964C14">
              <w:rPr>
                <w:sz w:val="28"/>
                <w:szCs w:val="28"/>
              </w:rPr>
              <w:t>ная устойчивость, нарушается равновесие, может проя</w:t>
            </w:r>
            <w:r w:rsidRPr="00964C14">
              <w:rPr>
                <w:sz w:val="28"/>
                <w:szCs w:val="28"/>
              </w:rPr>
              <w:t>в</w:t>
            </w:r>
            <w:r w:rsidRPr="00964C14">
              <w:rPr>
                <w:sz w:val="28"/>
                <w:szCs w:val="28"/>
              </w:rPr>
              <w:t>ляться агрессивность. Такие люди редко становятся лид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рами.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Исследования показали, что низкая оценка (0-5 баллов) характерна для людей с невысоким уровнем мотивации достижения, довольствующихся имеющимся Лица со зн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чениями этого фактора от 5 до 8 баллов характеризуются оптимальным эмоциональным тонусом и стрессоустойч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>востью.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1-3 стена - склонен к расслабленности, уравновеше</w:t>
            </w:r>
            <w:r w:rsidRPr="00964C14">
              <w:rPr>
                <w:sz w:val="28"/>
                <w:szCs w:val="28"/>
              </w:rPr>
              <w:t>н</w:t>
            </w:r>
            <w:r w:rsidRPr="00964C14">
              <w:rPr>
                <w:sz w:val="28"/>
                <w:szCs w:val="28"/>
              </w:rPr>
              <w:t>ности, удовлетворенности. В некоторых ситуациях его сверхудовлетворенность может вести к лени, к достиж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нию низких результатов. Напротив, высокий уровень н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>пряжения может нарушить эффективность учебы или раб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ты.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4 стена - расслабленный (ненапряженный), нефрус</w:t>
            </w:r>
            <w:r w:rsidRPr="00964C14">
              <w:rPr>
                <w:sz w:val="28"/>
                <w:szCs w:val="28"/>
              </w:rPr>
              <w:t>т</w:t>
            </w:r>
            <w:r w:rsidRPr="00964C14">
              <w:rPr>
                <w:sz w:val="28"/>
                <w:szCs w:val="28"/>
              </w:rPr>
              <w:t>рированный.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7 стенов - напряженный, фрустрированный, побу</w:t>
            </w:r>
            <w:r w:rsidRPr="00964C14">
              <w:rPr>
                <w:sz w:val="28"/>
                <w:szCs w:val="28"/>
              </w:rPr>
              <w:t>ж</w:t>
            </w:r>
            <w:r w:rsidRPr="00964C14">
              <w:rPr>
                <w:sz w:val="28"/>
                <w:szCs w:val="28"/>
              </w:rPr>
              <w:t>даемый, сверхреактивный (высокое энергетическое напр</w:t>
            </w:r>
            <w:r w:rsidRPr="00964C14">
              <w:rPr>
                <w:sz w:val="28"/>
                <w:szCs w:val="28"/>
              </w:rPr>
              <w:t>я</w:t>
            </w:r>
            <w:r w:rsidRPr="00964C14">
              <w:rPr>
                <w:sz w:val="28"/>
                <w:szCs w:val="28"/>
              </w:rPr>
              <w:t>жение).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b/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•</w:t>
            </w:r>
            <w:r w:rsidRPr="00964C14">
              <w:rPr>
                <w:sz w:val="28"/>
                <w:szCs w:val="28"/>
              </w:rPr>
              <w:tab/>
              <w:t>8-10 стенов - склонен к напряженности, возбудим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сти</w:t>
            </w:r>
          </w:p>
        </w:tc>
      </w:tr>
      <w:tr w:rsidR="005C2833" w:rsidTr="00A4408E">
        <w:tc>
          <w:tcPr>
            <w:tcW w:w="648" w:type="dxa"/>
          </w:tcPr>
          <w:p w:rsidR="005C2833" w:rsidRPr="00964C14" w:rsidRDefault="005C2833" w:rsidP="00A4408E">
            <w:pPr>
              <w:numPr>
                <w:ilvl w:val="0"/>
                <w:numId w:val="45"/>
              </w:num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341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32"/>
                <w:szCs w:val="32"/>
              </w:rPr>
              <w:t>F1</w:t>
            </w:r>
          </w:p>
        </w:tc>
        <w:tc>
          <w:tcPr>
            <w:tcW w:w="7406" w:type="dxa"/>
          </w:tcPr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b/>
                <w:sz w:val="28"/>
                <w:szCs w:val="28"/>
              </w:rPr>
              <w:t xml:space="preserve">Тревога. </w:t>
            </w:r>
            <w:r w:rsidRPr="00964C14">
              <w:rPr>
                <w:sz w:val="28"/>
                <w:szCs w:val="28"/>
              </w:rPr>
              <w:t>Низкие баллы - в общем, этот человек удо</w:t>
            </w:r>
            <w:r w:rsidRPr="00964C14">
              <w:rPr>
                <w:sz w:val="28"/>
                <w:szCs w:val="28"/>
              </w:rPr>
              <w:t>в</w:t>
            </w:r>
            <w:r w:rsidRPr="00964C14">
              <w:rPr>
                <w:sz w:val="28"/>
                <w:szCs w:val="28"/>
              </w:rPr>
              <w:t>летворен тем, что есть, и может добиться того, что ему к</w:t>
            </w:r>
            <w:r w:rsidRPr="00964C14">
              <w:rPr>
                <w:sz w:val="28"/>
                <w:szCs w:val="28"/>
              </w:rPr>
              <w:t>а</w:t>
            </w:r>
            <w:r w:rsidRPr="00964C14">
              <w:rPr>
                <w:sz w:val="28"/>
                <w:szCs w:val="28"/>
              </w:rPr>
              <w:t xml:space="preserve">жется важным. Однако очень низкие баллы могут означать недостаток мотивации в трудных ситуациях. 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b/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Высокие баллы - высокий уровень тревоги в ее обы</w:t>
            </w:r>
            <w:r w:rsidRPr="00964C14">
              <w:rPr>
                <w:sz w:val="28"/>
                <w:szCs w:val="28"/>
              </w:rPr>
              <w:t>ч</w:t>
            </w:r>
            <w:r w:rsidRPr="00964C14">
              <w:rPr>
                <w:sz w:val="28"/>
                <w:szCs w:val="28"/>
              </w:rPr>
              <w:t>ном понимании. Тревога не обязательно невротическая, п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скольку она может быть обусловлена ситуационно. Однако в чем-то имеет неприспособленность, т. к. человек недов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лен в степени, которая не позволяет ему выполнять треб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вания и достигать того, что желает. Очень высокая тревога обычно нарушает продуктивность и приводит к соматич</w:t>
            </w:r>
            <w:r w:rsidRPr="00964C14">
              <w:rPr>
                <w:sz w:val="28"/>
                <w:szCs w:val="28"/>
              </w:rPr>
              <w:t>е</w:t>
            </w:r>
            <w:r w:rsidRPr="00964C14">
              <w:rPr>
                <w:sz w:val="28"/>
                <w:szCs w:val="28"/>
              </w:rPr>
              <w:t>ским расстройствам</w:t>
            </w:r>
          </w:p>
        </w:tc>
      </w:tr>
      <w:tr w:rsidR="005C2833" w:rsidTr="00A4408E">
        <w:tc>
          <w:tcPr>
            <w:tcW w:w="648" w:type="dxa"/>
          </w:tcPr>
          <w:p w:rsidR="005C2833" w:rsidRPr="00964C14" w:rsidRDefault="005C2833" w:rsidP="00A4408E">
            <w:pPr>
              <w:numPr>
                <w:ilvl w:val="0"/>
                <w:numId w:val="45"/>
              </w:num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341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32"/>
                <w:szCs w:val="32"/>
              </w:rPr>
              <w:t>F2</w:t>
            </w:r>
          </w:p>
        </w:tc>
        <w:tc>
          <w:tcPr>
            <w:tcW w:w="7406" w:type="dxa"/>
          </w:tcPr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b/>
                <w:sz w:val="28"/>
                <w:szCs w:val="28"/>
              </w:rPr>
              <w:t xml:space="preserve">Экстраверсия – интроверсия. </w:t>
            </w:r>
            <w:r w:rsidRPr="00964C14">
              <w:rPr>
                <w:sz w:val="28"/>
                <w:szCs w:val="28"/>
              </w:rPr>
              <w:t>Низкие баллы - скло</w:t>
            </w:r>
            <w:r w:rsidRPr="00964C14">
              <w:rPr>
                <w:sz w:val="28"/>
                <w:szCs w:val="28"/>
              </w:rPr>
              <w:t>н</w:t>
            </w:r>
            <w:r w:rsidRPr="00964C14">
              <w:rPr>
                <w:sz w:val="28"/>
                <w:szCs w:val="28"/>
              </w:rPr>
              <w:t xml:space="preserve">ность к сухости, к самоудовлетворению, замороженности межличностных контактов. Это может быть благоприятно в работе, требующей точности. 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b/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Высокие баллы - социально контактен, незаторможен, успешно устанавливает и поддерживает межличностные связи. Это может быть очень благоприятным моментом в ситуациях, требующих темперамента такого типа. Эту че</w:t>
            </w:r>
            <w:r w:rsidRPr="00964C14">
              <w:rPr>
                <w:sz w:val="28"/>
                <w:szCs w:val="28"/>
              </w:rPr>
              <w:t>р</w:t>
            </w:r>
            <w:r w:rsidRPr="00964C14">
              <w:rPr>
                <w:sz w:val="28"/>
                <w:szCs w:val="28"/>
              </w:rPr>
              <w:t>ту следует считать всегда благоприятным прогнозом в де</w:t>
            </w:r>
            <w:r w:rsidRPr="00964C14">
              <w:rPr>
                <w:sz w:val="28"/>
                <w:szCs w:val="28"/>
              </w:rPr>
              <w:t>я</w:t>
            </w:r>
            <w:r w:rsidRPr="00964C14">
              <w:rPr>
                <w:sz w:val="28"/>
                <w:szCs w:val="28"/>
              </w:rPr>
              <w:t>тельности, например в учебе.</w:t>
            </w:r>
          </w:p>
        </w:tc>
      </w:tr>
      <w:tr w:rsidR="005C2833" w:rsidTr="00A4408E">
        <w:tc>
          <w:tcPr>
            <w:tcW w:w="648" w:type="dxa"/>
          </w:tcPr>
          <w:p w:rsidR="005C2833" w:rsidRPr="00964C14" w:rsidRDefault="005C2833" w:rsidP="00A4408E">
            <w:pPr>
              <w:numPr>
                <w:ilvl w:val="0"/>
                <w:numId w:val="45"/>
              </w:num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341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32"/>
                <w:szCs w:val="32"/>
              </w:rPr>
              <w:t>F3</w:t>
            </w:r>
          </w:p>
        </w:tc>
        <w:tc>
          <w:tcPr>
            <w:tcW w:w="7406" w:type="dxa"/>
          </w:tcPr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b/>
                <w:sz w:val="28"/>
                <w:szCs w:val="28"/>
              </w:rPr>
              <w:t xml:space="preserve">Чувствительность. </w:t>
            </w:r>
            <w:r w:rsidRPr="00964C14">
              <w:rPr>
                <w:sz w:val="28"/>
                <w:szCs w:val="28"/>
              </w:rPr>
              <w:t>Низкие баллы - тенденция исп</w:t>
            </w:r>
            <w:r w:rsidRPr="00964C14">
              <w:rPr>
                <w:sz w:val="28"/>
                <w:szCs w:val="28"/>
              </w:rPr>
              <w:t>ы</w:t>
            </w:r>
            <w:r w:rsidRPr="00964C14">
              <w:rPr>
                <w:sz w:val="28"/>
                <w:szCs w:val="28"/>
              </w:rPr>
              <w:t>тывать затруднения в связи с проявляющейся во всем эм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циональностью. Эти люди могут относиться к типу нед</w:t>
            </w:r>
            <w:r w:rsidRPr="00964C14">
              <w:rPr>
                <w:sz w:val="28"/>
                <w:szCs w:val="28"/>
              </w:rPr>
              <w:t>о</w:t>
            </w:r>
            <w:r w:rsidRPr="00964C14">
              <w:rPr>
                <w:sz w:val="28"/>
                <w:szCs w:val="28"/>
              </w:rPr>
              <w:t>вольных и фрустрированных. Однако присутствует чувс</w:t>
            </w:r>
            <w:r w:rsidRPr="00964C14">
              <w:rPr>
                <w:sz w:val="28"/>
                <w:szCs w:val="28"/>
              </w:rPr>
              <w:t>т</w:t>
            </w:r>
            <w:r w:rsidRPr="00964C14">
              <w:rPr>
                <w:sz w:val="28"/>
                <w:szCs w:val="28"/>
              </w:rPr>
              <w:t>вительность к нюансам жизни. Вероятно, имеются арт</w:t>
            </w:r>
            <w:r w:rsidRPr="00964C14">
              <w:rPr>
                <w:sz w:val="28"/>
                <w:szCs w:val="28"/>
              </w:rPr>
              <w:t>и</w:t>
            </w:r>
            <w:r w:rsidRPr="00964C14">
              <w:rPr>
                <w:sz w:val="28"/>
                <w:szCs w:val="28"/>
              </w:rPr>
              <w:t xml:space="preserve">стические наклонности и мягкость. Если у такого человека возникает проблема, то на ее разрешение требуется много размышлений до начала действий. 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b/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Высокие баллы - предприимчивая, решительная и ги</w:t>
            </w:r>
            <w:r w:rsidRPr="00964C14">
              <w:rPr>
                <w:sz w:val="28"/>
                <w:szCs w:val="28"/>
              </w:rPr>
              <w:t>б</w:t>
            </w:r>
            <w:r w:rsidRPr="00964C14">
              <w:rPr>
                <w:sz w:val="28"/>
                <w:szCs w:val="28"/>
              </w:rPr>
              <w:t>кая лич-ность. Этот человек склонен не замечать жизне</w:t>
            </w:r>
            <w:r w:rsidRPr="00964C14">
              <w:rPr>
                <w:sz w:val="28"/>
                <w:szCs w:val="28"/>
              </w:rPr>
              <w:t>н</w:t>
            </w:r>
            <w:r w:rsidRPr="00964C14">
              <w:rPr>
                <w:sz w:val="28"/>
                <w:szCs w:val="28"/>
              </w:rPr>
              <w:t>ных нюансов, направляя свое поведение на слишком явное и очевидное. Если возникают трудности, то они вызывают быстрое действие без достаточного размышления.</w:t>
            </w:r>
          </w:p>
        </w:tc>
      </w:tr>
      <w:tr w:rsidR="005C2833" w:rsidTr="00A4408E">
        <w:tc>
          <w:tcPr>
            <w:tcW w:w="648" w:type="dxa"/>
          </w:tcPr>
          <w:p w:rsidR="005C2833" w:rsidRPr="00964C14" w:rsidRDefault="005C2833" w:rsidP="00A4408E">
            <w:pPr>
              <w:numPr>
                <w:ilvl w:val="0"/>
                <w:numId w:val="45"/>
              </w:num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341" w:type="dxa"/>
          </w:tcPr>
          <w:p w:rsidR="005C2833" w:rsidRPr="00964C14" w:rsidRDefault="005C2833" w:rsidP="00A4408E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 w:rsidRPr="00964C14">
              <w:rPr>
                <w:sz w:val="32"/>
                <w:szCs w:val="32"/>
              </w:rPr>
              <w:t>F4</w:t>
            </w:r>
          </w:p>
        </w:tc>
        <w:tc>
          <w:tcPr>
            <w:tcW w:w="7406" w:type="dxa"/>
          </w:tcPr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sz w:val="28"/>
                <w:szCs w:val="28"/>
              </w:rPr>
            </w:pPr>
            <w:r w:rsidRPr="00964C14">
              <w:rPr>
                <w:b/>
                <w:sz w:val="28"/>
                <w:szCs w:val="28"/>
              </w:rPr>
              <w:t xml:space="preserve">Конформность. </w:t>
            </w:r>
            <w:r w:rsidRPr="00964C14">
              <w:rPr>
                <w:sz w:val="28"/>
                <w:szCs w:val="28"/>
              </w:rPr>
              <w:t xml:space="preserve">Низкие баллы - зависимая от группы, пассивная личность, нуждающаяся в поддержке других лиц и ориентирующая свое поведение в направлении людей, которые такую поддержку оказывают. </w:t>
            </w:r>
          </w:p>
          <w:p w:rsidR="005C2833" w:rsidRPr="00964C14" w:rsidRDefault="005C2833" w:rsidP="00A4408E">
            <w:pPr>
              <w:spacing w:line="240" w:lineRule="auto"/>
              <w:ind w:firstLine="482"/>
              <w:jc w:val="both"/>
              <w:rPr>
                <w:b/>
                <w:sz w:val="28"/>
                <w:szCs w:val="28"/>
              </w:rPr>
            </w:pPr>
            <w:r w:rsidRPr="00964C14">
              <w:rPr>
                <w:sz w:val="28"/>
                <w:szCs w:val="28"/>
              </w:rPr>
              <w:t>Высокие баллы - агрессивная, независимая, отважная, резкая личность. Старается выбрать такие ситуации, где подобное поведение, по крайней мере, терпят. Проявляет значительную инициативу.</w:t>
            </w:r>
          </w:p>
        </w:tc>
      </w:tr>
    </w:tbl>
    <w:p w:rsidR="005C2833" w:rsidRDefault="005C2833" w:rsidP="00CE4F23">
      <w:pPr>
        <w:spacing w:line="240" w:lineRule="auto"/>
        <w:ind w:firstLine="709"/>
        <w:rPr>
          <w:sz w:val="32"/>
          <w:szCs w:val="32"/>
        </w:rPr>
      </w:pPr>
    </w:p>
    <w:p w:rsidR="005C2833" w:rsidRDefault="005C2833" w:rsidP="006C2DCB">
      <w:pPr>
        <w:pStyle w:val="Heading2"/>
        <w:spacing w:before="0" w:line="240" w:lineRule="auto"/>
        <w:ind w:left="993" w:firstLine="0"/>
        <w:jc w:val="center"/>
        <w:rPr>
          <w:sz w:val="32"/>
          <w:szCs w:val="32"/>
        </w:rPr>
      </w:pPr>
      <w:r>
        <w:rPr>
          <w:color w:val="auto"/>
          <w:sz w:val="32"/>
          <w:szCs w:val="32"/>
        </w:rPr>
        <w:t>3.</w:t>
      </w:r>
      <w:r w:rsidRPr="004B1F4F">
        <w:rPr>
          <w:color w:val="auto"/>
          <w:sz w:val="32"/>
          <w:szCs w:val="32"/>
        </w:rPr>
        <w:t xml:space="preserve"> </w:t>
      </w:r>
      <w:bookmarkStart w:id="1" w:name="_Toc435098485"/>
      <w:r w:rsidRPr="004B1F4F">
        <w:rPr>
          <w:color w:val="auto"/>
          <w:sz w:val="32"/>
          <w:szCs w:val="32"/>
        </w:rPr>
        <w:t>Т</w:t>
      </w:r>
      <w:r>
        <w:rPr>
          <w:color w:val="auto"/>
          <w:sz w:val="32"/>
          <w:szCs w:val="32"/>
        </w:rPr>
        <w:t>ЕСТ</w:t>
      </w:r>
      <w:r w:rsidRPr="004B1F4F"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</w:rPr>
        <w:t>ОПРОСНИК</w:t>
      </w:r>
      <w:r w:rsidRPr="004B1F4F">
        <w:rPr>
          <w:color w:val="auto"/>
          <w:sz w:val="32"/>
          <w:szCs w:val="32"/>
        </w:rPr>
        <w:t xml:space="preserve"> А</w:t>
      </w:r>
      <w:r>
        <w:rPr>
          <w:color w:val="auto"/>
          <w:sz w:val="32"/>
          <w:szCs w:val="32"/>
        </w:rPr>
        <w:t>ЙЗЕНКА</w:t>
      </w:r>
      <w:r w:rsidRPr="004B1F4F">
        <w:rPr>
          <w:color w:val="auto"/>
          <w:sz w:val="32"/>
          <w:szCs w:val="32"/>
        </w:rPr>
        <w:t xml:space="preserve"> ЕРI</w:t>
      </w:r>
      <w:bookmarkEnd w:id="1"/>
    </w:p>
    <w:p w:rsidR="005C2833" w:rsidRDefault="005C2833" w:rsidP="00CE4F23">
      <w:pPr>
        <w:spacing w:line="240" w:lineRule="auto"/>
        <w:ind w:firstLine="567"/>
        <w:jc w:val="both"/>
        <w:rPr>
          <w:sz w:val="32"/>
          <w:szCs w:val="32"/>
          <w:shd w:val="clear" w:color="auto" w:fill="FFFFFF"/>
        </w:rPr>
      </w:pPr>
      <w:r w:rsidRPr="00C54D9A">
        <w:rPr>
          <w:sz w:val="32"/>
          <w:szCs w:val="32"/>
          <w:shd w:val="clear" w:color="auto" w:fill="FFFFFF"/>
        </w:rPr>
        <w:t>Тест состоит из 57 вопросов, направленных на выявление обы</w:t>
      </w:r>
      <w:r w:rsidRPr="00C54D9A">
        <w:rPr>
          <w:sz w:val="32"/>
          <w:szCs w:val="32"/>
          <w:shd w:val="clear" w:color="auto" w:fill="FFFFFF"/>
        </w:rPr>
        <w:t>ч</w:t>
      </w:r>
      <w:r w:rsidRPr="00C54D9A">
        <w:rPr>
          <w:sz w:val="32"/>
          <w:szCs w:val="32"/>
          <w:shd w:val="clear" w:color="auto" w:fill="FFFFFF"/>
        </w:rPr>
        <w:t xml:space="preserve">ного способа поведения человека. </w:t>
      </w:r>
      <w:r>
        <w:rPr>
          <w:sz w:val="32"/>
          <w:szCs w:val="32"/>
          <w:shd w:val="clear" w:color="auto" w:fill="FFFFFF"/>
        </w:rPr>
        <w:t xml:space="preserve">Результаты теста представляются на трех шкалах – </w:t>
      </w:r>
      <w:r w:rsidRPr="00C7217B">
        <w:rPr>
          <w:i/>
          <w:sz w:val="32"/>
          <w:szCs w:val="28"/>
        </w:rPr>
        <w:t xml:space="preserve">экстраверсия, </w:t>
      </w:r>
      <w:r w:rsidRPr="00C7217B">
        <w:rPr>
          <w:i/>
          <w:sz w:val="32"/>
          <w:szCs w:val="32"/>
          <w:shd w:val="clear" w:color="auto" w:fill="FFFFFF"/>
        </w:rPr>
        <w:t>нейротизм</w:t>
      </w:r>
      <w:r>
        <w:rPr>
          <w:i/>
          <w:sz w:val="32"/>
          <w:szCs w:val="32"/>
          <w:shd w:val="clear" w:color="auto" w:fill="FFFFFF"/>
        </w:rPr>
        <w:t xml:space="preserve"> </w:t>
      </w:r>
      <w:r w:rsidRPr="00C7217B">
        <w:rPr>
          <w:i/>
          <w:sz w:val="32"/>
          <w:szCs w:val="32"/>
          <w:shd w:val="clear" w:color="auto" w:fill="FFFFFF"/>
        </w:rPr>
        <w:t xml:space="preserve"> и искренность</w:t>
      </w:r>
      <w:r>
        <w:rPr>
          <w:sz w:val="32"/>
          <w:szCs w:val="32"/>
          <w:shd w:val="clear" w:color="auto" w:fill="FFFFFF"/>
        </w:rPr>
        <w:t>.</w:t>
      </w:r>
    </w:p>
    <w:p w:rsidR="005C2833" w:rsidRPr="00C54D9A" w:rsidRDefault="005C2833" w:rsidP="00CE4F23">
      <w:pPr>
        <w:spacing w:line="240" w:lineRule="auto"/>
        <w:ind w:firstLine="567"/>
        <w:jc w:val="both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8"/>
        <w:gridCol w:w="2340"/>
        <w:gridCol w:w="6866"/>
      </w:tblGrid>
      <w:tr w:rsidR="005C2833" w:rsidRPr="007423E3" w:rsidTr="0083736F">
        <w:tc>
          <w:tcPr>
            <w:tcW w:w="648" w:type="dxa"/>
          </w:tcPr>
          <w:p w:rsidR="005C2833" w:rsidRPr="007423E3" w:rsidRDefault="005C2833" w:rsidP="00CE4F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№</w:t>
            </w:r>
          </w:p>
        </w:tc>
        <w:tc>
          <w:tcPr>
            <w:tcW w:w="2340" w:type="dxa"/>
          </w:tcPr>
          <w:p w:rsidR="005C2833" w:rsidRPr="007423E3" w:rsidRDefault="005C2833" w:rsidP="00CE4F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Шкала</w:t>
            </w:r>
          </w:p>
        </w:tc>
        <w:tc>
          <w:tcPr>
            <w:tcW w:w="6866" w:type="dxa"/>
          </w:tcPr>
          <w:p w:rsidR="005C2833" w:rsidRPr="007423E3" w:rsidRDefault="005C2833" w:rsidP="00CE4F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Описание</w:t>
            </w:r>
          </w:p>
        </w:tc>
      </w:tr>
      <w:tr w:rsidR="005C2833" w:rsidRPr="007423E3" w:rsidTr="0083736F">
        <w:tc>
          <w:tcPr>
            <w:tcW w:w="648" w:type="dxa"/>
          </w:tcPr>
          <w:p w:rsidR="005C2833" w:rsidRPr="007423E3" w:rsidRDefault="005C2833" w:rsidP="00CE4F23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1</w:t>
            </w:r>
          </w:p>
        </w:tc>
        <w:tc>
          <w:tcPr>
            <w:tcW w:w="2340" w:type="dxa"/>
          </w:tcPr>
          <w:p w:rsidR="005C2833" w:rsidRPr="007423E3" w:rsidRDefault="005C2833" w:rsidP="00CE4F23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 xml:space="preserve">Уровень </w:t>
            </w:r>
          </w:p>
          <w:p w:rsidR="005C2833" w:rsidRPr="007423E3" w:rsidRDefault="005C2833" w:rsidP="00CE4F23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экстраверсии</w:t>
            </w:r>
          </w:p>
        </w:tc>
        <w:tc>
          <w:tcPr>
            <w:tcW w:w="6866" w:type="dxa"/>
          </w:tcPr>
          <w:p w:rsidR="005C2833" w:rsidRPr="007423E3" w:rsidRDefault="005C2833" w:rsidP="00CE4F23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Позволяет говорить о направленности личности на свой внутренний мир и переживания либо на вне</w:t>
            </w:r>
            <w:r w:rsidRPr="007423E3">
              <w:rPr>
                <w:sz w:val="28"/>
                <w:szCs w:val="28"/>
              </w:rPr>
              <w:t>ш</w:t>
            </w:r>
            <w:r w:rsidRPr="007423E3">
              <w:rPr>
                <w:sz w:val="28"/>
                <w:szCs w:val="28"/>
              </w:rPr>
              <w:t>нюю реальность и окружение.</w:t>
            </w:r>
          </w:p>
          <w:p w:rsidR="005C2833" w:rsidRPr="007423E3" w:rsidRDefault="005C2833" w:rsidP="00CE4F23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 xml:space="preserve"> </w:t>
            </w:r>
            <w:r w:rsidRPr="007423E3">
              <w:rPr>
                <w:i/>
                <w:sz w:val="28"/>
                <w:szCs w:val="28"/>
              </w:rPr>
              <w:t>Типичный</w:t>
            </w:r>
            <w:r w:rsidRPr="007423E3">
              <w:rPr>
                <w:sz w:val="28"/>
                <w:szCs w:val="28"/>
              </w:rPr>
              <w:t xml:space="preserve"> </w:t>
            </w:r>
            <w:r w:rsidRPr="007423E3">
              <w:rPr>
                <w:i/>
                <w:sz w:val="28"/>
                <w:szCs w:val="28"/>
              </w:rPr>
              <w:t>экстраверт</w:t>
            </w:r>
            <w:r w:rsidRPr="007423E3">
              <w:rPr>
                <w:sz w:val="28"/>
                <w:szCs w:val="28"/>
              </w:rPr>
              <w:t xml:space="preserve"> общителен, имеет широкий круг знакомств, импульсивен, оптимистичен, слабо контролирует свои эмоции и чувства.</w:t>
            </w:r>
          </w:p>
          <w:p w:rsidR="005C2833" w:rsidRPr="007423E3" w:rsidRDefault="005C2833" w:rsidP="00CE4F23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 xml:space="preserve"> </w:t>
            </w:r>
            <w:r w:rsidRPr="007423E3">
              <w:rPr>
                <w:i/>
                <w:sz w:val="28"/>
                <w:szCs w:val="28"/>
              </w:rPr>
              <w:t>Типичный</w:t>
            </w:r>
            <w:r w:rsidRPr="007423E3">
              <w:rPr>
                <w:sz w:val="28"/>
                <w:szCs w:val="28"/>
              </w:rPr>
              <w:t xml:space="preserve"> </w:t>
            </w:r>
            <w:r w:rsidRPr="007423E3">
              <w:rPr>
                <w:i/>
                <w:sz w:val="28"/>
                <w:szCs w:val="28"/>
              </w:rPr>
              <w:t>интроверт</w:t>
            </w:r>
            <w:r w:rsidRPr="007423E3">
              <w:rPr>
                <w:sz w:val="28"/>
                <w:szCs w:val="28"/>
              </w:rPr>
              <w:t xml:space="preserve"> - это спокойный, застенчивый, интроспективный человек, который отдален от всех, кроме близких людей. Он планирует свои действия з</w:t>
            </w:r>
            <w:r w:rsidRPr="007423E3">
              <w:rPr>
                <w:sz w:val="28"/>
                <w:szCs w:val="28"/>
              </w:rPr>
              <w:t>а</w:t>
            </w:r>
            <w:r w:rsidRPr="007423E3">
              <w:rPr>
                <w:sz w:val="28"/>
                <w:szCs w:val="28"/>
              </w:rPr>
              <w:t>благовременно, любит порядок во всем и держит свои чувства под контролем.</w:t>
            </w:r>
          </w:p>
        </w:tc>
      </w:tr>
      <w:tr w:rsidR="005C2833" w:rsidRPr="007423E3" w:rsidTr="0083736F">
        <w:tc>
          <w:tcPr>
            <w:tcW w:w="648" w:type="dxa"/>
          </w:tcPr>
          <w:p w:rsidR="005C2833" w:rsidRPr="007423E3" w:rsidRDefault="005C2833" w:rsidP="00CE4F23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2</w:t>
            </w:r>
          </w:p>
        </w:tc>
        <w:tc>
          <w:tcPr>
            <w:tcW w:w="2340" w:type="dxa"/>
          </w:tcPr>
          <w:p w:rsidR="005C2833" w:rsidRPr="007423E3" w:rsidRDefault="005C2833" w:rsidP="00CE4F23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 xml:space="preserve">Уровень </w:t>
            </w:r>
          </w:p>
          <w:p w:rsidR="005C2833" w:rsidRPr="007423E3" w:rsidRDefault="005C2833" w:rsidP="00CE4F23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нейротизма</w:t>
            </w:r>
          </w:p>
        </w:tc>
        <w:tc>
          <w:tcPr>
            <w:tcW w:w="6866" w:type="dxa"/>
          </w:tcPr>
          <w:p w:rsidR="005C2833" w:rsidRPr="007423E3" w:rsidRDefault="005C2833" w:rsidP="00CE4F23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Нейротизм (эмоциональная неустойчивость) предста</w:t>
            </w:r>
            <w:r w:rsidRPr="007423E3">
              <w:rPr>
                <w:sz w:val="28"/>
                <w:szCs w:val="28"/>
              </w:rPr>
              <w:t>в</w:t>
            </w:r>
            <w:r w:rsidRPr="007423E3">
              <w:rPr>
                <w:sz w:val="28"/>
                <w:szCs w:val="28"/>
              </w:rPr>
              <w:t xml:space="preserve">ляет собой континуум от «нормальной аффективной стабильности» до ее выраженной лабильности. </w:t>
            </w:r>
          </w:p>
          <w:p w:rsidR="005C2833" w:rsidRPr="007423E3" w:rsidRDefault="005C2833" w:rsidP="00CE4F23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У лиц с высоким показателем по данной шкале в стрессовых ситуациях может развиться невроз. Нейр</w:t>
            </w:r>
            <w:r w:rsidRPr="007423E3">
              <w:rPr>
                <w:sz w:val="28"/>
                <w:szCs w:val="28"/>
              </w:rPr>
              <w:t>о</w:t>
            </w:r>
            <w:r w:rsidRPr="007423E3">
              <w:rPr>
                <w:sz w:val="28"/>
                <w:szCs w:val="28"/>
              </w:rPr>
              <w:t>тическая личность характеризуется неадекватно сил</w:t>
            </w:r>
            <w:r w:rsidRPr="007423E3">
              <w:rPr>
                <w:sz w:val="28"/>
                <w:szCs w:val="28"/>
              </w:rPr>
              <w:t>ь</w:t>
            </w:r>
            <w:r w:rsidRPr="007423E3">
              <w:rPr>
                <w:sz w:val="28"/>
                <w:szCs w:val="28"/>
              </w:rPr>
              <w:t xml:space="preserve">ными реакциями по отношению к вызывающим их раздражителям. </w:t>
            </w:r>
          </w:p>
          <w:p w:rsidR="005C2833" w:rsidRPr="007423E3" w:rsidRDefault="005C2833" w:rsidP="00CE4F23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Высокие показатели по экстраверсии и нейротизму с</w:t>
            </w:r>
            <w:r w:rsidRPr="007423E3">
              <w:rPr>
                <w:sz w:val="28"/>
                <w:szCs w:val="28"/>
              </w:rPr>
              <w:t>о</w:t>
            </w:r>
            <w:r w:rsidRPr="007423E3">
              <w:rPr>
                <w:sz w:val="28"/>
                <w:szCs w:val="28"/>
              </w:rPr>
              <w:t>ответствуют психиатрическому диагнозу истерии, а высокие показатели по интроверсии к нейротизму - с</w:t>
            </w:r>
            <w:r w:rsidRPr="007423E3">
              <w:rPr>
                <w:sz w:val="28"/>
                <w:szCs w:val="28"/>
              </w:rPr>
              <w:t>о</w:t>
            </w:r>
            <w:r w:rsidRPr="007423E3">
              <w:rPr>
                <w:sz w:val="28"/>
                <w:szCs w:val="28"/>
              </w:rPr>
              <w:t>стоянию тревоги или реактивной депрессии.</w:t>
            </w:r>
          </w:p>
        </w:tc>
      </w:tr>
      <w:tr w:rsidR="005C2833" w:rsidRPr="007423E3" w:rsidTr="0083736F">
        <w:tc>
          <w:tcPr>
            <w:tcW w:w="648" w:type="dxa"/>
          </w:tcPr>
          <w:p w:rsidR="005C2833" w:rsidRPr="007423E3" w:rsidRDefault="005C2833" w:rsidP="00CE4F23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3</w:t>
            </w:r>
          </w:p>
        </w:tc>
        <w:tc>
          <w:tcPr>
            <w:tcW w:w="2340" w:type="dxa"/>
          </w:tcPr>
          <w:p w:rsidR="005C2833" w:rsidRPr="007423E3" w:rsidRDefault="005C2833" w:rsidP="00CE4F23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 xml:space="preserve">Уровень </w:t>
            </w:r>
          </w:p>
          <w:p w:rsidR="005C2833" w:rsidRPr="007423E3" w:rsidRDefault="005C2833" w:rsidP="00CE4F23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искренности (лжи)</w:t>
            </w:r>
          </w:p>
        </w:tc>
        <w:tc>
          <w:tcPr>
            <w:tcW w:w="6866" w:type="dxa"/>
          </w:tcPr>
          <w:p w:rsidR="005C2833" w:rsidRPr="007423E3" w:rsidRDefault="005C2833" w:rsidP="00CE4F23">
            <w:pPr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7423E3">
              <w:rPr>
                <w:sz w:val="28"/>
                <w:szCs w:val="28"/>
              </w:rPr>
              <w:t>Представляет собой инструмент обеспечения незав</w:t>
            </w:r>
            <w:r w:rsidRPr="007423E3">
              <w:rPr>
                <w:sz w:val="28"/>
                <w:szCs w:val="28"/>
              </w:rPr>
              <w:t>и</w:t>
            </w:r>
            <w:r w:rsidRPr="007423E3">
              <w:rPr>
                <w:sz w:val="28"/>
                <w:szCs w:val="28"/>
              </w:rPr>
              <w:t>симости результатов методики от возможных попыток сознательного их искажения испытуемым. Высокие значения, полученные по шкале, позволяют считать результаты методики недостоверными.</w:t>
            </w:r>
          </w:p>
        </w:tc>
      </w:tr>
    </w:tbl>
    <w:p w:rsidR="005C2833" w:rsidRDefault="005C2833" w:rsidP="00CE4F23">
      <w:pPr>
        <w:spacing w:line="240" w:lineRule="auto"/>
        <w:ind w:firstLine="567"/>
        <w:rPr>
          <w:sz w:val="32"/>
          <w:szCs w:val="28"/>
        </w:rPr>
      </w:pPr>
    </w:p>
    <w:p w:rsidR="005C2833" w:rsidRDefault="005C2833" w:rsidP="00CE4F23">
      <w:pPr>
        <w:spacing w:line="240" w:lineRule="auto"/>
        <w:ind w:firstLine="567"/>
        <w:rPr>
          <w:rFonts w:ascii="Verdana" w:hAnsi="Verdana"/>
          <w:color w:val="000000"/>
          <w:shd w:val="clear" w:color="auto" w:fill="FFFFFF"/>
        </w:rPr>
      </w:pPr>
      <w:r>
        <w:rPr>
          <w:sz w:val="32"/>
          <w:szCs w:val="28"/>
        </w:rPr>
        <w:t>Результаты теста обрабатываются в баллах подсчетом полож</w:t>
      </w:r>
      <w:r>
        <w:rPr>
          <w:sz w:val="32"/>
          <w:szCs w:val="28"/>
        </w:rPr>
        <w:t>и</w:t>
      </w:r>
      <w:r>
        <w:rPr>
          <w:sz w:val="32"/>
          <w:szCs w:val="28"/>
        </w:rPr>
        <w:t>тельных и отрицательных ответов, совпадающим с ключом.</w:t>
      </w:r>
      <w:r w:rsidRPr="00683FB8">
        <w:rPr>
          <w:rFonts w:ascii="Verdana" w:hAnsi="Verdana"/>
          <w:color w:val="000000"/>
          <w:shd w:val="clear" w:color="auto" w:fill="FFFFFF"/>
        </w:rPr>
        <w:t xml:space="preserve"> </w:t>
      </w:r>
      <w:r w:rsidRPr="00683FB8">
        <w:rPr>
          <w:sz w:val="32"/>
          <w:szCs w:val="32"/>
          <w:shd w:val="clear" w:color="auto" w:fill="FFFFFF"/>
        </w:rPr>
        <w:t>Ответы, совпадающие с ключом, оцениваются в 1 балл.</w:t>
      </w:r>
      <w:r w:rsidRPr="00683FB8">
        <w:rPr>
          <w:rFonts w:ascii="Verdana" w:hAnsi="Verdana"/>
          <w:color w:val="000000"/>
          <w:shd w:val="clear" w:color="auto" w:fill="FFFFFF"/>
        </w:rPr>
        <w:t xml:space="preserve"> </w:t>
      </w:r>
    </w:p>
    <w:p w:rsidR="005C2833" w:rsidRPr="004C6A2A" w:rsidRDefault="005C2833" w:rsidP="00CE4F23">
      <w:pPr>
        <w:tabs>
          <w:tab w:val="left" w:pos="540"/>
        </w:tabs>
        <w:spacing w:line="240" w:lineRule="auto"/>
        <w:ind w:firstLine="567"/>
        <w:rPr>
          <w:i/>
          <w:sz w:val="32"/>
          <w:szCs w:val="28"/>
        </w:rPr>
      </w:pPr>
      <w:r>
        <w:rPr>
          <w:sz w:val="32"/>
          <w:szCs w:val="32"/>
        </w:rPr>
        <w:t xml:space="preserve">   </w:t>
      </w:r>
      <w:r w:rsidRPr="004C6A2A">
        <w:rPr>
          <w:i/>
          <w:sz w:val="32"/>
          <w:szCs w:val="28"/>
        </w:rPr>
        <w:t xml:space="preserve">Интерпретация результатов </w:t>
      </w:r>
    </w:p>
    <w:p w:rsidR="005C2833" w:rsidRDefault="005C2833" w:rsidP="00CE4F23">
      <w:pPr>
        <w:pStyle w:val="ListParagraph"/>
        <w:numPr>
          <w:ilvl w:val="0"/>
          <w:numId w:val="20"/>
        </w:numPr>
        <w:spacing w:line="240" w:lineRule="auto"/>
        <w:jc w:val="both"/>
        <w:rPr>
          <w:sz w:val="32"/>
          <w:szCs w:val="28"/>
        </w:rPr>
      </w:pPr>
      <w:r>
        <w:rPr>
          <w:sz w:val="32"/>
          <w:szCs w:val="28"/>
        </w:rPr>
        <w:t>п</w:t>
      </w:r>
      <w:r w:rsidRPr="004C6A2A">
        <w:rPr>
          <w:sz w:val="32"/>
          <w:szCs w:val="28"/>
        </w:rPr>
        <w:t>оказатель, превышающий 12 баллов по шкале экстраверсии (максимум 24 балла) свидетельствует об экстравертирова</w:t>
      </w:r>
      <w:r w:rsidRPr="004C6A2A">
        <w:rPr>
          <w:sz w:val="32"/>
          <w:szCs w:val="28"/>
        </w:rPr>
        <w:t>н</w:t>
      </w:r>
      <w:r w:rsidRPr="004C6A2A">
        <w:rPr>
          <w:sz w:val="32"/>
          <w:szCs w:val="28"/>
        </w:rPr>
        <w:t>ности, ниже 12 баллов (минимум 12 баллов) - об интрове</w:t>
      </w:r>
      <w:r w:rsidRPr="004C6A2A">
        <w:rPr>
          <w:sz w:val="32"/>
          <w:szCs w:val="28"/>
        </w:rPr>
        <w:t>р</w:t>
      </w:r>
      <w:r w:rsidRPr="004C6A2A">
        <w:rPr>
          <w:sz w:val="32"/>
          <w:szCs w:val="28"/>
        </w:rPr>
        <w:t>тированности;</w:t>
      </w:r>
    </w:p>
    <w:p w:rsidR="005C2833" w:rsidRDefault="005C2833" w:rsidP="00CE4F23">
      <w:pPr>
        <w:pStyle w:val="ListParagraph"/>
        <w:numPr>
          <w:ilvl w:val="0"/>
          <w:numId w:val="20"/>
        </w:numPr>
        <w:spacing w:line="240" w:lineRule="auto"/>
        <w:jc w:val="both"/>
        <w:rPr>
          <w:sz w:val="32"/>
          <w:szCs w:val="28"/>
        </w:rPr>
      </w:pPr>
      <w:r w:rsidRPr="004C6A2A">
        <w:rPr>
          <w:sz w:val="32"/>
          <w:szCs w:val="28"/>
        </w:rPr>
        <w:t xml:space="preserve"> показатель, превышающий 12 баллов по шкале нейротизма, отражает психоэмоциональную неустойчивость</w:t>
      </w:r>
      <w:r>
        <w:rPr>
          <w:sz w:val="32"/>
          <w:szCs w:val="28"/>
        </w:rPr>
        <w:t>;</w:t>
      </w:r>
    </w:p>
    <w:p w:rsidR="005C2833" w:rsidRPr="004C6A2A" w:rsidRDefault="005C2833" w:rsidP="00CE4F23">
      <w:pPr>
        <w:pStyle w:val="ListParagraph"/>
        <w:numPr>
          <w:ilvl w:val="0"/>
          <w:numId w:val="20"/>
        </w:numPr>
        <w:spacing w:line="240" w:lineRule="auto"/>
        <w:jc w:val="both"/>
        <w:rPr>
          <w:sz w:val="32"/>
          <w:szCs w:val="28"/>
        </w:rPr>
      </w:pPr>
      <w:r>
        <w:rPr>
          <w:sz w:val="32"/>
          <w:szCs w:val="28"/>
        </w:rPr>
        <w:t>п</w:t>
      </w:r>
      <w:r w:rsidRPr="004C6A2A">
        <w:rPr>
          <w:sz w:val="32"/>
          <w:szCs w:val="28"/>
        </w:rPr>
        <w:t>оказатель по шкале «искренности», равный 4 - 5 баллам, является критическим, он свидетельствует о тенденции о</w:t>
      </w:r>
      <w:r w:rsidRPr="004C6A2A">
        <w:rPr>
          <w:sz w:val="32"/>
          <w:szCs w:val="28"/>
        </w:rPr>
        <w:t>т</w:t>
      </w:r>
      <w:r w:rsidRPr="004C6A2A">
        <w:rPr>
          <w:sz w:val="32"/>
          <w:szCs w:val="28"/>
        </w:rPr>
        <w:t>вечающего давать только хорошие ответы, что влияет на достоверность оцениваемых показателей.</w:t>
      </w:r>
    </w:p>
    <w:p w:rsidR="005C2833" w:rsidRPr="00C30697" w:rsidRDefault="005C2833" w:rsidP="00CE4F23">
      <w:pPr>
        <w:spacing w:line="240" w:lineRule="auto"/>
      </w:pPr>
    </w:p>
    <w:p w:rsidR="005C2833" w:rsidRPr="000D6657" w:rsidRDefault="005C2833" w:rsidP="00CE4F23">
      <w:pPr>
        <w:pStyle w:val="ListParagraph"/>
        <w:spacing w:line="240" w:lineRule="auto"/>
        <w:ind w:left="0" w:firstLine="567"/>
        <w:rPr>
          <w:sz w:val="32"/>
          <w:szCs w:val="32"/>
        </w:rPr>
      </w:pPr>
    </w:p>
    <w:p w:rsidR="005C2833" w:rsidRPr="006F6829" w:rsidRDefault="005C2833" w:rsidP="00CE7038">
      <w:pPr>
        <w:spacing w:line="240" w:lineRule="auto"/>
        <w:ind w:firstLine="720"/>
        <w:jc w:val="center"/>
        <w:rPr>
          <w:b/>
          <w:sz w:val="32"/>
          <w:szCs w:val="32"/>
        </w:rPr>
      </w:pPr>
      <w:r w:rsidRPr="006F6829">
        <w:rPr>
          <w:b/>
          <w:sz w:val="32"/>
          <w:szCs w:val="32"/>
        </w:rPr>
        <w:t>Интерпретация теста Айзенка.</w:t>
      </w:r>
    </w:p>
    <w:p w:rsidR="005C2833" w:rsidRDefault="005C2833" w:rsidP="006F6829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 xml:space="preserve">При анализе результатов следует придерживаться следующих ориентиров. </w:t>
      </w:r>
    </w:p>
    <w:p w:rsidR="005C2833" w:rsidRPr="008F062F" w:rsidRDefault="005C2833" w:rsidP="006F6829">
      <w:pPr>
        <w:spacing w:line="240" w:lineRule="auto"/>
        <w:ind w:firstLine="720"/>
        <w:jc w:val="both"/>
        <w:rPr>
          <w:sz w:val="32"/>
          <w:szCs w:val="32"/>
        </w:rPr>
      </w:pPr>
      <w:r w:rsidRPr="008F062F">
        <w:rPr>
          <w:b/>
          <w:sz w:val="32"/>
          <w:szCs w:val="32"/>
        </w:rPr>
        <w:t>Экстраверсия - интроверсия</w:t>
      </w:r>
      <w:r w:rsidRPr="008F062F">
        <w:rPr>
          <w:sz w:val="32"/>
          <w:szCs w:val="32"/>
        </w:rPr>
        <w:t xml:space="preserve">: </w:t>
      </w:r>
    </w:p>
    <w:p w:rsidR="005C2833" w:rsidRDefault="005C2833" w:rsidP="006F6829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 xml:space="preserve">больше 19 - яркий экстраверт, </w:t>
      </w:r>
    </w:p>
    <w:p w:rsidR="005C2833" w:rsidRDefault="005C2833" w:rsidP="006F6829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 xml:space="preserve">больше 15 - экстраверт, </w:t>
      </w:r>
    </w:p>
    <w:p w:rsidR="005C2833" w:rsidRDefault="005C2833" w:rsidP="006F6829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 xml:space="preserve">больше 12 - склонность к экстраверсии, </w:t>
      </w:r>
    </w:p>
    <w:p w:rsidR="005C2833" w:rsidRDefault="005C2833" w:rsidP="006F6829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 xml:space="preserve">12 - среднее значение, </w:t>
      </w:r>
    </w:p>
    <w:p w:rsidR="005C2833" w:rsidRDefault="005C2833" w:rsidP="006F6829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 xml:space="preserve">меньше 12 - склонность к интроверсии, </w:t>
      </w:r>
    </w:p>
    <w:p w:rsidR="005C2833" w:rsidRDefault="005C2833" w:rsidP="006F6829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 xml:space="preserve">меньше 9 - интроверт, </w:t>
      </w:r>
    </w:p>
    <w:p w:rsidR="005C2833" w:rsidRDefault="005C2833" w:rsidP="006F6829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 xml:space="preserve">меньше 5 - глубокий интроверт. </w:t>
      </w:r>
    </w:p>
    <w:p w:rsidR="005C2833" w:rsidRDefault="005C2833" w:rsidP="006F6829">
      <w:pPr>
        <w:spacing w:line="240" w:lineRule="auto"/>
        <w:ind w:firstLine="720"/>
        <w:jc w:val="both"/>
        <w:rPr>
          <w:sz w:val="32"/>
          <w:szCs w:val="32"/>
        </w:rPr>
      </w:pPr>
      <w:r w:rsidRPr="008F062F">
        <w:rPr>
          <w:b/>
          <w:sz w:val="32"/>
          <w:szCs w:val="32"/>
        </w:rPr>
        <w:t>Нейротизм</w:t>
      </w:r>
      <w:r w:rsidRPr="00F853C1">
        <w:rPr>
          <w:sz w:val="32"/>
          <w:szCs w:val="32"/>
        </w:rPr>
        <w:t xml:space="preserve">: </w:t>
      </w:r>
    </w:p>
    <w:p w:rsidR="005C2833" w:rsidRDefault="005C2833" w:rsidP="006F6829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 xml:space="preserve">больше 19 - очень высокий уровень нейротизма, </w:t>
      </w:r>
    </w:p>
    <w:p w:rsidR="005C2833" w:rsidRDefault="005C2833" w:rsidP="006F6829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 xml:space="preserve">больше 13 - высокий уровень нейротизма, </w:t>
      </w:r>
    </w:p>
    <w:p w:rsidR="005C2833" w:rsidRDefault="005C2833" w:rsidP="006F6829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>9 - 13 - среднее значение</w:t>
      </w:r>
      <w:r>
        <w:rPr>
          <w:sz w:val="32"/>
          <w:szCs w:val="32"/>
        </w:rPr>
        <w:t xml:space="preserve"> нейротизма</w:t>
      </w:r>
      <w:r w:rsidRPr="00F853C1">
        <w:rPr>
          <w:sz w:val="32"/>
          <w:szCs w:val="32"/>
        </w:rPr>
        <w:t xml:space="preserve">, </w:t>
      </w:r>
    </w:p>
    <w:p w:rsidR="005C2833" w:rsidRDefault="005C2833" w:rsidP="006F6829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 xml:space="preserve">меньше 9 - низкий уровень нейротизма. </w:t>
      </w:r>
    </w:p>
    <w:p w:rsidR="005C2833" w:rsidRDefault="005C2833" w:rsidP="006F6829">
      <w:pPr>
        <w:spacing w:line="240" w:lineRule="auto"/>
        <w:ind w:firstLine="720"/>
        <w:jc w:val="both"/>
        <w:rPr>
          <w:sz w:val="32"/>
          <w:szCs w:val="32"/>
        </w:rPr>
      </w:pPr>
      <w:r w:rsidRPr="008F062F">
        <w:rPr>
          <w:b/>
          <w:sz w:val="32"/>
          <w:szCs w:val="32"/>
        </w:rPr>
        <w:t>Ложь</w:t>
      </w:r>
      <w:r w:rsidRPr="00F853C1">
        <w:rPr>
          <w:sz w:val="32"/>
          <w:szCs w:val="32"/>
        </w:rPr>
        <w:t xml:space="preserve">: </w:t>
      </w:r>
    </w:p>
    <w:p w:rsidR="005C2833" w:rsidRDefault="005C2833" w:rsidP="006F6829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>больше 4 - неискренность в ответах, свидетельствующая также о некоторой демонстративности поведения и ориентированности исп</w:t>
      </w:r>
      <w:r w:rsidRPr="00F853C1">
        <w:rPr>
          <w:sz w:val="32"/>
          <w:szCs w:val="32"/>
        </w:rPr>
        <w:t>ы</w:t>
      </w:r>
      <w:r w:rsidRPr="00F853C1">
        <w:rPr>
          <w:sz w:val="32"/>
          <w:szCs w:val="32"/>
        </w:rPr>
        <w:t xml:space="preserve">туемого на социальное одобрение, </w:t>
      </w:r>
    </w:p>
    <w:p w:rsidR="005C2833" w:rsidRDefault="005C2833" w:rsidP="006F6829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 xml:space="preserve">меньше 4 - норма. </w:t>
      </w:r>
    </w:p>
    <w:p w:rsidR="005C2833" w:rsidRDefault="005C2833" w:rsidP="006F6829">
      <w:pPr>
        <w:spacing w:line="240" w:lineRule="auto"/>
        <w:ind w:firstLine="720"/>
        <w:jc w:val="both"/>
        <w:rPr>
          <w:b/>
          <w:sz w:val="32"/>
          <w:szCs w:val="32"/>
        </w:rPr>
      </w:pPr>
    </w:p>
    <w:p w:rsidR="005C2833" w:rsidRDefault="005C2833" w:rsidP="006F6829">
      <w:pPr>
        <w:spacing w:line="240" w:lineRule="auto"/>
        <w:ind w:firstLine="720"/>
        <w:jc w:val="both"/>
        <w:rPr>
          <w:b/>
          <w:sz w:val="32"/>
          <w:szCs w:val="32"/>
        </w:rPr>
      </w:pPr>
      <w:r w:rsidRPr="008F062F">
        <w:rPr>
          <w:b/>
          <w:sz w:val="32"/>
          <w:szCs w:val="32"/>
        </w:rPr>
        <w:t xml:space="preserve">Описание шкал </w:t>
      </w:r>
    </w:p>
    <w:p w:rsidR="005C2833" w:rsidRPr="008F062F" w:rsidRDefault="005C2833" w:rsidP="006F6829">
      <w:pPr>
        <w:spacing w:line="240" w:lineRule="auto"/>
        <w:ind w:firstLine="720"/>
        <w:jc w:val="both"/>
        <w:rPr>
          <w:b/>
          <w:sz w:val="32"/>
          <w:szCs w:val="32"/>
        </w:rPr>
      </w:pPr>
      <w:r w:rsidRPr="00C80F10">
        <w:rPr>
          <w:b/>
          <w:i/>
          <w:sz w:val="32"/>
          <w:szCs w:val="32"/>
        </w:rPr>
        <w:t>Экстраверсия — интроверсия</w:t>
      </w:r>
      <w:r w:rsidRPr="008F062F">
        <w:rPr>
          <w:b/>
          <w:sz w:val="32"/>
          <w:szCs w:val="32"/>
        </w:rPr>
        <w:t>.</w:t>
      </w:r>
    </w:p>
    <w:p w:rsidR="005C2833" w:rsidRDefault="005C2833" w:rsidP="006F6829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 xml:space="preserve">Характеризуя типичного </w:t>
      </w:r>
      <w:r w:rsidRPr="008F062F">
        <w:rPr>
          <w:i/>
          <w:sz w:val="32"/>
          <w:szCs w:val="32"/>
        </w:rPr>
        <w:t>экстраверта</w:t>
      </w:r>
      <w:r w:rsidRPr="00F853C1">
        <w:rPr>
          <w:sz w:val="32"/>
          <w:szCs w:val="32"/>
        </w:rPr>
        <w:t>, автор отмечает его о</w:t>
      </w:r>
      <w:r w:rsidRPr="00F853C1">
        <w:rPr>
          <w:sz w:val="32"/>
          <w:szCs w:val="32"/>
        </w:rPr>
        <w:t>б</w:t>
      </w:r>
      <w:r w:rsidRPr="00F853C1">
        <w:rPr>
          <w:sz w:val="32"/>
          <w:szCs w:val="32"/>
        </w:rPr>
        <w:t>щительность и обращенность индивида вовне, широкий круг зн</w:t>
      </w:r>
      <w:r w:rsidRPr="00F853C1">
        <w:rPr>
          <w:sz w:val="32"/>
          <w:szCs w:val="32"/>
        </w:rPr>
        <w:t>а</w:t>
      </w:r>
      <w:r w:rsidRPr="00F853C1">
        <w:rPr>
          <w:sz w:val="32"/>
          <w:szCs w:val="32"/>
        </w:rPr>
        <w:t>комств, необходимость в контактах. Он действует под влиянием м</w:t>
      </w:r>
      <w:r w:rsidRPr="00F853C1">
        <w:rPr>
          <w:sz w:val="32"/>
          <w:szCs w:val="32"/>
        </w:rPr>
        <w:t>о</w:t>
      </w:r>
      <w:r w:rsidRPr="00F853C1">
        <w:rPr>
          <w:sz w:val="32"/>
          <w:szCs w:val="32"/>
        </w:rPr>
        <w:t>мента, ипульсивен, вспыльчив, беззаботен, оптимистичен, доброд</w:t>
      </w:r>
      <w:r w:rsidRPr="00F853C1">
        <w:rPr>
          <w:sz w:val="32"/>
          <w:szCs w:val="32"/>
        </w:rPr>
        <w:t>у</w:t>
      </w:r>
      <w:r w:rsidRPr="00F853C1">
        <w:rPr>
          <w:sz w:val="32"/>
          <w:szCs w:val="32"/>
        </w:rPr>
        <w:t>шен, весел. Предпочитает движение и действие, имеет тенденцию к агрессивности. Чувства и эмоции не имеют строгого контроля, скл</w:t>
      </w:r>
      <w:r w:rsidRPr="00F853C1">
        <w:rPr>
          <w:sz w:val="32"/>
          <w:szCs w:val="32"/>
        </w:rPr>
        <w:t>о</w:t>
      </w:r>
      <w:r w:rsidRPr="00F853C1">
        <w:rPr>
          <w:sz w:val="32"/>
          <w:szCs w:val="32"/>
        </w:rPr>
        <w:t xml:space="preserve">нен к рискованным поступкам. На него не всегда можно положиться. </w:t>
      </w:r>
    </w:p>
    <w:p w:rsidR="005C2833" w:rsidRDefault="005C2833" w:rsidP="006F6829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 xml:space="preserve">Типичный </w:t>
      </w:r>
      <w:r w:rsidRPr="008F062F">
        <w:rPr>
          <w:i/>
          <w:sz w:val="32"/>
          <w:szCs w:val="32"/>
        </w:rPr>
        <w:t>интроверт</w:t>
      </w:r>
      <w:r w:rsidRPr="00F853C1">
        <w:rPr>
          <w:sz w:val="32"/>
          <w:szCs w:val="32"/>
        </w:rPr>
        <w:t xml:space="preserve"> — это спокойный, застенчивый, интрое</w:t>
      </w:r>
      <w:r w:rsidRPr="00F853C1">
        <w:rPr>
          <w:sz w:val="32"/>
          <w:szCs w:val="32"/>
        </w:rPr>
        <w:t>к</w:t>
      </w:r>
      <w:r w:rsidRPr="00F853C1">
        <w:rPr>
          <w:sz w:val="32"/>
          <w:szCs w:val="32"/>
        </w:rPr>
        <w:t>тивный человек, склонный к самоанализу. Сдержан и отдален от всех, кроме близких друзей. Планирует и обдумывает свои действия зар</w:t>
      </w:r>
      <w:r w:rsidRPr="00F853C1">
        <w:rPr>
          <w:sz w:val="32"/>
          <w:szCs w:val="32"/>
        </w:rPr>
        <w:t>а</w:t>
      </w:r>
      <w:r w:rsidRPr="00F853C1">
        <w:rPr>
          <w:sz w:val="32"/>
          <w:szCs w:val="32"/>
        </w:rPr>
        <w:t>нее, не доверяет внезапным побуждениям серьезно относится к пр</w:t>
      </w:r>
      <w:r w:rsidRPr="00F853C1">
        <w:rPr>
          <w:sz w:val="32"/>
          <w:szCs w:val="32"/>
        </w:rPr>
        <w:t>и</w:t>
      </w:r>
      <w:r w:rsidRPr="00F853C1">
        <w:rPr>
          <w:sz w:val="32"/>
          <w:szCs w:val="32"/>
        </w:rPr>
        <w:t xml:space="preserve">нятию решений, любит во всем порядок. Контролирует свои чувства, его нелегко вывести из себя. Обладает пессимистичностью, высоко ценит нравственные нормы. </w:t>
      </w:r>
    </w:p>
    <w:p w:rsidR="005C2833" w:rsidRDefault="005C2833" w:rsidP="006F6829">
      <w:pPr>
        <w:spacing w:line="240" w:lineRule="auto"/>
        <w:ind w:firstLine="720"/>
        <w:jc w:val="both"/>
        <w:rPr>
          <w:sz w:val="32"/>
          <w:szCs w:val="32"/>
        </w:rPr>
      </w:pPr>
      <w:r w:rsidRPr="00C80F10">
        <w:rPr>
          <w:b/>
          <w:i/>
          <w:sz w:val="32"/>
          <w:szCs w:val="32"/>
        </w:rPr>
        <w:t>Нейротизм</w:t>
      </w:r>
      <w:r>
        <w:rPr>
          <w:sz w:val="32"/>
          <w:szCs w:val="32"/>
        </w:rPr>
        <w:t xml:space="preserve"> х</w:t>
      </w:r>
      <w:r w:rsidRPr="00F853C1">
        <w:rPr>
          <w:sz w:val="32"/>
          <w:szCs w:val="32"/>
        </w:rPr>
        <w:t>арактеризует эмоциональную устойчивость или неустойчивость (эмоциональная стабильность или нестабильность). Нейротизм, по некоторым данным, связан с показателями лабильн</w:t>
      </w:r>
      <w:r w:rsidRPr="00F853C1">
        <w:rPr>
          <w:sz w:val="32"/>
          <w:szCs w:val="32"/>
        </w:rPr>
        <w:t>о</w:t>
      </w:r>
      <w:r w:rsidRPr="00F853C1">
        <w:rPr>
          <w:sz w:val="32"/>
          <w:szCs w:val="32"/>
        </w:rPr>
        <w:t xml:space="preserve">сти нервной системы. </w:t>
      </w:r>
    </w:p>
    <w:p w:rsidR="005C2833" w:rsidRDefault="005C2833" w:rsidP="006F6829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>Эмоциональная устойчивость — черта, выражающая сохранение организованного поведения, ситуативной целенаправленности в обычных и стрессовых ситуациях. Характеризуется зрелостью, о</w:t>
      </w:r>
      <w:r w:rsidRPr="00F853C1">
        <w:rPr>
          <w:sz w:val="32"/>
          <w:szCs w:val="32"/>
        </w:rPr>
        <w:t>т</w:t>
      </w:r>
      <w:r w:rsidRPr="00F853C1">
        <w:rPr>
          <w:sz w:val="32"/>
          <w:szCs w:val="32"/>
        </w:rPr>
        <w:t>личной адаптацией, отсутствием большой напряженности, беспоко</w:t>
      </w:r>
      <w:r w:rsidRPr="00F853C1">
        <w:rPr>
          <w:sz w:val="32"/>
          <w:szCs w:val="32"/>
        </w:rPr>
        <w:t>й</w:t>
      </w:r>
      <w:r w:rsidRPr="00F853C1">
        <w:rPr>
          <w:sz w:val="32"/>
          <w:szCs w:val="32"/>
        </w:rPr>
        <w:t>ства, а также склонностью к лидерству, общительности. Нейротизм выражается в чрезвычайной нервности, неустойчивости, плохой адаптации, склонности к быстрой смене настроений (лабильности), чувстве виновности и беспокойства, озабоченности, депрессивных реакциях, рассеянности внимания, неустойчивости в стрессовых с</w:t>
      </w:r>
      <w:r w:rsidRPr="00F853C1">
        <w:rPr>
          <w:sz w:val="32"/>
          <w:szCs w:val="32"/>
        </w:rPr>
        <w:t>и</w:t>
      </w:r>
      <w:r w:rsidRPr="00F853C1">
        <w:rPr>
          <w:sz w:val="32"/>
          <w:szCs w:val="32"/>
        </w:rPr>
        <w:t xml:space="preserve">туациях. </w:t>
      </w:r>
    </w:p>
    <w:p w:rsidR="005C2833" w:rsidRDefault="005C2833" w:rsidP="00D213AD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>Нейротизму соответствует эмоциональность, импульсивность; неровность в контактах с людьми, изменчивость интересов, неув</w:t>
      </w:r>
      <w:r w:rsidRPr="00F853C1">
        <w:rPr>
          <w:sz w:val="32"/>
          <w:szCs w:val="32"/>
        </w:rPr>
        <w:t>е</w:t>
      </w:r>
      <w:r w:rsidRPr="00F853C1">
        <w:rPr>
          <w:sz w:val="32"/>
          <w:szCs w:val="32"/>
        </w:rPr>
        <w:t>ренность в себе, выраженная чувствительность, впечатлительность, склонность к раздражительности. Нейротическая личность характ</w:t>
      </w:r>
      <w:r w:rsidRPr="00F853C1">
        <w:rPr>
          <w:sz w:val="32"/>
          <w:szCs w:val="32"/>
        </w:rPr>
        <w:t>е</w:t>
      </w:r>
      <w:r w:rsidRPr="00F853C1">
        <w:rPr>
          <w:sz w:val="32"/>
          <w:szCs w:val="32"/>
        </w:rPr>
        <w:t>ризуется неадекватно сильными реакциями по отношению к выз</w:t>
      </w:r>
      <w:r w:rsidRPr="00F853C1">
        <w:rPr>
          <w:sz w:val="32"/>
          <w:szCs w:val="32"/>
        </w:rPr>
        <w:t>ы</w:t>
      </w:r>
      <w:r w:rsidRPr="00F853C1">
        <w:rPr>
          <w:sz w:val="32"/>
          <w:szCs w:val="32"/>
        </w:rPr>
        <w:t>вающим их стимулам. У лиц с высокими показателями по шкале не</w:t>
      </w:r>
      <w:r w:rsidRPr="00F853C1">
        <w:rPr>
          <w:sz w:val="32"/>
          <w:szCs w:val="32"/>
        </w:rPr>
        <w:t>й</w:t>
      </w:r>
      <w:r w:rsidRPr="00F853C1">
        <w:rPr>
          <w:sz w:val="32"/>
          <w:szCs w:val="32"/>
        </w:rPr>
        <w:t>ротизма в неблагоприятных стрессовых си</w:t>
      </w:r>
      <w:r>
        <w:rPr>
          <w:sz w:val="32"/>
          <w:szCs w:val="32"/>
        </w:rPr>
        <w:t>туациях может развиться невроз.</w:t>
      </w:r>
    </w:p>
    <w:p w:rsidR="005C2833" w:rsidRDefault="005C2833" w:rsidP="00D213AD">
      <w:pPr>
        <w:spacing w:line="240" w:lineRule="auto"/>
        <w:ind w:firstLine="720"/>
        <w:jc w:val="both"/>
        <w:rPr>
          <w:sz w:val="32"/>
          <w:szCs w:val="32"/>
        </w:rPr>
      </w:pPr>
      <w:r w:rsidRPr="00D213AD">
        <w:rPr>
          <w:b/>
          <w:sz w:val="32"/>
          <w:szCs w:val="32"/>
        </w:rPr>
        <w:t>Круг Айзенка</w:t>
      </w:r>
      <w:r w:rsidRPr="00F853C1">
        <w:rPr>
          <w:sz w:val="32"/>
          <w:szCs w:val="32"/>
        </w:rPr>
        <w:t>.</w:t>
      </w:r>
    </w:p>
    <w:p w:rsidR="005C2833" w:rsidRDefault="005C2833" w:rsidP="00D213AD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>Представление результатов по шкалам экстраверсии и нейр</w:t>
      </w:r>
      <w:r w:rsidRPr="00F853C1">
        <w:rPr>
          <w:sz w:val="32"/>
          <w:szCs w:val="32"/>
        </w:rPr>
        <w:t>о</w:t>
      </w:r>
      <w:r w:rsidRPr="00F853C1">
        <w:rPr>
          <w:sz w:val="32"/>
          <w:szCs w:val="32"/>
        </w:rPr>
        <w:t>тизма осуществляется при помощи системы координат. Интерпрет</w:t>
      </w:r>
      <w:r w:rsidRPr="00F853C1">
        <w:rPr>
          <w:sz w:val="32"/>
          <w:szCs w:val="32"/>
        </w:rPr>
        <w:t>а</w:t>
      </w:r>
      <w:r w:rsidRPr="00F853C1">
        <w:rPr>
          <w:sz w:val="32"/>
          <w:szCs w:val="32"/>
        </w:rPr>
        <w:t>ция полученных результатов проводится на основе психологических характеристик личности, соответствующих тому или иному квадрату координатной модели</w:t>
      </w:r>
      <w:r>
        <w:rPr>
          <w:sz w:val="32"/>
          <w:szCs w:val="32"/>
        </w:rPr>
        <w:t>:</w:t>
      </w:r>
      <w:r w:rsidRPr="00F853C1">
        <w:rPr>
          <w:sz w:val="32"/>
          <w:szCs w:val="32"/>
        </w:rPr>
        <w:t xml:space="preserve"> </w:t>
      </w:r>
    </w:p>
    <w:p w:rsidR="005C2833" w:rsidRDefault="005C2833" w:rsidP="00F51AE8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 xml:space="preserve">Сангвиник = стабильный + экстравертированный </w:t>
      </w:r>
    </w:p>
    <w:p w:rsidR="005C2833" w:rsidRDefault="005C2833" w:rsidP="00F51AE8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 xml:space="preserve">Флегматик = стабильный + интровертированный </w:t>
      </w:r>
    </w:p>
    <w:p w:rsidR="005C2833" w:rsidRDefault="005C2833" w:rsidP="00F51AE8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 xml:space="preserve">Меланхолик = нестабильный + интровертированный </w:t>
      </w:r>
    </w:p>
    <w:p w:rsidR="005C2833" w:rsidRDefault="005C2833" w:rsidP="00F51AE8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 xml:space="preserve">Холерик = нестабильный + экстравертированный </w:t>
      </w:r>
    </w:p>
    <w:p w:rsidR="005C2833" w:rsidRDefault="005C2833" w:rsidP="00D213AD">
      <w:pPr>
        <w:spacing w:line="240" w:lineRule="auto"/>
        <w:ind w:firstLine="720"/>
        <w:jc w:val="both"/>
        <w:rPr>
          <w:sz w:val="32"/>
          <w:szCs w:val="32"/>
        </w:rPr>
      </w:pPr>
    </w:p>
    <w:p w:rsidR="005C2833" w:rsidRDefault="005C2833" w:rsidP="00D213AD">
      <w:pPr>
        <w:spacing w:line="240" w:lineRule="auto"/>
        <w:ind w:firstLine="720"/>
        <w:jc w:val="both"/>
        <w:rPr>
          <w:sz w:val="32"/>
          <w:szCs w:val="32"/>
        </w:rPr>
      </w:pPr>
      <w:r w:rsidRPr="00F853C1">
        <w:rPr>
          <w:sz w:val="32"/>
          <w:szCs w:val="32"/>
        </w:rPr>
        <w:t>Айзенк высказывает гипотезу о том, что сильный и слабый т</w:t>
      </w:r>
      <w:r w:rsidRPr="00F853C1">
        <w:rPr>
          <w:sz w:val="32"/>
          <w:szCs w:val="32"/>
        </w:rPr>
        <w:t>и</w:t>
      </w:r>
      <w:r w:rsidRPr="00F853C1">
        <w:rPr>
          <w:sz w:val="32"/>
          <w:szCs w:val="32"/>
        </w:rPr>
        <w:t>пы, по Павлову, очень близки к экстравертированному и интроверт</w:t>
      </w:r>
      <w:r w:rsidRPr="00F853C1">
        <w:rPr>
          <w:sz w:val="32"/>
          <w:szCs w:val="32"/>
        </w:rPr>
        <w:t>и</w:t>
      </w:r>
      <w:r w:rsidRPr="00F853C1">
        <w:rPr>
          <w:sz w:val="32"/>
          <w:szCs w:val="32"/>
        </w:rPr>
        <w:t>рованному типам личности. Природа интроверсии и экстраверсии усматривается во врожденных свойствах центральной нервной си</w:t>
      </w:r>
      <w:r w:rsidRPr="00F853C1">
        <w:rPr>
          <w:sz w:val="32"/>
          <w:szCs w:val="32"/>
        </w:rPr>
        <w:t>с</w:t>
      </w:r>
      <w:r w:rsidRPr="00F853C1">
        <w:rPr>
          <w:sz w:val="32"/>
          <w:szCs w:val="32"/>
        </w:rPr>
        <w:t>темы, которые обеспечивают уравновешенность процессов возбу</w:t>
      </w:r>
      <w:r w:rsidRPr="00F853C1">
        <w:rPr>
          <w:sz w:val="32"/>
          <w:szCs w:val="32"/>
        </w:rPr>
        <w:t>ж</w:t>
      </w:r>
      <w:r w:rsidRPr="00F853C1">
        <w:rPr>
          <w:sz w:val="32"/>
          <w:szCs w:val="32"/>
        </w:rPr>
        <w:t>дения и торможения. Таким образом</w:t>
      </w:r>
      <w:r>
        <w:rPr>
          <w:sz w:val="32"/>
          <w:szCs w:val="32"/>
        </w:rPr>
        <w:t>, можно</w:t>
      </w:r>
      <w:r w:rsidRPr="00F853C1">
        <w:rPr>
          <w:sz w:val="32"/>
          <w:szCs w:val="32"/>
        </w:rPr>
        <w:t xml:space="preserve"> описа</w:t>
      </w:r>
      <w:r>
        <w:rPr>
          <w:sz w:val="32"/>
          <w:szCs w:val="32"/>
        </w:rPr>
        <w:t>ть</w:t>
      </w:r>
      <w:r w:rsidRPr="00F853C1">
        <w:rPr>
          <w:sz w:val="32"/>
          <w:szCs w:val="32"/>
        </w:rPr>
        <w:t xml:space="preserve"> четыре класс</w:t>
      </w:r>
      <w:r w:rsidRPr="00F853C1">
        <w:rPr>
          <w:sz w:val="32"/>
          <w:szCs w:val="32"/>
        </w:rPr>
        <w:t>и</w:t>
      </w:r>
      <w:r w:rsidRPr="00F853C1">
        <w:rPr>
          <w:sz w:val="32"/>
          <w:szCs w:val="32"/>
        </w:rPr>
        <w:t>ческих типа</w:t>
      </w:r>
      <w:r w:rsidRPr="00F51AE8">
        <w:rPr>
          <w:sz w:val="32"/>
          <w:szCs w:val="32"/>
        </w:rPr>
        <w:t xml:space="preserve"> </w:t>
      </w:r>
      <w:r w:rsidRPr="00F853C1">
        <w:rPr>
          <w:sz w:val="32"/>
          <w:szCs w:val="32"/>
        </w:rPr>
        <w:t xml:space="preserve">по основным свойствам центральной нервной системы: </w:t>
      </w:r>
    </w:p>
    <w:p w:rsidR="005C2833" w:rsidRDefault="005C2833" w:rsidP="00D213AD">
      <w:pPr>
        <w:spacing w:line="240" w:lineRule="auto"/>
        <w:ind w:firstLine="720"/>
        <w:jc w:val="both"/>
        <w:rPr>
          <w:sz w:val="32"/>
          <w:szCs w:val="32"/>
        </w:rPr>
      </w:pPr>
      <w:r w:rsidRPr="00A636F3">
        <w:rPr>
          <w:i/>
          <w:sz w:val="32"/>
          <w:szCs w:val="32"/>
        </w:rPr>
        <w:t>сангвиник</w:t>
      </w:r>
      <w:r w:rsidRPr="00F853C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– </w:t>
      </w:r>
      <w:r>
        <w:rPr>
          <w:bCs/>
          <w:sz w:val="32"/>
          <w:szCs w:val="32"/>
        </w:rPr>
        <w:t xml:space="preserve"> </w:t>
      </w:r>
      <w:r w:rsidRPr="00F853C1">
        <w:rPr>
          <w:sz w:val="32"/>
          <w:szCs w:val="32"/>
        </w:rPr>
        <w:t>характеризуется как сильный, уравновешенный, подвиж</w:t>
      </w:r>
      <w:r>
        <w:rPr>
          <w:sz w:val="32"/>
          <w:szCs w:val="32"/>
        </w:rPr>
        <w:t>ный</w:t>
      </w:r>
      <w:r w:rsidRPr="00F853C1">
        <w:rPr>
          <w:sz w:val="32"/>
          <w:szCs w:val="32"/>
        </w:rPr>
        <w:t xml:space="preserve">, </w:t>
      </w:r>
    </w:p>
    <w:p w:rsidR="005C2833" w:rsidRDefault="005C2833" w:rsidP="00D213AD">
      <w:pPr>
        <w:spacing w:line="240" w:lineRule="auto"/>
        <w:ind w:firstLine="720"/>
        <w:jc w:val="both"/>
        <w:rPr>
          <w:sz w:val="32"/>
          <w:szCs w:val="32"/>
        </w:rPr>
      </w:pPr>
      <w:r w:rsidRPr="00A636F3">
        <w:rPr>
          <w:i/>
          <w:sz w:val="32"/>
          <w:szCs w:val="32"/>
        </w:rPr>
        <w:t>холерик</w:t>
      </w:r>
      <w:r w:rsidRPr="00F853C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– </w:t>
      </w:r>
      <w:r>
        <w:rPr>
          <w:bCs/>
          <w:sz w:val="32"/>
          <w:szCs w:val="32"/>
        </w:rPr>
        <w:t xml:space="preserve"> </w:t>
      </w:r>
      <w:r w:rsidRPr="00F853C1">
        <w:rPr>
          <w:sz w:val="32"/>
          <w:szCs w:val="32"/>
        </w:rPr>
        <w:t>сильный, неуравновешен</w:t>
      </w:r>
      <w:r>
        <w:rPr>
          <w:sz w:val="32"/>
          <w:szCs w:val="32"/>
        </w:rPr>
        <w:t>ный, подвижный</w:t>
      </w:r>
      <w:r w:rsidRPr="00F853C1">
        <w:rPr>
          <w:sz w:val="32"/>
          <w:szCs w:val="32"/>
        </w:rPr>
        <w:t xml:space="preserve">, </w:t>
      </w:r>
    </w:p>
    <w:p w:rsidR="005C2833" w:rsidRDefault="005C2833" w:rsidP="00D213AD">
      <w:pPr>
        <w:spacing w:line="240" w:lineRule="auto"/>
        <w:ind w:firstLine="720"/>
        <w:jc w:val="both"/>
        <w:rPr>
          <w:sz w:val="32"/>
          <w:szCs w:val="32"/>
        </w:rPr>
      </w:pPr>
      <w:r w:rsidRPr="00A636F3">
        <w:rPr>
          <w:i/>
          <w:sz w:val="32"/>
          <w:szCs w:val="32"/>
        </w:rPr>
        <w:t>флегматик</w:t>
      </w:r>
      <w:r w:rsidRPr="00F853C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– </w:t>
      </w:r>
      <w:r>
        <w:rPr>
          <w:bCs/>
          <w:sz w:val="32"/>
          <w:szCs w:val="32"/>
        </w:rPr>
        <w:t xml:space="preserve"> </w:t>
      </w:r>
      <w:r w:rsidRPr="00F853C1">
        <w:rPr>
          <w:sz w:val="32"/>
          <w:szCs w:val="32"/>
        </w:rPr>
        <w:t>силь</w:t>
      </w:r>
      <w:r>
        <w:rPr>
          <w:sz w:val="32"/>
          <w:szCs w:val="32"/>
        </w:rPr>
        <w:t>ный, уравновешенный, инертный</w:t>
      </w:r>
      <w:r w:rsidRPr="00F853C1">
        <w:rPr>
          <w:sz w:val="32"/>
          <w:szCs w:val="32"/>
        </w:rPr>
        <w:t xml:space="preserve">, </w:t>
      </w:r>
    </w:p>
    <w:p w:rsidR="005C2833" w:rsidRDefault="005C2833" w:rsidP="00D213AD">
      <w:pPr>
        <w:spacing w:line="240" w:lineRule="auto"/>
        <w:ind w:firstLine="720"/>
        <w:jc w:val="both"/>
        <w:rPr>
          <w:sz w:val="32"/>
          <w:szCs w:val="32"/>
        </w:rPr>
      </w:pPr>
      <w:r w:rsidRPr="00A636F3">
        <w:rPr>
          <w:i/>
          <w:sz w:val="32"/>
          <w:szCs w:val="32"/>
        </w:rPr>
        <w:t xml:space="preserve">меланхолик </w:t>
      </w:r>
      <w:r>
        <w:rPr>
          <w:sz w:val="32"/>
          <w:szCs w:val="32"/>
        </w:rPr>
        <w:t xml:space="preserve">– </w:t>
      </w:r>
      <w:r>
        <w:rPr>
          <w:bCs/>
          <w:sz w:val="32"/>
          <w:szCs w:val="32"/>
        </w:rPr>
        <w:t xml:space="preserve"> </w:t>
      </w:r>
      <w:r w:rsidRPr="00F853C1">
        <w:rPr>
          <w:sz w:val="32"/>
          <w:szCs w:val="32"/>
        </w:rPr>
        <w:t xml:space="preserve">слабый, неуравновешенный, инертный. </w:t>
      </w:r>
    </w:p>
    <w:p w:rsidR="005C2833" w:rsidRDefault="005C2833" w:rsidP="00D213AD">
      <w:pPr>
        <w:spacing w:line="240" w:lineRule="auto"/>
        <w:ind w:firstLine="720"/>
        <w:jc w:val="both"/>
        <w:rPr>
          <w:sz w:val="32"/>
          <w:szCs w:val="32"/>
        </w:rPr>
      </w:pPr>
    </w:p>
    <w:p w:rsidR="005C2833" w:rsidRDefault="005C2833" w:rsidP="00D213AD">
      <w:pPr>
        <w:spacing w:line="240" w:lineRule="auto"/>
        <w:ind w:firstLine="720"/>
        <w:jc w:val="both"/>
        <w:rPr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.6pt;width:375.75pt;height:405pt;z-index:251658240;mso-position-horizontal:center">
            <v:imagedata r:id="rId9" o:title=""/>
            <w10:wrap type="square" side="right"/>
          </v:shape>
        </w:pict>
      </w:r>
      <w:r>
        <w:rPr>
          <w:sz w:val="32"/>
          <w:szCs w:val="32"/>
        </w:rPr>
        <w:br w:type="textWrapping" w:clear="all"/>
      </w:r>
    </w:p>
    <w:p w:rsidR="005C2833" w:rsidRDefault="005C2833" w:rsidP="00D213AD">
      <w:pPr>
        <w:spacing w:line="240" w:lineRule="auto"/>
        <w:ind w:firstLine="720"/>
        <w:jc w:val="both"/>
        <w:rPr>
          <w:sz w:val="32"/>
          <w:szCs w:val="32"/>
        </w:rPr>
      </w:pPr>
      <w:r w:rsidRPr="00A636F3">
        <w:rPr>
          <w:sz w:val="32"/>
          <w:szCs w:val="32"/>
        </w:rPr>
        <w:t>«Чистый»</w:t>
      </w:r>
      <w:r w:rsidRPr="00A636F3">
        <w:rPr>
          <w:i/>
          <w:sz w:val="32"/>
          <w:szCs w:val="32"/>
        </w:rPr>
        <w:t xml:space="preserve"> </w:t>
      </w:r>
      <w:r w:rsidRPr="00A636F3">
        <w:rPr>
          <w:b/>
          <w:i/>
          <w:sz w:val="32"/>
          <w:szCs w:val="32"/>
        </w:rPr>
        <w:t>сангвиник</w:t>
      </w:r>
      <w:r w:rsidRPr="00F853C1">
        <w:rPr>
          <w:sz w:val="32"/>
          <w:szCs w:val="32"/>
        </w:rPr>
        <w:t xml:space="preserve"> (высокая экстраверсия и низкий нейр</w:t>
      </w:r>
      <w:r w:rsidRPr="00F853C1">
        <w:rPr>
          <w:sz w:val="32"/>
          <w:szCs w:val="32"/>
        </w:rPr>
        <w:t>о</w:t>
      </w:r>
      <w:r w:rsidRPr="00F853C1">
        <w:rPr>
          <w:sz w:val="32"/>
          <w:szCs w:val="32"/>
        </w:rPr>
        <w:t>тизм) быстро приспосабливается к новым условиям, быстро сходится с людьми, общителен. Чувства легко возникают и сменяются, эм</w:t>
      </w:r>
      <w:r w:rsidRPr="00F853C1">
        <w:rPr>
          <w:sz w:val="32"/>
          <w:szCs w:val="32"/>
        </w:rPr>
        <w:t>о</w:t>
      </w:r>
      <w:r w:rsidRPr="00F853C1">
        <w:rPr>
          <w:sz w:val="32"/>
          <w:szCs w:val="32"/>
        </w:rPr>
        <w:t>циональные переживания, как правило, неглубоки. Мимика богатая, подвижная, выразительная. Несколько непоседлив, нуждается в н</w:t>
      </w:r>
      <w:r w:rsidRPr="00F853C1">
        <w:rPr>
          <w:sz w:val="32"/>
          <w:szCs w:val="32"/>
        </w:rPr>
        <w:t>о</w:t>
      </w:r>
      <w:r w:rsidRPr="00F853C1">
        <w:rPr>
          <w:sz w:val="32"/>
          <w:szCs w:val="32"/>
        </w:rPr>
        <w:t>вых впечатлениях, недостаточно регулирует свои импульсы, не умеет строго придерживаться выработанного распорядка, жизни, системы в работе. В связи с этим не может успешно выполнять дело, требующее равной затраты сил, длительного и методичного напряжения, усидч</w:t>
      </w:r>
      <w:r w:rsidRPr="00F853C1">
        <w:rPr>
          <w:sz w:val="32"/>
          <w:szCs w:val="32"/>
        </w:rPr>
        <w:t>и</w:t>
      </w:r>
      <w:r w:rsidRPr="00F853C1">
        <w:rPr>
          <w:sz w:val="32"/>
          <w:szCs w:val="32"/>
        </w:rPr>
        <w:t xml:space="preserve">вости, устойчивости внимания, терпения. При отсутствии серьезных целей, глубоких мыслей, творческой деятельности вырабатываются поверхностность и непостоянство. </w:t>
      </w:r>
    </w:p>
    <w:p w:rsidR="005C2833" w:rsidRDefault="005C2833" w:rsidP="00D213AD">
      <w:pPr>
        <w:spacing w:line="240" w:lineRule="auto"/>
        <w:ind w:firstLine="720"/>
        <w:jc w:val="both"/>
        <w:rPr>
          <w:sz w:val="32"/>
          <w:szCs w:val="32"/>
        </w:rPr>
      </w:pPr>
      <w:r w:rsidRPr="00A636F3">
        <w:rPr>
          <w:b/>
          <w:sz w:val="32"/>
          <w:szCs w:val="32"/>
        </w:rPr>
        <w:t>Холерик</w:t>
      </w:r>
      <w:r w:rsidRPr="00F853C1">
        <w:rPr>
          <w:sz w:val="32"/>
          <w:szCs w:val="32"/>
        </w:rPr>
        <w:t xml:space="preserve"> (высокая экстраверсия и высокий нейротизм) отлич</w:t>
      </w:r>
      <w:r w:rsidRPr="00F853C1">
        <w:rPr>
          <w:sz w:val="32"/>
          <w:szCs w:val="32"/>
        </w:rPr>
        <w:t>а</w:t>
      </w:r>
      <w:r w:rsidRPr="00F853C1">
        <w:rPr>
          <w:sz w:val="32"/>
          <w:szCs w:val="32"/>
        </w:rPr>
        <w:t>ется повышенной возбудимостью, действия прерывисты. Ему свойс</w:t>
      </w:r>
      <w:r w:rsidRPr="00F853C1">
        <w:rPr>
          <w:sz w:val="32"/>
          <w:szCs w:val="32"/>
        </w:rPr>
        <w:t>т</w:t>
      </w:r>
      <w:r w:rsidRPr="00F853C1">
        <w:rPr>
          <w:sz w:val="32"/>
          <w:szCs w:val="32"/>
        </w:rPr>
        <w:t>венны резкость и стремительность движений, сила, импульсивность, яркая выраженность эмоциональных переживаний. Вследствие н</w:t>
      </w:r>
      <w:r w:rsidRPr="00F853C1">
        <w:rPr>
          <w:sz w:val="32"/>
          <w:szCs w:val="32"/>
        </w:rPr>
        <w:t>е</w:t>
      </w:r>
      <w:r w:rsidRPr="00F853C1">
        <w:rPr>
          <w:sz w:val="32"/>
          <w:szCs w:val="32"/>
        </w:rPr>
        <w:t>уравновешенности, увлекшись делом, склонен действовать изо всех сил, истощаться больше, чем следует. Имея общественные интересы, темперамент проявляет в инициативности, энергичности, принцип</w:t>
      </w:r>
      <w:r w:rsidRPr="00F853C1">
        <w:rPr>
          <w:sz w:val="32"/>
          <w:szCs w:val="32"/>
        </w:rPr>
        <w:t>и</w:t>
      </w:r>
      <w:r w:rsidRPr="00F853C1">
        <w:rPr>
          <w:sz w:val="32"/>
          <w:szCs w:val="32"/>
        </w:rPr>
        <w:t>альности. При отсутствии духовной жизни холерический темпер</w:t>
      </w:r>
      <w:r w:rsidRPr="00F853C1">
        <w:rPr>
          <w:sz w:val="32"/>
          <w:szCs w:val="32"/>
        </w:rPr>
        <w:t>а</w:t>
      </w:r>
      <w:r w:rsidRPr="00F853C1">
        <w:rPr>
          <w:sz w:val="32"/>
          <w:szCs w:val="32"/>
        </w:rPr>
        <w:t>мент часто проявляется в раздражительности, эффективности, н</w:t>
      </w:r>
      <w:r w:rsidRPr="00F853C1">
        <w:rPr>
          <w:sz w:val="32"/>
          <w:szCs w:val="32"/>
        </w:rPr>
        <w:t>е</w:t>
      </w:r>
      <w:r w:rsidRPr="00F853C1">
        <w:rPr>
          <w:sz w:val="32"/>
          <w:szCs w:val="32"/>
        </w:rPr>
        <w:t xml:space="preserve">сдержанности, вспыльчивости, неспособности к самоконтролю при эмоциональных обстоятельствах. </w:t>
      </w:r>
    </w:p>
    <w:p w:rsidR="005C2833" w:rsidRDefault="005C2833" w:rsidP="00D213AD">
      <w:pPr>
        <w:spacing w:line="240" w:lineRule="auto"/>
        <w:ind w:firstLine="720"/>
        <w:jc w:val="both"/>
        <w:rPr>
          <w:sz w:val="32"/>
          <w:szCs w:val="32"/>
        </w:rPr>
      </w:pPr>
      <w:r w:rsidRPr="00A636F3">
        <w:rPr>
          <w:b/>
          <w:sz w:val="32"/>
          <w:szCs w:val="32"/>
        </w:rPr>
        <w:t>Флегматик</w:t>
      </w:r>
      <w:r w:rsidRPr="00A636F3">
        <w:rPr>
          <w:i/>
          <w:sz w:val="32"/>
          <w:szCs w:val="32"/>
        </w:rPr>
        <w:t xml:space="preserve"> </w:t>
      </w:r>
      <w:r w:rsidRPr="00F853C1">
        <w:rPr>
          <w:sz w:val="32"/>
          <w:szCs w:val="32"/>
        </w:rPr>
        <w:t>(высокая интровесия и высокий нейротизм) хара</w:t>
      </w:r>
      <w:r w:rsidRPr="00F853C1">
        <w:rPr>
          <w:sz w:val="32"/>
          <w:szCs w:val="32"/>
        </w:rPr>
        <w:t>к</w:t>
      </w:r>
      <w:r w:rsidRPr="00F853C1">
        <w:rPr>
          <w:sz w:val="32"/>
          <w:szCs w:val="32"/>
        </w:rPr>
        <w:t>теризуется сравнительно низким уровнем активности поведения, н</w:t>
      </w:r>
      <w:r w:rsidRPr="00F853C1">
        <w:rPr>
          <w:sz w:val="32"/>
          <w:szCs w:val="32"/>
        </w:rPr>
        <w:t>о</w:t>
      </w:r>
      <w:r w:rsidRPr="00F853C1">
        <w:rPr>
          <w:sz w:val="32"/>
          <w:szCs w:val="32"/>
        </w:rPr>
        <w:t>вые формы которого вырабатываются медленно, но являются сто</w:t>
      </w:r>
      <w:r w:rsidRPr="00F853C1">
        <w:rPr>
          <w:sz w:val="32"/>
          <w:szCs w:val="32"/>
        </w:rPr>
        <w:t>й</w:t>
      </w:r>
      <w:r w:rsidRPr="00F853C1">
        <w:rPr>
          <w:sz w:val="32"/>
          <w:szCs w:val="32"/>
        </w:rPr>
        <w:t>кими. Обладает медлительностью и спокойствием в действиях, м</w:t>
      </w:r>
      <w:r w:rsidRPr="00F853C1">
        <w:rPr>
          <w:sz w:val="32"/>
          <w:szCs w:val="32"/>
        </w:rPr>
        <w:t>и</w:t>
      </w:r>
      <w:r w:rsidRPr="00F853C1">
        <w:rPr>
          <w:sz w:val="32"/>
          <w:szCs w:val="32"/>
        </w:rPr>
        <w:t>мике и речи, ровностью, постоянством, глубиной чувств и настро</w:t>
      </w:r>
      <w:r w:rsidRPr="00F853C1">
        <w:rPr>
          <w:sz w:val="32"/>
          <w:szCs w:val="32"/>
        </w:rPr>
        <w:t>е</w:t>
      </w:r>
      <w:r w:rsidRPr="00F853C1">
        <w:rPr>
          <w:sz w:val="32"/>
          <w:szCs w:val="32"/>
        </w:rPr>
        <w:t>ний. Настойчивый и упорный «труженик жизни», он редко выходит из себя, не склонен к аффектам, рассчитав свои силы, доводит дело до конца, ровен в отношениях, в меру общителен, не любит попусту болтать. Экономит силы, попусту их не тратит. В зависимости от у</w:t>
      </w:r>
      <w:r w:rsidRPr="00F853C1">
        <w:rPr>
          <w:sz w:val="32"/>
          <w:szCs w:val="32"/>
        </w:rPr>
        <w:t>с</w:t>
      </w:r>
      <w:r w:rsidRPr="00F853C1">
        <w:rPr>
          <w:sz w:val="32"/>
          <w:szCs w:val="32"/>
        </w:rPr>
        <w:t>ловий в одних случаях флегматик может характеризоваться «полож</w:t>
      </w:r>
      <w:r w:rsidRPr="00F853C1">
        <w:rPr>
          <w:sz w:val="32"/>
          <w:szCs w:val="32"/>
        </w:rPr>
        <w:t>и</w:t>
      </w:r>
      <w:r w:rsidRPr="00F853C1">
        <w:rPr>
          <w:sz w:val="32"/>
          <w:szCs w:val="32"/>
        </w:rPr>
        <w:t>тельными» чертами - выдержкой, глубиной мыслей, постоянством, основательностью и т. д., в других - вялостью, безучастностью к о</w:t>
      </w:r>
      <w:r w:rsidRPr="00F853C1">
        <w:rPr>
          <w:sz w:val="32"/>
          <w:szCs w:val="32"/>
        </w:rPr>
        <w:t>к</w:t>
      </w:r>
      <w:r w:rsidRPr="00F853C1">
        <w:rPr>
          <w:sz w:val="32"/>
          <w:szCs w:val="32"/>
        </w:rPr>
        <w:t xml:space="preserve">ружающему, ленью и безволием, бедностью и слабостью эмоций, склонностью к выполнению одних лишь привычных действий. </w:t>
      </w:r>
    </w:p>
    <w:p w:rsidR="005C2833" w:rsidRPr="00F853C1" w:rsidRDefault="005C2833" w:rsidP="00D213AD">
      <w:pPr>
        <w:spacing w:line="240" w:lineRule="auto"/>
        <w:ind w:firstLine="720"/>
        <w:jc w:val="both"/>
        <w:rPr>
          <w:sz w:val="32"/>
          <w:szCs w:val="32"/>
        </w:rPr>
      </w:pPr>
      <w:r w:rsidRPr="00A636F3">
        <w:rPr>
          <w:b/>
          <w:sz w:val="32"/>
          <w:szCs w:val="32"/>
        </w:rPr>
        <w:t>Меланхолик</w:t>
      </w:r>
      <w:r w:rsidRPr="00F853C1">
        <w:rPr>
          <w:sz w:val="32"/>
          <w:szCs w:val="32"/>
        </w:rPr>
        <w:t xml:space="preserve"> (высокая интроверсия и высокий нейротизм). У него реакция часто не соответствует силе раздражителя, присутствует глубина и устойчивость чувств при слабом их выражении. Ему тру</w:t>
      </w:r>
      <w:r w:rsidRPr="00F853C1">
        <w:rPr>
          <w:sz w:val="32"/>
          <w:szCs w:val="32"/>
        </w:rPr>
        <w:t>д</w:t>
      </w:r>
      <w:r w:rsidRPr="00F853C1">
        <w:rPr>
          <w:sz w:val="32"/>
          <w:szCs w:val="32"/>
        </w:rPr>
        <w:t>но долго на чем-то сосредоточиться. Сильные воздействия часто в</w:t>
      </w:r>
      <w:r w:rsidRPr="00F853C1">
        <w:rPr>
          <w:sz w:val="32"/>
          <w:szCs w:val="32"/>
        </w:rPr>
        <w:t>ы</w:t>
      </w:r>
      <w:r w:rsidRPr="00F853C1">
        <w:rPr>
          <w:sz w:val="32"/>
          <w:szCs w:val="32"/>
        </w:rPr>
        <w:t>зывают у меланхолика продолжительную тормозную реакцию (опу</w:t>
      </w:r>
      <w:r w:rsidRPr="00F853C1">
        <w:rPr>
          <w:sz w:val="32"/>
          <w:szCs w:val="32"/>
        </w:rPr>
        <w:t>с</w:t>
      </w:r>
      <w:r w:rsidRPr="00F853C1">
        <w:rPr>
          <w:sz w:val="32"/>
          <w:szCs w:val="32"/>
        </w:rPr>
        <w:t>каются руки). Ему свойственны сдержанность и приглушенность м</w:t>
      </w:r>
      <w:r w:rsidRPr="00F853C1">
        <w:rPr>
          <w:sz w:val="32"/>
          <w:szCs w:val="32"/>
        </w:rPr>
        <w:t>о</w:t>
      </w:r>
      <w:r w:rsidRPr="00F853C1">
        <w:rPr>
          <w:sz w:val="32"/>
          <w:szCs w:val="32"/>
        </w:rPr>
        <w:t>торики и речи, застенчивость, робость, нерешительность. В нормал</w:t>
      </w:r>
      <w:r w:rsidRPr="00F853C1">
        <w:rPr>
          <w:sz w:val="32"/>
          <w:szCs w:val="32"/>
        </w:rPr>
        <w:t>ь</w:t>
      </w:r>
      <w:r w:rsidRPr="00F853C1">
        <w:rPr>
          <w:sz w:val="32"/>
          <w:szCs w:val="32"/>
        </w:rPr>
        <w:t>ных условиях меланхолик - человек глубокий, содержательный, м</w:t>
      </w:r>
      <w:r w:rsidRPr="00F853C1">
        <w:rPr>
          <w:sz w:val="32"/>
          <w:szCs w:val="32"/>
        </w:rPr>
        <w:t>о</w:t>
      </w:r>
      <w:r w:rsidRPr="00F853C1">
        <w:rPr>
          <w:sz w:val="32"/>
          <w:szCs w:val="32"/>
        </w:rPr>
        <w:t>жет быть хорошим тружеником, успешно справляться с жизненными задачами. При неблагоприятных условиях может превратиться в замкнутого, боязливого, тревожного, ранимого человека, склонного к тяжелым внутренним переживаниям таких жизненных обстоятельств, которые вовсе этого не заслуживают.</w:t>
      </w:r>
    </w:p>
    <w:p w:rsidR="005C2833" w:rsidRDefault="005C2833" w:rsidP="00DC487B">
      <w:pPr>
        <w:pStyle w:val="ListParagraph"/>
        <w:tabs>
          <w:tab w:val="left" w:pos="900"/>
        </w:tabs>
        <w:spacing w:line="240" w:lineRule="auto"/>
        <w:ind w:left="437" w:firstLine="0"/>
        <w:jc w:val="center"/>
        <w:rPr>
          <w:sz w:val="32"/>
          <w:szCs w:val="32"/>
        </w:rPr>
      </w:pPr>
    </w:p>
    <w:p w:rsidR="005C2833" w:rsidRPr="00FD539A" w:rsidRDefault="005C2833" w:rsidP="00DC487B">
      <w:pPr>
        <w:pStyle w:val="ListParagraph"/>
        <w:tabs>
          <w:tab w:val="left" w:pos="900"/>
        </w:tabs>
        <w:spacing w:line="240" w:lineRule="auto"/>
        <w:ind w:left="437" w:firstLine="0"/>
        <w:jc w:val="center"/>
        <w:rPr>
          <w:sz w:val="32"/>
          <w:szCs w:val="32"/>
        </w:rPr>
      </w:pPr>
      <w:r>
        <w:rPr>
          <w:sz w:val="32"/>
          <w:szCs w:val="32"/>
        </w:rPr>
        <w:t>СПИСОК ЛИТЕРАТУРЫ</w:t>
      </w:r>
    </w:p>
    <w:p w:rsidR="005C2833" w:rsidRPr="00FD539A" w:rsidRDefault="005C2833" w:rsidP="00DC487B">
      <w:pPr>
        <w:pStyle w:val="ListParagraph"/>
        <w:tabs>
          <w:tab w:val="left" w:pos="900"/>
        </w:tabs>
        <w:spacing w:line="240" w:lineRule="auto"/>
        <w:ind w:left="437" w:firstLine="0"/>
        <w:jc w:val="center"/>
        <w:rPr>
          <w:sz w:val="32"/>
          <w:szCs w:val="32"/>
        </w:rPr>
      </w:pPr>
    </w:p>
    <w:p w:rsidR="005C2833" w:rsidRPr="001F3FEA" w:rsidRDefault="005C2833" w:rsidP="00DC487B">
      <w:pPr>
        <w:pStyle w:val="ListParagraph"/>
        <w:numPr>
          <w:ilvl w:val="0"/>
          <w:numId w:val="18"/>
        </w:numPr>
        <w:tabs>
          <w:tab w:val="left" w:pos="900"/>
        </w:tabs>
        <w:spacing w:line="240" w:lineRule="auto"/>
        <w:ind w:left="0" w:firstLine="437"/>
        <w:rPr>
          <w:sz w:val="32"/>
          <w:szCs w:val="32"/>
        </w:rPr>
      </w:pPr>
      <w:r w:rsidRPr="001F3FEA">
        <w:rPr>
          <w:sz w:val="32"/>
          <w:szCs w:val="32"/>
        </w:rPr>
        <w:t>Практикум по общей, экспериментальной и прикладной псих</w:t>
      </w:r>
      <w:r w:rsidRPr="001F3FEA">
        <w:rPr>
          <w:sz w:val="32"/>
          <w:szCs w:val="32"/>
        </w:rPr>
        <w:t>о</w:t>
      </w:r>
      <w:r w:rsidRPr="001F3FEA">
        <w:rPr>
          <w:sz w:val="32"/>
          <w:szCs w:val="32"/>
        </w:rPr>
        <w:t>логии: Учеб.пособие/В. Д. Балин, В. К. Гайда, В. К. Горбачевский и др., Под общей ред.А. А. Крылова, С А. Маничева. – СПб: Питер, 2000. - 560с.: ил. - («Практикум по психологии»)</w:t>
      </w:r>
    </w:p>
    <w:p w:rsidR="005C2833" w:rsidRPr="001F3FEA" w:rsidRDefault="005C2833" w:rsidP="00DC487B">
      <w:pPr>
        <w:pStyle w:val="ListParagraph"/>
        <w:numPr>
          <w:ilvl w:val="0"/>
          <w:numId w:val="18"/>
        </w:numPr>
        <w:tabs>
          <w:tab w:val="left" w:pos="900"/>
        </w:tabs>
        <w:spacing w:line="240" w:lineRule="auto"/>
        <w:ind w:left="0" w:firstLine="426"/>
        <w:rPr>
          <w:sz w:val="32"/>
          <w:szCs w:val="32"/>
          <w:lang w:val="en-US"/>
        </w:rPr>
      </w:pPr>
      <w:r w:rsidRPr="001F3FEA">
        <w:rPr>
          <w:sz w:val="32"/>
          <w:szCs w:val="32"/>
        </w:rPr>
        <w:t xml:space="preserve"> «Описание психологических методик» Электронный ресурс. </w:t>
      </w:r>
      <w:r w:rsidRPr="001F3FEA">
        <w:rPr>
          <w:sz w:val="32"/>
          <w:szCs w:val="32"/>
          <w:lang w:val="en-US"/>
        </w:rPr>
        <w:t xml:space="preserve">URL: </w:t>
      </w:r>
      <w:hyperlink r:id="rId10" w:history="1">
        <w:r w:rsidRPr="001F3FEA">
          <w:rPr>
            <w:rStyle w:val="Hyperlink"/>
            <w:sz w:val="32"/>
            <w:szCs w:val="32"/>
            <w:lang w:val="en-US"/>
          </w:rPr>
          <w:t>http://www.effecton.su/docs/description.pdf</w:t>
        </w:r>
      </w:hyperlink>
    </w:p>
    <w:p w:rsidR="005C2833" w:rsidRPr="001F3FEA" w:rsidRDefault="005C2833" w:rsidP="00DC487B">
      <w:pPr>
        <w:pStyle w:val="ListParagraph"/>
        <w:numPr>
          <w:ilvl w:val="0"/>
          <w:numId w:val="18"/>
        </w:numPr>
        <w:tabs>
          <w:tab w:val="left" w:pos="900"/>
        </w:tabs>
        <w:spacing w:line="240" w:lineRule="auto"/>
        <w:ind w:left="0" w:firstLine="426"/>
        <w:jc w:val="both"/>
        <w:rPr>
          <w:sz w:val="32"/>
          <w:szCs w:val="32"/>
        </w:rPr>
      </w:pPr>
      <w:r w:rsidRPr="001F3FEA">
        <w:rPr>
          <w:sz w:val="32"/>
          <w:szCs w:val="32"/>
        </w:rPr>
        <w:t xml:space="preserve"> Л.Н. Собчик, Стандартизированный метод исследования ли</w:t>
      </w:r>
      <w:r w:rsidRPr="001F3FEA">
        <w:rPr>
          <w:sz w:val="32"/>
          <w:szCs w:val="32"/>
        </w:rPr>
        <w:t>ч</w:t>
      </w:r>
      <w:r w:rsidRPr="001F3FEA">
        <w:rPr>
          <w:sz w:val="32"/>
          <w:szCs w:val="32"/>
        </w:rPr>
        <w:t>ности. – С.-П.: Речь. 2003.-224с.</w:t>
      </w:r>
    </w:p>
    <w:p w:rsidR="005C2833" w:rsidRPr="001F3FEA" w:rsidRDefault="005C2833" w:rsidP="00DC487B">
      <w:pPr>
        <w:pStyle w:val="ListParagraph"/>
        <w:numPr>
          <w:ilvl w:val="0"/>
          <w:numId w:val="18"/>
        </w:numPr>
        <w:tabs>
          <w:tab w:val="left" w:pos="900"/>
        </w:tabs>
        <w:spacing w:line="240" w:lineRule="auto"/>
        <w:ind w:left="0" w:firstLine="426"/>
        <w:jc w:val="both"/>
        <w:rPr>
          <w:sz w:val="32"/>
          <w:szCs w:val="32"/>
          <w:lang w:val="en-US"/>
        </w:rPr>
      </w:pPr>
      <w:r w:rsidRPr="001F3FEA">
        <w:rPr>
          <w:sz w:val="32"/>
          <w:szCs w:val="32"/>
        </w:rPr>
        <w:t xml:space="preserve">  «Опросник MMPI - компьютерный» Электронный ресурс. </w:t>
      </w:r>
      <w:r w:rsidRPr="001F3FEA">
        <w:rPr>
          <w:sz w:val="32"/>
          <w:szCs w:val="32"/>
          <w:lang w:val="en-US"/>
        </w:rPr>
        <w:t xml:space="preserve">URL: </w:t>
      </w:r>
      <w:hyperlink r:id="rId11" w:history="1">
        <w:r w:rsidRPr="001F3FEA">
          <w:rPr>
            <w:rStyle w:val="Hyperlink"/>
            <w:sz w:val="32"/>
            <w:szCs w:val="32"/>
            <w:lang w:val="en-US"/>
          </w:rPr>
          <w:t>http://5psy.ru/testi/oprosnik-mmpi.html</w:t>
        </w:r>
      </w:hyperlink>
      <w:r w:rsidRPr="001F3FEA">
        <w:rPr>
          <w:sz w:val="32"/>
          <w:szCs w:val="32"/>
          <w:lang w:val="en-US"/>
        </w:rPr>
        <w:t xml:space="preserve"> </w:t>
      </w:r>
    </w:p>
    <w:p w:rsidR="005C2833" w:rsidRPr="007A12DE" w:rsidRDefault="005C2833" w:rsidP="00DC487B">
      <w:pPr>
        <w:pStyle w:val="ListParagraph"/>
        <w:numPr>
          <w:ilvl w:val="0"/>
          <w:numId w:val="18"/>
        </w:numPr>
        <w:tabs>
          <w:tab w:val="left" w:pos="900"/>
        </w:tabs>
        <w:spacing w:line="240" w:lineRule="auto"/>
        <w:ind w:left="0" w:firstLine="426"/>
        <w:jc w:val="both"/>
        <w:rPr>
          <w:sz w:val="32"/>
          <w:szCs w:val="32"/>
          <w:lang w:val="en-US"/>
        </w:rPr>
      </w:pPr>
      <w:r w:rsidRPr="001F3FEA">
        <w:rPr>
          <w:sz w:val="32"/>
          <w:szCs w:val="32"/>
        </w:rPr>
        <w:t>«Личностный опросник Г. Айзенка. (Тест на темперамент EPI. Диагностика самооценки по Айзенку. Методика определения темп</w:t>
      </w:r>
      <w:r w:rsidRPr="001F3FEA">
        <w:rPr>
          <w:sz w:val="32"/>
          <w:szCs w:val="32"/>
        </w:rPr>
        <w:t>е</w:t>
      </w:r>
      <w:r w:rsidRPr="001F3FEA">
        <w:rPr>
          <w:sz w:val="32"/>
          <w:szCs w:val="32"/>
        </w:rPr>
        <w:t xml:space="preserve">рамента)» Электронный ресурс. </w:t>
      </w:r>
      <w:r w:rsidRPr="001F3FEA">
        <w:rPr>
          <w:sz w:val="32"/>
          <w:szCs w:val="32"/>
          <w:lang w:val="en-US"/>
        </w:rPr>
        <w:t>URL</w:t>
      </w:r>
      <w:r w:rsidRPr="001F3FEA">
        <w:rPr>
          <w:sz w:val="32"/>
          <w:szCs w:val="32"/>
        </w:rPr>
        <w:t xml:space="preserve">: </w:t>
      </w:r>
      <w:hyperlink r:id="rId12" w:history="1">
        <w:r w:rsidRPr="001F3FEA">
          <w:rPr>
            <w:rStyle w:val="Hyperlink"/>
            <w:sz w:val="32"/>
            <w:szCs w:val="32"/>
            <w:lang w:val="en-US"/>
          </w:rPr>
          <w:t>http</w:t>
        </w:r>
        <w:r w:rsidRPr="001F3FEA">
          <w:rPr>
            <w:rStyle w:val="Hyperlink"/>
            <w:sz w:val="32"/>
            <w:szCs w:val="32"/>
          </w:rPr>
          <w:t>://</w:t>
        </w:r>
        <w:r w:rsidRPr="001F3FEA">
          <w:rPr>
            <w:rStyle w:val="Hyperlink"/>
            <w:sz w:val="32"/>
            <w:szCs w:val="32"/>
            <w:lang w:val="en-US"/>
          </w:rPr>
          <w:t>psycabi</w:t>
        </w:r>
        <w:r w:rsidRPr="001F3FEA">
          <w:rPr>
            <w:rStyle w:val="Hyperlink"/>
            <w:sz w:val="32"/>
            <w:szCs w:val="32"/>
          </w:rPr>
          <w:t>.</w:t>
        </w:r>
        <w:r w:rsidRPr="001F3FEA">
          <w:rPr>
            <w:rStyle w:val="Hyperlink"/>
            <w:sz w:val="32"/>
            <w:szCs w:val="32"/>
            <w:lang w:val="en-US"/>
          </w:rPr>
          <w:t>net</w:t>
        </w:r>
        <w:r w:rsidRPr="001F3FEA">
          <w:rPr>
            <w:rStyle w:val="Hyperlink"/>
            <w:sz w:val="32"/>
            <w:szCs w:val="32"/>
          </w:rPr>
          <w:t>/</w:t>
        </w:r>
        <w:r w:rsidRPr="001F3FEA">
          <w:rPr>
            <w:rStyle w:val="Hyperlink"/>
            <w:sz w:val="32"/>
            <w:szCs w:val="32"/>
            <w:lang w:val="en-US"/>
          </w:rPr>
          <w:t>testy</w:t>
        </w:r>
        <w:r w:rsidRPr="001F3FEA">
          <w:rPr>
            <w:rStyle w:val="Hyperlink"/>
            <w:sz w:val="32"/>
            <w:szCs w:val="32"/>
          </w:rPr>
          <w:t>/369-</w:t>
        </w:r>
        <w:r w:rsidRPr="001F3FEA">
          <w:rPr>
            <w:rStyle w:val="Hyperlink"/>
            <w:sz w:val="32"/>
            <w:szCs w:val="32"/>
            <w:lang w:val="en-US"/>
          </w:rPr>
          <w:t>lichnostnyj</w:t>
        </w:r>
        <w:r w:rsidRPr="001F3FEA">
          <w:rPr>
            <w:rStyle w:val="Hyperlink"/>
            <w:sz w:val="32"/>
            <w:szCs w:val="32"/>
          </w:rPr>
          <w:t>-</w:t>
        </w:r>
        <w:r w:rsidRPr="001F3FEA">
          <w:rPr>
            <w:rStyle w:val="Hyperlink"/>
            <w:sz w:val="32"/>
            <w:szCs w:val="32"/>
            <w:lang w:val="en-US"/>
          </w:rPr>
          <w:t>oprosnik</w:t>
        </w:r>
        <w:r w:rsidRPr="001F3FEA">
          <w:rPr>
            <w:rStyle w:val="Hyperlink"/>
            <w:sz w:val="32"/>
            <w:szCs w:val="32"/>
          </w:rPr>
          <w:t>-</w:t>
        </w:r>
        <w:r w:rsidRPr="001F3FEA">
          <w:rPr>
            <w:rStyle w:val="Hyperlink"/>
            <w:sz w:val="32"/>
            <w:szCs w:val="32"/>
            <w:lang w:val="en-US"/>
          </w:rPr>
          <w:t>g</w:t>
        </w:r>
        <w:r w:rsidRPr="001F3FEA">
          <w:rPr>
            <w:rStyle w:val="Hyperlink"/>
            <w:sz w:val="32"/>
            <w:szCs w:val="32"/>
          </w:rPr>
          <w:t>-</w:t>
        </w:r>
        <w:r w:rsidRPr="001F3FEA">
          <w:rPr>
            <w:rStyle w:val="Hyperlink"/>
            <w:sz w:val="32"/>
            <w:szCs w:val="32"/>
            <w:lang w:val="en-US"/>
          </w:rPr>
          <w:t>ajzenka</w:t>
        </w:r>
        <w:r w:rsidRPr="001F3FEA">
          <w:rPr>
            <w:rStyle w:val="Hyperlink"/>
            <w:sz w:val="32"/>
            <w:szCs w:val="32"/>
          </w:rPr>
          <w:t>-</w:t>
        </w:r>
        <w:r w:rsidRPr="001F3FEA">
          <w:rPr>
            <w:rStyle w:val="Hyperlink"/>
            <w:sz w:val="32"/>
            <w:szCs w:val="32"/>
            <w:lang w:val="en-US"/>
          </w:rPr>
          <w:t>test</w:t>
        </w:r>
        <w:r w:rsidRPr="001F3FEA">
          <w:rPr>
            <w:rStyle w:val="Hyperlink"/>
            <w:sz w:val="32"/>
            <w:szCs w:val="32"/>
          </w:rPr>
          <w:t>-</w:t>
        </w:r>
        <w:r w:rsidRPr="001F3FEA">
          <w:rPr>
            <w:rStyle w:val="Hyperlink"/>
            <w:sz w:val="32"/>
            <w:szCs w:val="32"/>
            <w:lang w:val="en-US"/>
          </w:rPr>
          <w:t>na</w:t>
        </w:r>
        <w:r w:rsidRPr="001F3FEA">
          <w:rPr>
            <w:rStyle w:val="Hyperlink"/>
            <w:sz w:val="32"/>
            <w:szCs w:val="32"/>
          </w:rPr>
          <w:t>-</w:t>
        </w:r>
        <w:r w:rsidRPr="001F3FEA">
          <w:rPr>
            <w:rStyle w:val="Hyperlink"/>
            <w:sz w:val="32"/>
            <w:szCs w:val="32"/>
            <w:lang w:val="en-US"/>
          </w:rPr>
          <w:t>temperament</w:t>
        </w:r>
        <w:r w:rsidRPr="001F3FEA">
          <w:rPr>
            <w:rStyle w:val="Hyperlink"/>
            <w:sz w:val="32"/>
            <w:szCs w:val="32"/>
          </w:rPr>
          <w:t>-</w:t>
        </w:r>
        <w:r w:rsidRPr="001F3FEA">
          <w:rPr>
            <w:rStyle w:val="Hyperlink"/>
            <w:sz w:val="32"/>
            <w:szCs w:val="32"/>
            <w:lang w:val="en-US"/>
          </w:rPr>
          <w:t>epi</w:t>
        </w:r>
        <w:r w:rsidRPr="001F3FEA">
          <w:rPr>
            <w:rStyle w:val="Hyperlink"/>
            <w:sz w:val="32"/>
            <w:szCs w:val="32"/>
          </w:rPr>
          <w:t>-</w:t>
        </w:r>
        <w:r w:rsidRPr="001F3FEA">
          <w:rPr>
            <w:rStyle w:val="Hyperlink"/>
            <w:sz w:val="32"/>
            <w:szCs w:val="32"/>
            <w:lang w:val="en-US"/>
          </w:rPr>
          <w:t>diagnostika</w:t>
        </w:r>
        <w:r w:rsidRPr="001F3FEA">
          <w:rPr>
            <w:rStyle w:val="Hyperlink"/>
            <w:sz w:val="32"/>
            <w:szCs w:val="32"/>
          </w:rPr>
          <w:t>-</w:t>
        </w:r>
        <w:r w:rsidRPr="001F3FEA">
          <w:rPr>
            <w:rStyle w:val="Hyperlink"/>
            <w:sz w:val="32"/>
            <w:szCs w:val="32"/>
            <w:lang w:val="en-US"/>
          </w:rPr>
          <w:t>samootsenki</w:t>
        </w:r>
        <w:r w:rsidRPr="001F3FEA">
          <w:rPr>
            <w:rStyle w:val="Hyperlink"/>
            <w:sz w:val="32"/>
            <w:szCs w:val="32"/>
          </w:rPr>
          <w:t>-</w:t>
        </w:r>
        <w:r w:rsidRPr="001F3FEA">
          <w:rPr>
            <w:rStyle w:val="Hyperlink"/>
            <w:sz w:val="32"/>
            <w:szCs w:val="32"/>
            <w:lang w:val="en-US"/>
          </w:rPr>
          <w:t>po</w:t>
        </w:r>
        <w:r w:rsidRPr="001F3FEA">
          <w:rPr>
            <w:rStyle w:val="Hyperlink"/>
            <w:sz w:val="32"/>
            <w:szCs w:val="32"/>
          </w:rPr>
          <w:t>-</w:t>
        </w:r>
        <w:r w:rsidRPr="001F3FEA">
          <w:rPr>
            <w:rStyle w:val="Hyperlink"/>
            <w:sz w:val="32"/>
            <w:szCs w:val="32"/>
            <w:lang w:val="en-US"/>
          </w:rPr>
          <w:t>ajzenku</w:t>
        </w:r>
        <w:r w:rsidRPr="001F3FEA">
          <w:rPr>
            <w:rStyle w:val="Hyperlink"/>
            <w:sz w:val="32"/>
            <w:szCs w:val="32"/>
          </w:rPr>
          <w:t>-</w:t>
        </w:r>
        <w:r w:rsidRPr="001F3FEA">
          <w:rPr>
            <w:rStyle w:val="Hyperlink"/>
            <w:sz w:val="32"/>
            <w:szCs w:val="32"/>
            <w:lang w:val="en-US"/>
          </w:rPr>
          <w:t>metodika</w:t>
        </w:r>
        <w:r w:rsidRPr="001F3FEA">
          <w:rPr>
            <w:rStyle w:val="Hyperlink"/>
            <w:sz w:val="32"/>
            <w:szCs w:val="32"/>
          </w:rPr>
          <w:t>-</w:t>
        </w:r>
        <w:r w:rsidRPr="001F3FEA">
          <w:rPr>
            <w:rStyle w:val="Hyperlink"/>
            <w:sz w:val="32"/>
            <w:szCs w:val="32"/>
            <w:lang w:val="en-US"/>
          </w:rPr>
          <w:t>opredeleniya</w:t>
        </w:r>
        <w:r w:rsidRPr="001F3FEA">
          <w:rPr>
            <w:rStyle w:val="Hyperlink"/>
            <w:sz w:val="32"/>
            <w:szCs w:val="32"/>
          </w:rPr>
          <w:t>-</w:t>
        </w:r>
        <w:r w:rsidRPr="001F3FEA">
          <w:rPr>
            <w:rStyle w:val="Hyperlink"/>
            <w:sz w:val="32"/>
            <w:szCs w:val="32"/>
            <w:lang w:val="en-US"/>
          </w:rPr>
          <w:t>temperamenta</w:t>
        </w:r>
      </w:hyperlink>
    </w:p>
    <w:p w:rsidR="005C2833" w:rsidRPr="00307811" w:rsidRDefault="005C2833" w:rsidP="00DC487B">
      <w:pPr>
        <w:pStyle w:val="ListParagraph"/>
        <w:numPr>
          <w:ilvl w:val="0"/>
          <w:numId w:val="18"/>
        </w:numPr>
        <w:tabs>
          <w:tab w:val="left" w:pos="900"/>
        </w:tabs>
        <w:spacing w:line="240" w:lineRule="auto"/>
        <w:ind w:left="0" w:firstLine="426"/>
        <w:rPr>
          <w:sz w:val="32"/>
          <w:szCs w:val="32"/>
        </w:rPr>
      </w:pPr>
      <w:r>
        <w:rPr>
          <w:color w:val="000000"/>
          <w:sz w:val="32"/>
          <w:szCs w:val="32"/>
          <w:shd w:val="clear" w:color="auto" w:fill="FFFFFF"/>
        </w:rPr>
        <w:t>Психология</w:t>
      </w:r>
      <w:r w:rsidRPr="00961A23">
        <w:rPr>
          <w:color w:val="000000"/>
          <w:sz w:val="32"/>
          <w:szCs w:val="32"/>
          <w:shd w:val="clear" w:color="auto" w:fill="FFFFFF"/>
        </w:rPr>
        <w:t>: Словарь / Под</w:t>
      </w:r>
      <w:r>
        <w:rPr>
          <w:color w:val="000000"/>
          <w:sz w:val="32"/>
          <w:szCs w:val="32"/>
          <w:shd w:val="clear" w:color="auto" w:fill="FFFFFF"/>
        </w:rPr>
        <w:t xml:space="preserve"> </w:t>
      </w:r>
      <w:r w:rsidRPr="00961A23">
        <w:rPr>
          <w:color w:val="000000"/>
          <w:sz w:val="32"/>
          <w:szCs w:val="32"/>
          <w:shd w:val="clear" w:color="auto" w:fill="FFFFFF"/>
        </w:rPr>
        <w:t xml:space="preserve"> общ.</w:t>
      </w:r>
      <w:r>
        <w:rPr>
          <w:color w:val="000000"/>
          <w:sz w:val="32"/>
          <w:szCs w:val="32"/>
          <w:shd w:val="clear" w:color="auto" w:fill="FFFFFF"/>
        </w:rPr>
        <w:t xml:space="preserve"> </w:t>
      </w:r>
      <w:r w:rsidRPr="00961A23">
        <w:rPr>
          <w:color w:val="000000"/>
          <w:sz w:val="32"/>
          <w:szCs w:val="32"/>
          <w:shd w:val="clear" w:color="auto" w:fill="FFFFFF"/>
        </w:rPr>
        <w:t>ред.</w:t>
      </w:r>
      <w:r>
        <w:rPr>
          <w:color w:val="000000"/>
          <w:sz w:val="32"/>
          <w:szCs w:val="32"/>
          <w:shd w:val="clear" w:color="auto" w:fill="FFFFFF"/>
        </w:rPr>
        <w:t xml:space="preserve"> </w:t>
      </w:r>
      <w:r w:rsidRPr="00961A23">
        <w:rPr>
          <w:color w:val="000000"/>
          <w:sz w:val="32"/>
          <w:szCs w:val="32"/>
          <w:shd w:val="clear" w:color="auto" w:fill="FFFFFF"/>
        </w:rPr>
        <w:t>А.В.</w:t>
      </w:r>
      <w:r>
        <w:rPr>
          <w:color w:val="000000"/>
          <w:sz w:val="32"/>
          <w:szCs w:val="32"/>
          <w:shd w:val="clear" w:color="auto" w:fill="FFFFFF"/>
        </w:rPr>
        <w:t xml:space="preserve"> </w:t>
      </w:r>
      <w:r w:rsidRPr="00961A23">
        <w:rPr>
          <w:color w:val="000000"/>
          <w:sz w:val="32"/>
          <w:szCs w:val="32"/>
          <w:shd w:val="clear" w:color="auto" w:fill="FFFFFF"/>
        </w:rPr>
        <w:t>Петровского,</w:t>
      </w:r>
      <w:r>
        <w:rPr>
          <w:color w:val="000000"/>
          <w:sz w:val="32"/>
          <w:szCs w:val="32"/>
          <w:shd w:val="clear" w:color="auto" w:fill="FFFFFF"/>
        </w:rPr>
        <w:t xml:space="preserve"> </w:t>
      </w:r>
      <w:r w:rsidRPr="00961A23">
        <w:rPr>
          <w:color w:val="000000"/>
          <w:sz w:val="32"/>
          <w:szCs w:val="32"/>
          <w:shd w:val="clear" w:color="auto" w:fill="FFFFFF"/>
        </w:rPr>
        <w:t>М.Г.</w:t>
      </w:r>
      <w:r>
        <w:rPr>
          <w:color w:val="000000"/>
          <w:sz w:val="32"/>
          <w:szCs w:val="32"/>
          <w:shd w:val="clear" w:color="auto" w:fill="FFFFFF"/>
        </w:rPr>
        <w:t xml:space="preserve"> </w:t>
      </w:r>
      <w:r w:rsidRPr="00961A23">
        <w:rPr>
          <w:color w:val="000000"/>
          <w:sz w:val="32"/>
          <w:szCs w:val="32"/>
          <w:shd w:val="clear" w:color="auto" w:fill="FFFFFF"/>
        </w:rPr>
        <w:t>Ярошевского.</w:t>
      </w:r>
      <w:r>
        <w:rPr>
          <w:color w:val="000000"/>
          <w:sz w:val="32"/>
          <w:szCs w:val="32"/>
          <w:shd w:val="clear" w:color="auto" w:fill="FFFFFF"/>
        </w:rPr>
        <w:t xml:space="preserve"> </w:t>
      </w:r>
      <w:r w:rsidRPr="001F3FEA">
        <w:rPr>
          <w:sz w:val="32"/>
          <w:szCs w:val="32"/>
        </w:rPr>
        <w:t>–</w:t>
      </w:r>
      <w:r w:rsidRPr="00961A23">
        <w:rPr>
          <w:color w:val="000000"/>
          <w:sz w:val="32"/>
          <w:szCs w:val="32"/>
          <w:shd w:val="clear" w:color="auto" w:fill="FFFFFF"/>
        </w:rPr>
        <w:t xml:space="preserve">2-е изд.,испр. и доп. </w:t>
      </w:r>
      <w:r w:rsidRPr="001F3FEA">
        <w:rPr>
          <w:sz w:val="32"/>
          <w:szCs w:val="32"/>
        </w:rPr>
        <w:t>–</w:t>
      </w:r>
      <w:r w:rsidRPr="00961A23">
        <w:rPr>
          <w:color w:val="000000"/>
          <w:sz w:val="32"/>
          <w:szCs w:val="32"/>
          <w:shd w:val="clear" w:color="auto" w:fill="FFFFFF"/>
        </w:rPr>
        <w:t xml:space="preserve"> Москва : Политиздат, 1990.</w:t>
      </w:r>
      <w:r>
        <w:rPr>
          <w:color w:val="000000"/>
          <w:sz w:val="32"/>
          <w:szCs w:val="32"/>
          <w:shd w:val="clear" w:color="auto" w:fill="FFFFFF"/>
        </w:rPr>
        <w:t xml:space="preserve"> </w:t>
      </w:r>
      <w:r w:rsidRPr="001F3FEA">
        <w:rPr>
          <w:sz w:val="32"/>
          <w:szCs w:val="32"/>
        </w:rPr>
        <w:t>–</w:t>
      </w:r>
      <w:r w:rsidRPr="00961A23">
        <w:rPr>
          <w:color w:val="000000"/>
          <w:sz w:val="32"/>
          <w:szCs w:val="32"/>
          <w:shd w:val="clear" w:color="auto" w:fill="FFFFFF"/>
        </w:rPr>
        <w:t xml:space="preserve"> 494 с.</w:t>
      </w:r>
    </w:p>
    <w:p w:rsidR="005C2833" w:rsidRPr="002E3ED3" w:rsidRDefault="005C2833" w:rsidP="00DC487B">
      <w:pPr>
        <w:pStyle w:val="ListParagraph"/>
        <w:numPr>
          <w:ilvl w:val="0"/>
          <w:numId w:val="18"/>
        </w:numPr>
        <w:tabs>
          <w:tab w:val="left" w:pos="900"/>
        </w:tabs>
        <w:spacing w:line="240" w:lineRule="auto"/>
        <w:ind w:left="0" w:firstLine="426"/>
        <w:rPr>
          <w:sz w:val="32"/>
          <w:szCs w:val="32"/>
        </w:rPr>
      </w:pPr>
      <w:hyperlink r:id="rId13" w:history="1">
        <w:r w:rsidRPr="00307811">
          <w:rPr>
            <w:rStyle w:val="Hyperlink"/>
            <w:sz w:val="32"/>
            <w:szCs w:val="32"/>
            <w:u w:val="none"/>
          </w:rPr>
          <w:t>http://azps.ru/handbook/</w:t>
        </w:r>
      </w:hyperlink>
      <w:r w:rsidRPr="00B73B0C">
        <w:rPr>
          <w:sz w:val="32"/>
          <w:szCs w:val="32"/>
        </w:rPr>
        <w:t xml:space="preserve"> - </w:t>
      </w:r>
      <w:r w:rsidRPr="00B73B0C">
        <w:rPr>
          <w:color w:val="000000"/>
          <w:sz w:val="32"/>
          <w:szCs w:val="32"/>
        </w:rPr>
        <w:t>Психологический</w:t>
      </w:r>
      <w:r>
        <w:rPr>
          <w:color w:val="000000"/>
          <w:sz w:val="32"/>
          <w:szCs w:val="32"/>
        </w:rPr>
        <w:t xml:space="preserve"> словарь</w:t>
      </w:r>
    </w:p>
    <w:p w:rsidR="005C2833" w:rsidRPr="00231B2A" w:rsidRDefault="005C2833" w:rsidP="00DC487B">
      <w:pPr>
        <w:spacing w:line="240" w:lineRule="auto"/>
        <w:ind w:firstLine="0"/>
      </w:pPr>
    </w:p>
    <w:sectPr w:rsidR="005C2833" w:rsidRPr="00231B2A" w:rsidSect="00B643B0">
      <w:footerReference w:type="default" r:id="rId14"/>
      <w:pgSz w:w="11906" w:h="16838"/>
      <w:pgMar w:top="1134" w:right="1134" w:bottom="1418" w:left="1134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833" w:rsidRDefault="005C2833">
      <w:pPr>
        <w:spacing w:line="240" w:lineRule="auto"/>
      </w:pPr>
      <w:r>
        <w:separator/>
      </w:r>
    </w:p>
  </w:endnote>
  <w:endnote w:type="continuationSeparator" w:id="0">
    <w:p w:rsidR="005C2833" w:rsidRDefault="005C283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833" w:rsidRDefault="005C2833" w:rsidP="00183F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28</w:t>
    </w:r>
    <w:r>
      <w:rPr>
        <w:rStyle w:val="PageNumber"/>
      </w:rPr>
      <w:fldChar w:fldCharType="end"/>
    </w:r>
  </w:p>
  <w:p w:rsidR="005C2833" w:rsidRDefault="005C2833" w:rsidP="00B643B0">
    <w:pPr>
      <w:pStyle w:val="Footer"/>
      <w:ind w:left="2520" w:right="360"/>
      <w:jc w:val="right"/>
    </w:pPr>
  </w:p>
  <w:p w:rsidR="005C2833" w:rsidRDefault="005C283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833" w:rsidRDefault="005C2833">
      <w:pPr>
        <w:spacing w:line="240" w:lineRule="auto"/>
      </w:pPr>
      <w:r>
        <w:separator/>
      </w:r>
    </w:p>
  </w:footnote>
  <w:footnote w:type="continuationSeparator" w:id="0">
    <w:p w:rsidR="005C2833" w:rsidRDefault="005C283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0AE52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414AF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2DA0E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20CBD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3E48E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154F0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1F262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53AF3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A326B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2DE33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4F46D8"/>
    <w:multiLevelType w:val="multilevel"/>
    <w:tmpl w:val="5226170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2D20C3"/>
    <w:multiLevelType w:val="hybridMultilevel"/>
    <w:tmpl w:val="2A86B342"/>
    <w:lvl w:ilvl="0" w:tplc="0A8C1F60">
      <w:start w:val="1"/>
      <w:numFmt w:val="decimal"/>
      <w:lvlText w:val="%1"/>
      <w:lvlJc w:val="right"/>
      <w:pPr>
        <w:ind w:left="18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2451FA1"/>
    <w:multiLevelType w:val="hybridMultilevel"/>
    <w:tmpl w:val="35820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35610F1"/>
    <w:multiLevelType w:val="hybridMultilevel"/>
    <w:tmpl w:val="5448E0DC"/>
    <w:lvl w:ilvl="0" w:tplc="78A0174C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4251154"/>
    <w:multiLevelType w:val="multilevel"/>
    <w:tmpl w:val="D3A03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15F21087"/>
    <w:multiLevelType w:val="hybridMultilevel"/>
    <w:tmpl w:val="25D6E79C"/>
    <w:lvl w:ilvl="0" w:tplc="EA847E20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172C2B7D"/>
    <w:multiLevelType w:val="hybridMultilevel"/>
    <w:tmpl w:val="5C92B2BC"/>
    <w:lvl w:ilvl="0" w:tplc="35709B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21766B73"/>
    <w:multiLevelType w:val="hybridMultilevel"/>
    <w:tmpl w:val="DA80EB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34837CD"/>
    <w:multiLevelType w:val="multilevel"/>
    <w:tmpl w:val="6D1A0592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25DF07F7"/>
    <w:multiLevelType w:val="hybridMultilevel"/>
    <w:tmpl w:val="79426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4F602C"/>
    <w:multiLevelType w:val="hybridMultilevel"/>
    <w:tmpl w:val="627EE13E"/>
    <w:lvl w:ilvl="0" w:tplc="E2A213A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85B7489"/>
    <w:multiLevelType w:val="multilevel"/>
    <w:tmpl w:val="E8081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9EF6C34"/>
    <w:multiLevelType w:val="hybridMultilevel"/>
    <w:tmpl w:val="0122D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CE8715A"/>
    <w:multiLevelType w:val="hybridMultilevel"/>
    <w:tmpl w:val="A210E3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1902D8D"/>
    <w:multiLevelType w:val="hybridMultilevel"/>
    <w:tmpl w:val="743452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36AF0555"/>
    <w:multiLevelType w:val="hybridMultilevel"/>
    <w:tmpl w:val="7708EF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3BC12B09"/>
    <w:multiLevelType w:val="multilevel"/>
    <w:tmpl w:val="6D1A0592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0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3BDB6EF6"/>
    <w:multiLevelType w:val="multilevel"/>
    <w:tmpl w:val="36AE0C26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8">
    <w:nsid w:val="3E5C1302"/>
    <w:multiLevelType w:val="hybridMultilevel"/>
    <w:tmpl w:val="AB1009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3FF3F8F"/>
    <w:multiLevelType w:val="multilevel"/>
    <w:tmpl w:val="0CB83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48470E01"/>
    <w:multiLevelType w:val="hybridMultilevel"/>
    <w:tmpl w:val="FC46BD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98B1F49"/>
    <w:multiLevelType w:val="hybridMultilevel"/>
    <w:tmpl w:val="0C78DC44"/>
    <w:lvl w:ilvl="0" w:tplc="F3A235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49F91918"/>
    <w:multiLevelType w:val="hybridMultilevel"/>
    <w:tmpl w:val="B2063C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4C73140A"/>
    <w:multiLevelType w:val="hybridMultilevel"/>
    <w:tmpl w:val="87A43912"/>
    <w:lvl w:ilvl="0" w:tplc="B84A9C1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34">
    <w:nsid w:val="53CE3CDF"/>
    <w:multiLevelType w:val="hybridMultilevel"/>
    <w:tmpl w:val="06403E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43F313B"/>
    <w:multiLevelType w:val="hybridMultilevel"/>
    <w:tmpl w:val="52261704"/>
    <w:lvl w:ilvl="0" w:tplc="CA46715E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EB502D6"/>
    <w:multiLevelType w:val="hybridMultilevel"/>
    <w:tmpl w:val="DE5C17C6"/>
    <w:lvl w:ilvl="0" w:tplc="35709B74">
      <w:start w:val="1"/>
      <w:numFmt w:val="decimal"/>
      <w:lvlText w:val="%1."/>
      <w:lvlJc w:val="left"/>
      <w:pPr>
        <w:ind w:left="15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37">
    <w:nsid w:val="5EED035A"/>
    <w:multiLevelType w:val="hybridMultilevel"/>
    <w:tmpl w:val="9E22FA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2D97730"/>
    <w:multiLevelType w:val="multilevel"/>
    <w:tmpl w:val="ADE4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0C459F9"/>
    <w:multiLevelType w:val="hybridMultilevel"/>
    <w:tmpl w:val="C0446E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18F5763"/>
    <w:multiLevelType w:val="multilevel"/>
    <w:tmpl w:val="A36AA44E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41">
    <w:nsid w:val="753D7CAC"/>
    <w:multiLevelType w:val="hybridMultilevel"/>
    <w:tmpl w:val="2EC0ED5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>
    <w:nsid w:val="78AE0F01"/>
    <w:multiLevelType w:val="multilevel"/>
    <w:tmpl w:val="8050E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D463E93"/>
    <w:multiLevelType w:val="multilevel"/>
    <w:tmpl w:val="717ACD62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4">
    <w:nsid w:val="7EA72E48"/>
    <w:multiLevelType w:val="multilevel"/>
    <w:tmpl w:val="562AE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40"/>
  </w:num>
  <w:num w:numId="3">
    <w:abstractNumId w:val="26"/>
  </w:num>
  <w:num w:numId="4">
    <w:abstractNumId w:val="43"/>
  </w:num>
  <w:num w:numId="5">
    <w:abstractNumId w:val="39"/>
  </w:num>
  <w:num w:numId="6">
    <w:abstractNumId w:val="23"/>
  </w:num>
  <w:num w:numId="7">
    <w:abstractNumId w:val="34"/>
  </w:num>
  <w:num w:numId="8">
    <w:abstractNumId w:val="41"/>
  </w:num>
  <w:num w:numId="9">
    <w:abstractNumId w:val="32"/>
  </w:num>
  <w:num w:numId="10">
    <w:abstractNumId w:val="16"/>
  </w:num>
  <w:num w:numId="11">
    <w:abstractNumId w:val="36"/>
  </w:num>
  <w:num w:numId="12">
    <w:abstractNumId w:val="28"/>
  </w:num>
  <w:num w:numId="13">
    <w:abstractNumId w:val="37"/>
  </w:num>
  <w:num w:numId="14">
    <w:abstractNumId w:val="19"/>
  </w:num>
  <w:num w:numId="15">
    <w:abstractNumId w:val="25"/>
  </w:num>
  <w:num w:numId="16">
    <w:abstractNumId w:val="17"/>
  </w:num>
  <w:num w:numId="17">
    <w:abstractNumId w:val="27"/>
  </w:num>
  <w:num w:numId="18">
    <w:abstractNumId w:val="33"/>
  </w:num>
  <w:num w:numId="19">
    <w:abstractNumId w:val="31"/>
  </w:num>
  <w:num w:numId="20">
    <w:abstractNumId w:val="24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4"/>
  </w:num>
  <w:num w:numId="32">
    <w:abstractNumId w:val="21"/>
  </w:num>
  <w:num w:numId="33">
    <w:abstractNumId w:val="42"/>
  </w:num>
  <w:num w:numId="34">
    <w:abstractNumId w:val="18"/>
  </w:num>
  <w:num w:numId="35">
    <w:abstractNumId w:val="15"/>
  </w:num>
  <w:num w:numId="36">
    <w:abstractNumId w:val="14"/>
  </w:num>
  <w:num w:numId="37">
    <w:abstractNumId w:val="29"/>
  </w:num>
  <w:num w:numId="38">
    <w:abstractNumId w:val="30"/>
  </w:num>
  <w:num w:numId="39">
    <w:abstractNumId w:val="20"/>
  </w:num>
  <w:num w:numId="40">
    <w:abstractNumId w:val="11"/>
  </w:num>
  <w:num w:numId="41">
    <w:abstractNumId w:val="12"/>
  </w:num>
  <w:num w:numId="42">
    <w:abstractNumId w:val="35"/>
  </w:num>
  <w:num w:numId="43">
    <w:abstractNumId w:val="38"/>
  </w:num>
  <w:num w:numId="44">
    <w:abstractNumId w:val="10"/>
  </w:num>
  <w:num w:numId="45">
    <w:abstractNumId w:val="1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65D5"/>
    <w:rsid w:val="0000052A"/>
    <w:rsid w:val="00003301"/>
    <w:rsid w:val="00003542"/>
    <w:rsid w:val="00011883"/>
    <w:rsid w:val="00023924"/>
    <w:rsid w:val="000273DB"/>
    <w:rsid w:val="000318E0"/>
    <w:rsid w:val="00034264"/>
    <w:rsid w:val="00043E71"/>
    <w:rsid w:val="00053C10"/>
    <w:rsid w:val="00057658"/>
    <w:rsid w:val="00061AA5"/>
    <w:rsid w:val="00063965"/>
    <w:rsid w:val="00064A16"/>
    <w:rsid w:val="000667ED"/>
    <w:rsid w:val="00066A90"/>
    <w:rsid w:val="00074DBE"/>
    <w:rsid w:val="000800BA"/>
    <w:rsid w:val="00081D48"/>
    <w:rsid w:val="00083E8B"/>
    <w:rsid w:val="0009290D"/>
    <w:rsid w:val="00094C37"/>
    <w:rsid w:val="00096EC6"/>
    <w:rsid w:val="000971A4"/>
    <w:rsid w:val="000D6657"/>
    <w:rsid w:val="000E37F7"/>
    <w:rsid w:val="000F094D"/>
    <w:rsid w:val="000F441E"/>
    <w:rsid w:val="000F7A8B"/>
    <w:rsid w:val="00107FB6"/>
    <w:rsid w:val="00114B29"/>
    <w:rsid w:val="00114D3C"/>
    <w:rsid w:val="00121222"/>
    <w:rsid w:val="00122B64"/>
    <w:rsid w:val="00126631"/>
    <w:rsid w:val="00134858"/>
    <w:rsid w:val="00144A45"/>
    <w:rsid w:val="00147E63"/>
    <w:rsid w:val="00162A99"/>
    <w:rsid w:val="00164D6D"/>
    <w:rsid w:val="00170EB2"/>
    <w:rsid w:val="00177975"/>
    <w:rsid w:val="00177DC1"/>
    <w:rsid w:val="00180DA0"/>
    <w:rsid w:val="00182FFF"/>
    <w:rsid w:val="00183F11"/>
    <w:rsid w:val="00186BC3"/>
    <w:rsid w:val="00196AFA"/>
    <w:rsid w:val="001A051F"/>
    <w:rsid w:val="001B1F11"/>
    <w:rsid w:val="001B4F69"/>
    <w:rsid w:val="001C2E6D"/>
    <w:rsid w:val="001C4C09"/>
    <w:rsid w:val="001C72B8"/>
    <w:rsid w:val="001D053E"/>
    <w:rsid w:val="001E67D2"/>
    <w:rsid w:val="001E7470"/>
    <w:rsid w:val="001F1F79"/>
    <w:rsid w:val="001F337F"/>
    <w:rsid w:val="001F3FEA"/>
    <w:rsid w:val="001F41B5"/>
    <w:rsid w:val="00202381"/>
    <w:rsid w:val="002137E4"/>
    <w:rsid w:val="0021589C"/>
    <w:rsid w:val="00216601"/>
    <w:rsid w:val="00222E68"/>
    <w:rsid w:val="002243BB"/>
    <w:rsid w:val="002254DA"/>
    <w:rsid w:val="00231B2A"/>
    <w:rsid w:val="002333A8"/>
    <w:rsid w:val="002358CE"/>
    <w:rsid w:val="00236932"/>
    <w:rsid w:val="00251B62"/>
    <w:rsid w:val="0025311A"/>
    <w:rsid w:val="0025674C"/>
    <w:rsid w:val="002607BD"/>
    <w:rsid w:val="00261092"/>
    <w:rsid w:val="002642D6"/>
    <w:rsid w:val="00266BF5"/>
    <w:rsid w:val="00274A05"/>
    <w:rsid w:val="002804E2"/>
    <w:rsid w:val="002959A8"/>
    <w:rsid w:val="002977F0"/>
    <w:rsid w:val="002C0B41"/>
    <w:rsid w:val="002C6DFD"/>
    <w:rsid w:val="002D4B29"/>
    <w:rsid w:val="002E3ED3"/>
    <w:rsid w:val="002F5874"/>
    <w:rsid w:val="002F7589"/>
    <w:rsid w:val="00300EFE"/>
    <w:rsid w:val="00304DD1"/>
    <w:rsid w:val="00306903"/>
    <w:rsid w:val="00307811"/>
    <w:rsid w:val="0031037F"/>
    <w:rsid w:val="00311D32"/>
    <w:rsid w:val="00317E83"/>
    <w:rsid w:val="00320CB1"/>
    <w:rsid w:val="00326DA4"/>
    <w:rsid w:val="00332C80"/>
    <w:rsid w:val="003338BC"/>
    <w:rsid w:val="0034041D"/>
    <w:rsid w:val="0034154B"/>
    <w:rsid w:val="00350865"/>
    <w:rsid w:val="003737CC"/>
    <w:rsid w:val="00373ED9"/>
    <w:rsid w:val="00377881"/>
    <w:rsid w:val="00385E1F"/>
    <w:rsid w:val="003862C2"/>
    <w:rsid w:val="0038675B"/>
    <w:rsid w:val="003902BD"/>
    <w:rsid w:val="003977AE"/>
    <w:rsid w:val="00397B31"/>
    <w:rsid w:val="003A618C"/>
    <w:rsid w:val="003A6504"/>
    <w:rsid w:val="003C7561"/>
    <w:rsid w:val="003D20A4"/>
    <w:rsid w:val="003D338E"/>
    <w:rsid w:val="003D41C0"/>
    <w:rsid w:val="003D5067"/>
    <w:rsid w:val="003E6E30"/>
    <w:rsid w:val="003E72E9"/>
    <w:rsid w:val="003F4DBC"/>
    <w:rsid w:val="00401C76"/>
    <w:rsid w:val="004021F5"/>
    <w:rsid w:val="00415D07"/>
    <w:rsid w:val="0042229F"/>
    <w:rsid w:val="00427E6D"/>
    <w:rsid w:val="00440D07"/>
    <w:rsid w:val="00441B08"/>
    <w:rsid w:val="00443941"/>
    <w:rsid w:val="0044675C"/>
    <w:rsid w:val="004467A5"/>
    <w:rsid w:val="00467CC4"/>
    <w:rsid w:val="00475AC1"/>
    <w:rsid w:val="00477295"/>
    <w:rsid w:val="00487170"/>
    <w:rsid w:val="00490418"/>
    <w:rsid w:val="00495647"/>
    <w:rsid w:val="0049795C"/>
    <w:rsid w:val="004A3A83"/>
    <w:rsid w:val="004B1417"/>
    <w:rsid w:val="004B1F4F"/>
    <w:rsid w:val="004C3BE5"/>
    <w:rsid w:val="004C6380"/>
    <w:rsid w:val="004C6A2A"/>
    <w:rsid w:val="004E066E"/>
    <w:rsid w:val="004E29F5"/>
    <w:rsid w:val="004E49C3"/>
    <w:rsid w:val="004E5D50"/>
    <w:rsid w:val="004F1C58"/>
    <w:rsid w:val="004F1E02"/>
    <w:rsid w:val="004F219D"/>
    <w:rsid w:val="004F5755"/>
    <w:rsid w:val="00501C5C"/>
    <w:rsid w:val="0050237C"/>
    <w:rsid w:val="005024DF"/>
    <w:rsid w:val="00511308"/>
    <w:rsid w:val="0052141E"/>
    <w:rsid w:val="005245FF"/>
    <w:rsid w:val="00530C20"/>
    <w:rsid w:val="00535C19"/>
    <w:rsid w:val="00556E87"/>
    <w:rsid w:val="00561BAE"/>
    <w:rsid w:val="00566A74"/>
    <w:rsid w:val="00575469"/>
    <w:rsid w:val="00576176"/>
    <w:rsid w:val="00577A32"/>
    <w:rsid w:val="005A15CF"/>
    <w:rsid w:val="005A7668"/>
    <w:rsid w:val="005B19A1"/>
    <w:rsid w:val="005B24BF"/>
    <w:rsid w:val="005B44D9"/>
    <w:rsid w:val="005B6556"/>
    <w:rsid w:val="005C2833"/>
    <w:rsid w:val="005E11E0"/>
    <w:rsid w:val="005E3129"/>
    <w:rsid w:val="005E5822"/>
    <w:rsid w:val="005E6C64"/>
    <w:rsid w:val="005F0996"/>
    <w:rsid w:val="005F7B28"/>
    <w:rsid w:val="006006DB"/>
    <w:rsid w:val="00601336"/>
    <w:rsid w:val="0060214D"/>
    <w:rsid w:val="00603139"/>
    <w:rsid w:val="0061579A"/>
    <w:rsid w:val="00622228"/>
    <w:rsid w:val="00630B06"/>
    <w:rsid w:val="006427D3"/>
    <w:rsid w:val="00644899"/>
    <w:rsid w:val="006539BC"/>
    <w:rsid w:val="00654B2F"/>
    <w:rsid w:val="0065775A"/>
    <w:rsid w:val="006738F0"/>
    <w:rsid w:val="00674C3B"/>
    <w:rsid w:val="006765C0"/>
    <w:rsid w:val="00681FEE"/>
    <w:rsid w:val="00683FB8"/>
    <w:rsid w:val="006866B5"/>
    <w:rsid w:val="006A03C1"/>
    <w:rsid w:val="006A1525"/>
    <w:rsid w:val="006A6874"/>
    <w:rsid w:val="006A6896"/>
    <w:rsid w:val="006A7887"/>
    <w:rsid w:val="006B3C36"/>
    <w:rsid w:val="006B5D39"/>
    <w:rsid w:val="006C2DCB"/>
    <w:rsid w:val="006D418C"/>
    <w:rsid w:val="006D7203"/>
    <w:rsid w:val="006E7497"/>
    <w:rsid w:val="006F6829"/>
    <w:rsid w:val="006F7673"/>
    <w:rsid w:val="006F78FB"/>
    <w:rsid w:val="00700EA4"/>
    <w:rsid w:val="00731AF8"/>
    <w:rsid w:val="007423E3"/>
    <w:rsid w:val="0074275E"/>
    <w:rsid w:val="00743898"/>
    <w:rsid w:val="0075368C"/>
    <w:rsid w:val="0075592A"/>
    <w:rsid w:val="00760CFA"/>
    <w:rsid w:val="00764982"/>
    <w:rsid w:val="00765A81"/>
    <w:rsid w:val="00765FD8"/>
    <w:rsid w:val="00781794"/>
    <w:rsid w:val="00785CC6"/>
    <w:rsid w:val="00797420"/>
    <w:rsid w:val="007A0476"/>
    <w:rsid w:val="007A12DE"/>
    <w:rsid w:val="007A3096"/>
    <w:rsid w:val="007C12FD"/>
    <w:rsid w:val="007C3414"/>
    <w:rsid w:val="007D042B"/>
    <w:rsid w:val="007D0FC5"/>
    <w:rsid w:val="007D7FFB"/>
    <w:rsid w:val="007E3A62"/>
    <w:rsid w:val="007E73DF"/>
    <w:rsid w:val="007F289A"/>
    <w:rsid w:val="007F315D"/>
    <w:rsid w:val="007F4B02"/>
    <w:rsid w:val="007F5EE1"/>
    <w:rsid w:val="007F7687"/>
    <w:rsid w:val="0081390E"/>
    <w:rsid w:val="00817E56"/>
    <w:rsid w:val="00821A83"/>
    <w:rsid w:val="008270B2"/>
    <w:rsid w:val="0083736F"/>
    <w:rsid w:val="00844502"/>
    <w:rsid w:val="00850C36"/>
    <w:rsid w:val="008700A9"/>
    <w:rsid w:val="00876D76"/>
    <w:rsid w:val="00884738"/>
    <w:rsid w:val="00892ECB"/>
    <w:rsid w:val="008A004B"/>
    <w:rsid w:val="008A1066"/>
    <w:rsid w:val="008A29A5"/>
    <w:rsid w:val="008A5CD0"/>
    <w:rsid w:val="008B087B"/>
    <w:rsid w:val="008B43B3"/>
    <w:rsid w:val="008B4C7C"/>
    <w:rsid w:val="008C0E57"/>
    <w:rsid w:val="008C4E94"/>
    <w:rsid w:val="008C7177"/>
    <w:rsid w:val="008D0473"/>
    <w:rsid w:val="008D0AAD"/>
    <w:rsid w:val="008D2D8B"/>
    <w:rsid w:val="008D77E0"/>
    <w:rsid w:val="008E2419"/>
    <w:rsid w:val="008E2822"/>
    <w:rsid w:val="008F0066"/>
    <w:rsid w:val="008F062F"/>
    <w:rsid w:val="008F276A"/>
    <w:rsid w:val="00905970"/>
    <w:rsid w:val="00911A1E"/>
    <w:rsid w:val="0092688C"/>
    <w:rsid w:val="0093392B"/>
    <w:rsid w:val="00937E3D"/>
    <w:rsid w:val="009429B9"/>
    <w:rsid w:val="00950076"/>
    <w:rsid w:val="00950FA6"/>
    <w:rsid w:val="009513B5"/>
    <w:rsid w:val="00952A32"/>
    <w:rsid w:val="00953FB6"/>
    <w:rsid w:val="009546CB"/>
    <w:rsid w:val="00957395"/>
    <w:rsid w:val="00961A23"/>
    <w:rsid w:val="00964659"/>
    <w:rsid w:val="00964C14"/>
    <w:rsid w:val="00972DF7"/>
    <w:rsid w:val="00977D64"/>
    <w:rsid w:val="0099221B"/>
    <w:rsid w:val="00997939"/>
    <w:rsid w:val="009B1AD3"/>
    <w:rsid w:val="009B2878"/>
    <w:rsid w:val="009B639E"/>
    <w:rsid w:val="009B67C7"/>
    <w:rsid w:val="009C15A2"/>
    <w:rsid w:val="009C6331"/>
    <w:rsid w:val="009C74EC"/>
    <w:rsid w:val="009D13BA"/>
    <w:rsid w:val="009D5AD2"/>
    <w:rsid w:val="009D60D3"/>
    <w:rsid w:val="009E1FBF"/>
    <w:rsid w:val="009E2D8B"/>
    <w:rsid w:val="009E64F7"/>
    <w:rsid w:val="009F07F1"/>
    <w:rsid w:val="009F11EA"/>
    <w:rsid w:val="00A05306"/>
    <w:rsid w:val="00A116B1"/>
    <w:rsid w:val="00A24340"/>
    <w:rsid w:val="00A246FA"/>
    <w:rsid w:val="00A25FC2"/>
    <w:rsid w:val="00A328B8"/>
    <w:rsid w:val="00A40C0D"/>
    <w:rsid w:val="00A42DA5"/>
    <w:rsid w:val="00A4408E"/>
    <w:rsid w:val="00A477BB"/>
    <w:rsid w:val="00A500F5"/>
    <w:rsid w:val="00A542F6"/>
    <w:rsid w:val="00A5450F"/>
    <w:rsid w:val="00A636F3"/>
    <w:rsid w:val="00A71899"/>
    <w:rsid w:val="00A723B5"/>
    <w:rsid w:val="00A74F20"/>
    <w:rsid w:val="00A87282"/>
    <w:rsid w:val="00A8796E"/>
    <w:rsid w:val="00A95DD9"/>
    <w:rsid w:val="00A96DEF"/>
    <w:rsid w:val="00A971A2"/>
    <w:rsid w:val="00A9750B"/>
    <w:rsid w:val="00AA06C6"/>
    <w:rsid w:val="00AA4E93"/>
    <w:rsid w:val="00AA5875"/>
    <w:rsid w:val="00AB110B"/>
    <w:rsid w:val="00AB586E"/>
    <w:rsid w:val="00AE2CEC"/>
    <w:rsid w:val="00AE5472"/>
    <w:rsid w:val="00AF09A5"/>
    <w:rsid w:val="00AF7027"/>
    <w:rsid w:val="00B062BC"/>
    <w:rsid w:val="00B23221"/>
    <w:rsid w:val="00B253E8"/>
    <w:rsid w:val="00B27046"/>
    <w:rsid w:val="00B2756E"/>
    <w:rsid w:val="00B33423"/>
    <w:rsid w:val="00B35158"/>
    <w:rsid w:val="00B44AE6"/>
    <w:rsid w:val="00B5084D"/>
    <w:rsid w:val="00B50BDF"/>
    <w:rsid w:val="00B623AD"/>
    <w:rsid w:val="00B63348"/>
    <w:rsid w:val="00B643B0"/>
    <w:rsid w:val="00B73B0C"/>
    <w:rsid w:val="00B76CBD"/>
    <w:rsid w:val="00B809A2"/>
    <w:rsid w:val="00B83EC2"/>
    <w:rsid w:val="00B91C42"/>
    <w:rsid w:val="00B9793C"/>
    <w:rsid w:val="00BA0D79"/>
    <w:rsid w:val="00BA7046"/>
    <w:rsid w:val="00BB70CB"/>
    <w:rsid w:val="00BC0355"/>
    <w:rsid w:val="00BC3CC8"/>
    <w:rsid w:val="00BC3E3F"/>
    <w:rsid w:val="00BC4E7C"/>
    <w:rsid w:val="00BD0BD1"/>
    <w:rsid w:val="00BD0D58"/>
    <w:rsid w:val="00BD4273"/>
    <w:rsid w:val="00BE047B"/>
    <w:rsid w:val="00BE24D0"/>
    <w:rsid w:val="00BE5771"/>
    <w:rsid w:val="00BF26AE"/>
    <w:rsid w:val="00C070B2"/>
    <w:rsid w:val="00C07699"/>
    <w:rsid w:val="00C13D33"/>
    <w:rsid w:val="00C15A2B"/>
    <w:rsid w:val="00C25DA4"/>
    <w:rsid w:val="00C30697"/>
    <w:rsid w:val="00C35F73"/>
    <w:rsid w:val="00C400A2"/>
    <w:rsid w:val="00C54D9A"/>
    <w:rsid w:val="00C57D47"/>
    <w:rsid w:val="00C705B0"/>
    <w:rsid w:val="00C7217B"/>
    <w:rsid w:val="00C73242"/>
    <w:rsid w:val="00C74D11"/>
    <w:rsid w:val="00C750F3"/>
    <w:rsid w:val="00C77277"/>
    <w:rsid w:val="00C80F10"/>
    <w:rsid w:val="00C81B79"/>
    <w:rsid w:val="00C90A71"/>
    <w:rsid w:val="00C9203C"/>
    <w:rsid w:val="00C96E8D"/>
    <w:rsid w:val="00C9751D"/>
    <w:rsid w:val="00CA77D1"/>
    <w:rsid w:val="00CB3C77"/>
    <w:rsid w:val="00CD1D59"/>
    <w:rsid w:val="00CE0250"/>
    <w:rsid w:val="00CE3E8C"/>
    <w:rsid w:val="00CE4F23"/>
    <w:rsid w:val="00CE7038"/>
    <w:rsid w:val="00CF1705"/>
    <w:rsid w:val="00CF4BD5"/>
    <w:rsid w:val="00CF4CC1"/>
    <w:rsid w:val="00CF6323"/>
    <w:rsid w:val="00D0077F"/>
    <w:rsid w:val="00D01729"/>
    <w:rsid w:val="00D02309"/>
    <w:rsid w:val="00D04F8F"/>
    <w:rsid w:val="00D056F8"/>
    <w:rsid w:val="00D065E4"/>
    <w:rsid w:val="00D12DAB"/>
    <w:rsid w:val="00D213AD"/>
    <w:rsid w:val="00D218A8"/>
    <w:rsid w:val="00D24B1E"/>
    <w:rsid w:val="00D32B59"/>
    <w:rsid w:val="00D34615"/>
    <w:rsid w:val="00D425C5"/>
    <w:rsid w:val="00D42E0B"/>
    <w:rsid w:val="00D4370F"/>
    <w:rsid w:val="00D45B4A"/>
    <w:rsid w:val="00D54900"/>
    <w:rsid w:val="00D5769C"/>
    <w:rsid w:val="00D662C8"/>
    <w:rsid w:val="00D77005"/>
    <w:rsid w:val="00D8633D"/>
    <w:rsid w:val="00D93EBB"/>
    <w:rsid w:val="00D96D2A"/>
    <w:rsid w:val="00DA5C75"/>
    <w:rsid w:val="00DB3AC9"/>
    <w:rsid w:val="00DB5A63"/>
    <w:rsid w:val="00DC3E50"/>
    <w:rsid w:val="00DC487B"/>
    <w:rsid w:val="00DC493A"/>
    <w:rsid w:val="00DC5FA6"/>
    <w:rsid w:val="00DD2A7D"/>
    <w:rsid w:val="00DE26E3"/>
    <w:rsid w:val="00DE4882"/>
    <w:rsid w:val="00DF2B75"/>
    <w:rsid w:val="00E07C2B"/>
    <w:rsid w:val="00E14A35"/>
    <w:rsid w:val="00E25D51"/>
    <w:rsid w:val="00E26011"/>
    <w:rsid w:val="00E3220A"/>
    <w:rsid w:val="00E45DBC"/>
    <w:rsid w:val="00E45F4E"/>
    <w:rsid w:val="00E4617B"/>
    <w:rsid w:val="00E4746E"/>
    <w:rsid w:val="00E47B10"/>
    <w:rsid w:val="00E50AE3"/>
    <w:rsid w:val="00E5747A"/>
    <w:rsid w:val="00E62138"/>
    <w:rsid w:val="00E66390"/>
    <w:rsid w:val="00E7314B"/>
    <w:rsid w:val="00E7538F"/>
    <w:rsid w:val="00E806A8"/>
    <w:rsid w:val="00E828A7"/>
    <w:rsid w:val="00E829E1"/>
    <w:rsid w:val="00E83E67"/>
    <w:rsid w:val="00E91AFE"/>
    <w:rsid w:val="00E92C28"/>
    <w:rsid w:val="00EA35EC"/>
    <w:rsid w:val="00EA3CA7"/>
    <w:rsid w:val="00EA5CDC"/>
    <w:rsid w:val="00EA5DE8"/>
    <w:rsid w:val="00EA6E45"/>
    <w:rsid w:val="00EB1FB1"/>
    <w:rsid w:val="00EB6F0F"/>
    <w:rsid w:val="00EB7AE5"/>
    <w:rsid w:val="00EC4776"/>
    <w:rsid w:val="00ED1AC0"/>
    <w:rsid w:val="00ED6A78"/>
    <w:rsid w:val="00EE0786"/>
    <w:rsid w:val="00EE65D5"/>
    <w:rsid w:val="00EE661F"/>
    <w:rsid w:val="00EF0875"/>
    <w:rsid w:val="00EF2F66"/>
    <w:rsid w:val="00EF3991"/>
    <w:rsid w:val="00EF5E46"/>
    <w:rsid w:val="00EF7E14"/>
    <w:rsid w:val="00F03957"/>
    <w:rsid w:val="00F11279"/>
    <w:rsid w:val="00F26238"/>
    <w:rsid w:val="00F36093"/>
    <w:rsid w:val="00F465F1"/>
    <w:rsid w:val="00F51AE8"/>
    <w:rsid w:val="00F61731"/>
    <w:rsid w:val="00F61866"/>
    <w:rsid w:val="00F70CA0"/>
    <w:rsid w:val="00F853C1"/>
    <w:rsid w:val="00F86E0A"/>
    <w:rsid w:val="00F87AD4"/>
    <w:rsid w:val="00F9352F"/>
    <w:rsid w:val="00F96251"/>
    <w:rsid w:val="00FA3650"/>
    <w:rsid w:val="00FC329B"/>
    <w:rsid w:val="00FD49EA"/>
    <w:rsid w:val="00FD4C44"/>
    <w:rsid w:val="00FD539A"/>
    <w:rsid w:val="00FE212D"/>
    <w:rsid w:val="00FE4140"/>
    <w:rsid w:val="00FE7CE4"/>
    <w:rsid w:val="00FF213C"/>
    <w:rsid w:val="00FF3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765FD8"/>
    <w:pPr>
      <w:widowControl w:val="0"/>
      <w:autoSpaceDE w:val="0"/>
      <w:autoSpaceDN w:val="0"/>
      <w:adjustRightInd w:val="0"/>
      <w:spacing w:line="259" w:lineRule="auto"/>
      <w:ind w:firstLine="480"/>
    </w:pPr>
    <w:rPr>
      <w:rFonts w:ascii="Times New Roman" w:eastAsia="Times New Roman" w:hAnsi="Times New Roman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65FD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65FD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65FD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BC4E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65FD8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65FD8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65FD8"/>
    <w:rPr>
      <w:rFonts w:ascii="Cambria" w:hAnsi="Cambria" w:cs="Times New Roman"/>
      <w:b/>
      <w:bCs/>
      <w:color w:val="4F81BD"/>
      <w:sz w:val="18"/>
      <w:szCs w:val="1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81B79"/>
    <w:rPr>
      <w:rFonts w:ascii="Calibri" w:hAnsi="Calibri" w:cs="Times New Roman"/>
      <w:b/>
      <w:bCs/>
      <w:sz w:val="28"/>
      <w:szCs w:val="28"/>
    </w:rPr>
  </w:style>
  <w:style w:type="paragraph" w:styleId="ListParagraph">
    <w:name w:val="List Paragraph"/>
    <w:basedOn w:val="Normal"/>
    <w:link w:val="ListParagraphChar"/>
    <w:uiPriority w:val="99"/>
    <w:qFormat/>
    <w:rsid w:val="008E282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862C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772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7277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9B1AD3"/>
    <w:pPr>
      <w:tabs>
        <w:tab w:val="center" w:pos="4677"/>
        <w:tab w:val="right" w:pos="9355"/>
      </w:tabs>
      <w:spacing w:line="300" w:lineRule="auto"/>
      <w:ind w:firstLine="0"/>
    </w:pPr>
    <w:rPr>
      <w:rFonts w:ascii="Courier New" w:hAnsi="Courier New" w:cs="Courier New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B1AD3"/>
    <w:rPr>
      <w:rFonts w:ascii="Courier New" w:hAnsi="Courier New" w:cs="Courier New"/>
      <w:sz w:val="16"/>
      <w:szCs w:val="16"/>
      <w:lang w:eastAsia="ru-RU"/>
    </w:rPr>
  </w:style>
  <w:style w:type="character" w:styleId="PageNumber">
    <w:name w:val="page number"/>
    <w:basedOn w:val="DefaultParagraphFont"/>
    <w:uiPriority w:val="99"/>
    <w:rsid w:val="009B1AD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9B1AD3"/>
    <w:pPr>
      <w:tabs>
        <w:tab w:val="center" w:pos="4677"/>
        <w:tab w:val="right" w:pos="9355"/>
      </w:tabs>
      <w:spacing w:line="300" w:lineRule="auto"/>
      <w:ind w:firstLine="0"/>
    </w:pPr>
    <w:rPr>
      <w:rFonts w:ascii="Courier New" w:hAnsi="Courier New" w:cs="Courier New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B1AD3"/>
    <w:rPr>
      <w:rFonts w:ascii="Courier New" w:hAnsi="Courier New" w:cs="Courier New"/>
      <w:sz w:val="16"/>
      <w:szCs w:val="16"/>
      <w:lang w:eastAsia="ru-RU"/>
    </w:rPr>
  </w:style>
  <w:style w:type="paragraph" w:customStyle="1" w:styleId="1">
    <w:name w:val="Стиль1"/>
    <w:basedOn w:val="Normal"/>
    <w:link w:val="10"/>
    <w:uiPriority w:val="99"/>
    <w:rsid w:val="00765FD8"/>
    <w:pPr>
      <w:spacing w:line="240" w:lineRule="auto"/>
      <w:ind w:firstLine="0"/>
      <w:jc w:val="center"/>
    </w:pPr>
    <w:rPr>
      <w:b/>
      <w:sz w:val="32"/>
      <w:szCs w:val="28"/>
    </w:rPr>
  </w:style>
  <w:style w:type="paragraph" w:styleId="TOC1">
    <w:name w:val="toc 1"/>
    <w:basedOn w:val="Normal"/>
    <w:next w:val="Normal"/>
    <w:autoRedefine/>
    <w:uiPriority w:val="99"/>
    <w:rsid w:val="00B83EC2"/>
    <w:pPr>
      <w:tabs>
        <w:tab w:val="right" w:leader="dot" w:pos="9628"/>
      </w:tabs>
      <w:spacing w:after="100"/>
      <w:ind w:firstLine="0"/>
      <w:jc w:val="center"/>
    </w:pPr>
    <w:rPr>
      <w:b/>
      <w:sz w:val="32"/>
      <w:szCs w:val="28"/>
    </w:rPr>
  </w:style>
  <w:style w:type="character" w:customStyle="1" w:styleId="10">
    <w:name w:val="Стиль1 Знак"/>
    <w:basedOn w:val="DefaultParagraphFont"/>
    <w:link w:val="1"/>
    <w:uiPriority w:val="99"/>
    <w:locked/>
    <w:rsid w:val="00765FD8"/>
    <w:rPr>
      <w:rFonts w:ascii="Times New Roman" w:hAnsi="Times New Roman" w:cs="Times New Roman"/>
      <w:b/>
      <w:sz w:val="28"/>
      <w:szCs w:val="28"/>
      <w:lang w:eastAsia="ru-RU"/>
    </w:rPr>
  </w:style>
  <w:style w:type="paragraph" w:customStyle="1" w:styleId="2">
    <w:name w:val="Стиль2"/>
    <w:basedOn w:val="ListParagraph"/>
    <w:link w:val="20"/>
    <w:uiPriority w:val="99"/>
    <w:rsid w:val="00765FD8"/>
    <w:pPr>
      <w:numPr>
        <w:ilvl w:val="1"/>
        <w:numId w:val="2"/>
      </w:numPr>
      <w:spacing w:line="240" w:lineRule="auto"/>
      <w:jc w:val="center"/>
    </w:pPr>
    <w:rPr>
      <w:b/>
      <w:sz w:val="32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65FD8"/>
    <w:rPr>
      <w:rFonts w:ascii="Times New Roman" w:hAnsi="Times New Roman" w:cs="Times New Roman"/>
      <w:sz w:val="18"/>
      <w:szCs w:val="18"/>
      <w:lang w:eastAsia="ru-RU"/>
    </w:rPr>
  </w:style>
  <w:style w:type="character" w:customStyle="1" w:styleId="20">
    <w:name w:val="Стиль2 Знак"/>
    <w:basedOn w:val="ListParagraphChar"/>
    <w:link w:val="2"/>
    <w:uiPriority w:val="99"/>
    <w:locked/>
    <w:rsid w:val="00765FD8"/>
    <w:rPr>
      <w:b/>
      <w:sz w:val="28"/>
      <w:szCs w:val="28"/>
    </w:rPr>
  </w:style>
  <w:style w:type="paragraph" w:styleId="TOC2">
    <w:name w:val="toc 2"/>
    <w:basedOn w:val="Normal"/>
    <w:next w:val="Normal"/>
    <w:autoRedefine/>
    <w:uiPriority w:val="99"/>
    <w:rsid w:val="00E50AE3"/>
    <w:pPr>
      <w:tabs>
        <w:tab w:val="left" w:pos="993"/>
        <w:tab w:val="right" w:leader="dot" w:pos="9628"/>
      </w:tabs>
      <w:spacing w:after="100" w:line="240" w:lineRule="auto"/>
      <w:ind w:left="142" w:firstLine="0"/>
      <w:jc w:val="both"/>
    </w:pPr>
  </w:style>
  <w:style w:type="paragraph" w:styleId="TOCHeading">
    <w:name w:val="TOC Heading"/>
    <w:basedOn w:val="Heading1"/>
    <w:next w:val="Normal"/>
    <w:uiPriority w:val="99"/>
    <w:qFormat/>
    <w:rsid w:val="00765FD8"/>
    <w:pPr>
      <w:widowControl/>
      <w:autoSpaceDE/>
      <w:autoSpaceDN/>
      <w:adjustRightInd/>
      <w:spacing w:line="276" w:lineRule="auto"/>
      <w:ind w:firstLine="0"/>
      <w:outlineLvl w:val="9"/>
    </w:pPr>
    <w:rPr>
      <w:lang w:eastAsia="en-US"/>
    </w:rPr>
  </w:style>
  <w:style w:type="paragraph" w:styleId="TOC3">
    <w:name w:val="toc 3"/>
    <w:basedOn w:val="Normal"/>
    <w:next w:val="Normal"/>
    <w:autoRedefine/>
    <w:uiPriority w:val="99"/>
    <w:rsid w:val="00765FD8"/>
    <w:pPr>
      <w:widowControl/>
      <w:autoSpaceDE/>
      <w:autoSpaceDN/>
      <w:adjustRightInd/>
      <w:spacing w:after="100" w:line="276" w:lineRule="auto"/>
      <w:ind w:left="440" w:firstLine="0"/>
    </w:pPr>
    <w:rPr>
      <w:rFonts w:ascii="Calibri" w:hAnsi="Calibri"/>
      <w:sz w:val="22"/>
      <w:szCs w:val="22"/>
      <w:lang w:eastAsia="en-US"/>
    </w:rPr>
  </w:style>
  <w:style w:type="paragraph" w:customStyle="1" w:styleId="21">
    <w:name w:val="Основной текст2"/>
    <w:basedOn w:val="Normal"/>
    <w:uiPriority w:val="99"/>
    <w:rsid w:val="00A74F20"/>
    <w:pPr>
      <w:widowControl/>
      <w:shd w:val="clear" w:color="auto" w:fill="FFFFFF"/>
      <w:autoSpaceDE/>
      <w:autoSpaceDN/>
      <w:adjustRightInd/>
      <w:spacing w:before="420" w:after="300" w:line="339" w:lineRule="exact"/>
      <w:ind w:hanging="300"/>
      <w:jc w:val="both"/>
    </w:pPr>
    <w:rPr>
      <w:color w:val="000000"/>
      <w:sz w:val="30"/>
      <w:szCs w:val="30"/>
      <w:lang w:eastAsia="ar-SA"/>
    </w:rPr>
  </w:style>
  <w:style w:type="paragraph" w:styleId="NormalWeb">
    <w:name w:val="Normal (Web)"/>
    <w:basedOn w:val="Normal"/>
    <w:uiPriority w:val="99"/>
    <w:semiHidden/>
    <w:rsid w:val="00EA3CA7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EA3CA7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EA3CA7"/>
    <w:rPr>
      <w:rFonts w:cs="Times New Roman"/>
      <w:i/>
      <w:iCs/>
    </w:rPr>
  </w:style>
  <w:style w:type="paragraph" w:customStyle="1" w:styleId="a">
    <w:name w:val="a"/>
    <w:basedOn w:val="Normal"/>
    <w:uiPriority w:val="99"/>
    <w:rsid w:val="00E828A7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E828A7"/>
    <w:rPr>
      <w:rFonts w:cs="Times New Roman"/>
    </w:rPr>
  </w:style>
  <w:style w:type="table" w:styleId="TableGrid">
    <w:name w:val="Table Grid"/>
    <w:basedOn w:val="TableNormal"/>
    <w:uiPriority w:val="99"/>
    <w:rsid w:val="00E828A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">
    <w:name w:val="w"/>
    <w:basedOn w:val="DefaultParagraphFont"/>
    <w:uiPriority w:val="99"/>
    <w:rsid w:val="0049795C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A95DD9"/>
    <w:rPr>
      <w:rFonts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952A32"/>
    <w:pPr>
      <w:widowControl/>
      <w:autoSpaceDE/>
      <w:autoSpaceDN/>
      <w:adjustRightInd/>
      <w:spacing w:after="120" w:line="240" w:lineRule="auto"/>
      <w:ind w:firstLine="0"/>
    </w:pPr>
    <w:rPr>
      <w:rFonts w:eastAsia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D13B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19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y-diagnoz.com/glossary/232-stress.html" TargetMode="External"/><Relationship Id="rId13" Type="http://schemas.openxmlformats.org/officeDocument/2006/relationships/hyperlink" Target="http://azps.ru/handbook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sy-diagnoz.com/glossary/84-testovaya-ustanovka-ustanovochnoe-povedenie.html" TargetMode="External"/><Relationship Id="rId12" Type="http://schemas.openxmlformats.org/officeDocument/2006/relationships/hyperlink" Target="http://psycabi.net/testy/369-lichnostnyj-oprosnik-g-ajzenka-test-na-temperament-epi-diagnostika-samootsenki-po-ajzenku-metodika-opredeleniya-temperament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5psy.ru/testi/oprosnik-mmpi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effecton.su/docs/description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1468</TotalTime>
  <Pages>29</Pages>
  <Words>7983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krt</cp:lastModifiedBy>
  <cp:revision>267</cp:revision>
  <cp:lastPrinted>2015-11-05T08:36:00Z</cp:lastPrinted>
  <dcterms:created xsi:type="dcterms:W3CDTF">2015-11-08T16:27:00Z</dcterms:created>
  <dcterms:modified xsi:type="dcterms:W3CDTF">2017-04-28T10:05:00Z</dcterms:modified>
</cp:coreProperties>
</file>